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9693A" w14:textId="50578758" w:rsidR="0042197A" w:rsidRPr="008C1EA7" w:rsidRDefault="007225C1" w:rsidP="000D28FB">
      <w:pPr>
        <w:pStyle w:val="OZNPROJEKTUwskazaniedatylubwersjiprojektu"/>
      </w:pPr>
      <w:r>
        <w:t>P</w:t>
      </w:r>
      <w:r w:rsidR="0042197A" w:rsidRPr="008C1EA7">
        <w:t xml:space="preserve">rojekt z dnia </w:t>
      </w:r>
      <w:r w:rsidR="00561E13">
        <w:t>2</w:t>
      </w:r>
      <w:r w:rsidR="004476A3">
        <w:t>3</w:t>
      </w:r>
      <w:r w:rsidR="00264B2C">
        <w:t xml:space="preserve"> </w:t>
      </w:r>
      <w:r w:rsidR="00244483">
        <w:t>lutego</w:t>
      </w:r>
      <w:r w:rsidR="00097970" w:rsidRPr="008C1EA7">
        <w:t xml:space="preserve"> 202</w:t>
      </w:r>
      <w:r w:rsidR="00097970">
        <w:t>2</w:t>
      </w:r>
      <w:r w:rsidR="00097970" w:rsidRPr="008C1EA7">
        <w:t xml:space="preserve"> </w:t>
      </w:r>
      <w:r w:rsidR="0042197A" w:rsidRPr="008C1EA7">
        <w:t>r.</w:t>
      </w:r>
    </w:p>
    <w:p w14:paraId="56A6B1EE" w14:textId="77777777" w:rsidR="0042197A" w:rsidRPr="007E486E" w:rsidRDefault="0042197A" w:rsidP="0042197A"/>
    <w:p w14:paraId="5404EBD3" w14:textId="77777777" w:rsidR="0042197A" w:rsidRPr="008C1EA7" w:rsidRDefault="00C12B75" w:rsidP="000D28FB">
      <w:pPr>
        <w:pStyle w:val="OZNRODZAKTUtznustawalubrozporzdzenieiorganwydajcy"/>
      </w:pPr>
      <w:r w:rsidRPr="008C1EA7">
        <w:t>ROZPORZĄDZENIE</w:t>
      </w:r>
    </w:p>
    <w:p w14:paraId="5BD7DADD" w14:textId="77777777" w:rsidR="0042197A" w:rsidRPr="008C1EA7" w:rsidRDefault="0042197A" w:rsidP="000D28FB">
      <w:pPr>
        <w:pStyle w:val="OZNRODZAKTUtznustawalubrozporzdzenieiorganwydajcy"/>
      </w:pPr>
      <w:r w:rsidRPr="008C1EA7">
        <w:t>MINISTRA CYFRYZACJI</w:t>
      </w:r>
      <w:r w:rsidRPr="008C1EA7">
        <w:rPr>
          <w:rStyle w:val="Odwoanieprzypisudolnego"/>
        </w:rPr>
        <w:footnoteReference w:id="1"/>
      </w:r>
      <w:r w:rsidRPr="008C1EA7">
        <w:rPr>
          <w:rStyle w:val="IGindeksgrny"/>
        </w:rPr>
        <w:t>)</w:t>
      </w:r>
    </w:p>
    <w:p w14:paraId="02F428A1" w14:textId="5E39098D" w:rsidR="0042197A" w:rsidRPr="008C1EA7" w:rsidRDefault="0042197A" w:rsidP="000D28FB">
      <w:pPr>
        <w:pStyle w:val="DATAAKTUdatauchwalenialubwydaniaaktu"/>
      </w:pPr>
      <w:r w:rsidRPr="008C1EA7">
        <w:t>z dnia …</w:t>
      </w:r>
      <w:r w:rsidR="00991101" w:rsidRPr="008C1EA7">
        <w:t>………..</w:t>
      </w:r>
      <w:r w:rsidRPr="008C1EA7">
        <w:t>… 202</w:t>
      </w:r>
      <w:r w:rsidR="00BF76C6">
        <w:t>2</w:t>
      </w:r>
      <w:r w:rsidRPr="008C1EA7">
        <w:t xml:space="preserve"> r.</w:t>
      </w:r>
    </w:p>
    <w:p w14:paraId="6BC761E2" w14:textId="77777777" w:rsidR="0042197A" w:rsidRPr="00F32DC1" w:rsidRDefault="0042197A" w:rsidP="000D28FB">
      <w:pPr>
        <w:pStyle w:val="TYTUAKTUprzedmiotregulacjiustawylubrozporzdzenia"/>
        <w:rPr>
          <w:rStyle w:val="IGindeksgrny"/>
        </w:rPr>
      </w:pPr>
      <w:r w:rsidRPr="00F32DC1">
        <w:t>w sprawie warunków technicznych, jakim powinny odpowiadać telekomunikacyjne obiekty budowlane i ich usytuowanie</w:t>
      </w:r>
      <w:r w:rsidR="007D541A" w:rsidRPr="008C1EA7">
        <w:rPr>
          <w:rStyle w:val="Odwoanieprzypisudolnego"/>
        </w:rPr>
        <w:footnoteReference w:id="2"/>
      </w:r>
      <w:r w:rsidR="007D541A" w:rsidRPr="008C1EA7">
        <w:rPr>
          <w:rStyle w:val="IGindeksgrny"/>
        </w:rPr>
        <w:t>)</w:t>
      </w:r>
    </w:p>
    <w:p w14:paraId="5B02FA30" w14:textId="19011A21" w:rsidR="0042197A" w:rsidRPr="008C1EA7" w:rsidRDefault="0042197A" w:rsidP="000D28FB">
      <w:pPr>
        <w:pStyle w:val="NIEARTTEKSTtekstnieartykuowanynppodstprawnarozplubpreambua"/>
      </w:pPr>
      <w:r w:rsidRPr="008C1EA7">
        <w:t xml:space="preserve">Na podstawie art. 7 ust. 2 pkt 2 ustawy z dnia </w:t>
      </w:r>
      <w:r w:rsidR="00D14FD4" w:rsidRPr="008C1EA7">
        <w:t>7 lipca 1994 r. –</w:t>
      </w:r>
      <w:r w:rsidRPr="008C1EA7">
        <w:t xml:space="preserve"> Prawo budowlane </w:t>
      </w:r>
      <w:r w:rsidR="00991101" w:rsidRPr="008C1EA7">
        <w:br/>
      </w:r>
      <w:r w:rsidRPr="008C1EA7">
        <w:t>(Dz. U. z 202</w:t>
      </w:r>
      <w:r w:rsidR="00554FD6">
        <w:t>1</w:t>
      </w:r>
      <w:r w:rsidRPr="008C1EA7">
        <w:t xml:space="preserve"> r. poz. </w:t>
      </w:r>
      <w:r w:rsidR="00554FD6">
        <w:t>2351 oraz z 2022 r. po</w:t>
      </w:r>
      <w:r w:rsidR="003A41B1">
        <w:t>z</w:t>
      </w:r>
      <w:r w:rsidR="00554FD6">
        <w:t>. 88</w:t>
      </w:r>
      <w:r w:rsidRPr="008C1EA7">
        <w:t>) zarządza się, co następuje:</w:t>
      </w:r>
    </w:p>
    <w:p w14:paraId="1C44E12D" w14:textId="77777777" w:rsidR="0042197A" w:rsidRPr="008C1EA7" w:rsidRDefault="0042197A" w:rsidP="00FC165B">
      <w:pPr>
        <w:pStyle w:val="ARTartustawynprozporzdzenia"/>
      </w:pPr>
      <w:r w:rsidRPr="008C1EA7">
        <w:rPr>
          <w:rStyle w:val="Ppogrubienie"/>
        </w:rPr>
        <w:t>§ 1.</w:t>
      </w:r>
      <w:r w:rsidRPr="008C1EA7">
        <w:t xml:space="preserve"> Przepisy rozporządzenia stosuje się przy projektowaniu, budowie i przebudowie telekomunikacyjnych obiektów budowlanych.</w:t>
      </w:r>
    </w:p>
    <w:p w14:paraId="197F37BE" w14:textId="77777777" w:rsidR="0042197A" w:rsidRPr="008C1EA7" w:rsidRDefault="0042197A" w:rsidP="00FC165B">
      <w:pPr>
        <w:pStyle w:val="ARTartustawynprozporzdzenia"/>
      </w:pPr>
      <w:r w:rsidRPr="00A35DC4">
        <w:rPr>
          <w:rStyle w:val="Ppogrubienie"/>
        </w:rPr>
        <w:t xml:space="preserve">§ </w:t>
      </w:r>
      <w:r w:rsidR="00AC4946" w:rsidRPr="008C1EA7">
        <w:rPr>
          <w:rStyle w:val="Ppogrubienie"/>
        </w:rPr>
        <w:t>2</w:t>
      </w:r>
      <w:r w:rsidRPr="008C1EA7">
        <w:rPr>
          <w:rStyle w:val="Ppogrubienie"/>
        </w:rPr>
        <w:t>.</w:t>
      </w:r>
      <w:r w:rsidRPr="008C1EA7">
        <w:t xml:space="preserve"> Użyte w rozporządzeniu określenia oznaczają:</w:t>
      </w:r>
    </w:p>
    <w:p w14:paraId="408A36EF" w14:textId="3243F6B7" w:rsidR="0042197A" w:rsidRPr="008C1EA7" w:rsidRDefault="000D28FB" w:rsidP="000D28FB">
      <w:pPr>
        <w:pStyle w:val="PKTpunkt"/>
      </w:pPr>
      <w:r w:rsidRPr="008C1EA7">
        <w:t>1)</w:t>
      </w:r>
      <w:r w:rsidRPr="008C1EA7">
        <w:tab/>
      </w:r>
      <w:r w:rsidR="0042197A" w:rsidRPr="008C1EA7">
        <w:t xml:space="preserve">antenowa konstrukcja wsporcza – </w:t>
      </w:r>
      <w:r w:rsidR="00057F71" w:rsidRPr="008C1EA7">
        <w:t xml:space="preserve">konstrukcję wsporczą anten, urządzeń radiowych </w:t>
      </w:r>
      <w:r w:rsidR="00E16B3C">
        <w:br/>
      </w:r>
      <w:r w:rsidR="00057F71" w:rsidRPr="008C1EA7">
        <w:t xml:space="preserve">i instalacji radiokomunikacyjnych, a także związanego z tymi urządzeniami osprzętu </w:t>
      </w:r>
      <w:r w:rsidR="00E16B3C">
        <w:br/>
      </w:r>
      <w:r w:rsidR="00057F71" w:rsidRPr="008C1EA7">
        <w:t xml:space="preserve">i urządzeń zasilających, wolno stojącą </w:t>
      </w:r>
      <w:r w:rsidR="00256E0C">
        <w:t>albo</w:t>
      </w:r>
      <w:r w:rsidR="00256E0C" w:rsidRPr="008C1EA7">
        <w:t xml:space="preserve"> </w:t>
      </w:r>
      <w:r w:rsidR="00057F71" w:rsidRPr="008C1EA7">
        <w:t>posadowioną na istni</w:t>
      </w:r>
      <w:r w:rsidR="00B866EE">
        <w:t>ejącym obiekcie budowlanym;</w:t>
      </w:r>
    </w:p>
    <w:p w14:paraId="116A5089" w14:textId="4D5CEAFD" w:rsidR="0042197A" w:rsidRPr="008C1EA7" w:rsidRDefault="000D28FB" w:rsidP="000D28FB">
      <w:pPr>
        <w:pStyle w:val="PKTpunkt"/>
      </w:pPr>
      <w:r w:rsidRPr="008C1EA7">
        <w:t>2)</w:t>
      </w:r>
      <w:r w:rsidRPr="008C1EA7">
        <w:tab/>
      </w:r>
      <w:r w:rsidR="0042197A" w:rsidRPr="008C1EA7">
        <w:t>drogowe obiekty inżynierskie – drogowy obiekt inżynierski w rozumieniu art. 4 pkt 12 ustawy z dnia 21 marca 1985 r. o drogach publicznych (Dz. U. z 202</w:t>
      </w:r>
      <w:r w:rsidR="000F016D">
        <w:t>1</w:t>
      </w:r>
      <w:r w:rsidR="0042197A" w:rsidRPr="008C1EA7">
        <w:t xml:space="preserve"> r. poz. </w:t>
      </w:r>
      <w:r w:rsidR="00532A14" w:rsidRPr="008C1EA7">
        <w:t>1376</w:t>
      </w:r>
      <w:r w:rsidR="006D2E3C">
        <w:t xml:space="preserve"> i 1595</w:t>
      </w:r>
      <w:r w:rsidR="000F016D">
        <w:t xml:space="preserve"> oraz z 2022 r. poz. 32</w:t>
      </w:r>
      <w:r w:rsidR="00636B9C" w:rsidRPr="008C1EA7">
        <w:t>)</w:t>
      </w:r>
      <w:r w:rsidR="009A1B6E">
        <w:t>,</w:t>
      </w:r>
      <w:r w:rsidR="00747A68" w:rsidRPr="00747A68">
        <w:rPr>
          <w:rFonts w:ascii="Calibri" w:eastAsia="Calibri" w:hAnsi="Calibri" w:cs="Times New Roman"/>
          <w:bCs w:val="0"/>
          <w:sz w:val="22"/>
          <w:szCs w:val="22"/>
          <w:lang w:eastAsia="en-US"/>
        </w:rPr>
        <w:t xml:space="preserve"> </w:t>
      </w:r>
      <w:r w:rsidR="00747A68" w:rsidRPr="00747A68">
        <w:t xml:space="preserve">którego część lub całość jest przedmiotem </w:t>
      </w:r>
      <w:proofErr w:type="spellStart"/>
      <w:r w:rsidR="00747A68" w:rsidRPr="00747A68">
        <w:t>współwykorzystania</w:t>
      </w:r>
      <w:proofErr w:type="spellEnd"/>
      <w:r w:rsidR="00747A68" w:rsidRPr="00747A68">
        <w:t>, zbliżeń lub skrzyżowań z telekomunikacyjnymi obiektami budowlanymi</w:t>
      </w:r>
      <w:r w:rsidR="0042197A" w:rsidRPr="008C1EA7">
        <w:t>;</w:t>
      </w:r>
    </w:p>
    <w:p w14:paraId="36A045DA" w14:textId="77777777" w:rsidR="004178F3" w:rsidRPr="008C1EA7" w:rsidRDefault="004178F3" w:rsidP="000D28FB">
      <w:pPr>
        <w:pStyle w:val="PKTpunkt"/>
      </w:pPr>
      <w:r w:rsidRPr="008C1EA7">
        <w:t>3)</w:t>
      </w:r>
      <w:r w:rsidRPr="008C1EA7">
        <w:tab/>
        <w:t xml:space="preserve">głębokość podstawowa – najmniejszą głębokość usytuowania w ziemi telekomunikacyjnego obiektu budowlanego, dla którego nie wymaga się stosowania </w:t>
      </w:r>
      <w:r w:rsidR="00103769" w:rsidRPr="008C1EA7">
        <w:t xml:space="preserve">zabezpieczenia specjalnego bądź </w:t>
      </w:r>
      <w:r w:rsidR="00962572" w:rsidRPr="008C1EA7">
        <w:t xml:space="preserve">zabezpieczenia </w:t>
      </w:r>
      <w:r w:rsidR="008F23C6">
        <w:t>szczególnego;</w:t>
      </w:r>
    </w:p>
    <w:p w14:paraId="3DA48ADF" w14:textId="77777777" w:rsidR="0042197A" w:rsidRPr="008C1EA7" w:rsidRDefault="00103769" w:rsidP="000D28FB">
      <w:pPr>
        <w:pStyle w:val="PKTpunkt"/>
      </w:pPr>
      <w:r w:rsidRPr="008C1EA7">
        <w:lastRenderedPageBreak/>
        <w:t>4)</w:t>
      </w:r>
      <w:r w:rsidR="000D28FB" w:rsidRPr="008C1EA7">
        <w:tab/>
      </w:r>
      <w:r w:rsidR="0042197A" w:rsidRPr="008C1EA7">
        <w:t xml:space="preserve">inny obiekt budowlany – obiekt budowlany, którego część lub całość jest przedmiotem </w:t>
      </w:r>
      <w:proofErr w:type="spellStart"/>
      <w:r w:rsidR="0042197A" w:rsidRPr="008C1EA7">
        <w:t>współwykorzystania</w:t>
      </w:r>
      <w:proofErr w:type="spellEnd"/>
      <w:r w:rsidR="0042197A" w:rsidRPr="008C1EA7">
        <w:t>, zbliżeń lub skrzyżowań z telekomunikacyjnymi obiektami budowlanymi;</w:t>
      </w:r>
    </w:p>
    <w:p w14:paraId="6C705C35" w14:textId="77777777" w:rsidR="0042197A" w:rsidRPr="008C1EA7" w:rsidRDefault="00103769" w:rsidP="000D28FB">
      <w:pPr>
        <w:pStyle w:val="PKTpunkt"/>
      </w:pPr>
      <w:r w:rsidRPr="008C1EA7">
        <w:t>5)</w:t>
      </w:r>
      <w:r w:rsidR="000D28FB" w:rsidRPr="008C1EA7">
        <w:tab/>
      </w:r>
      <w:r w:rsidR="00147ABD" w:rsidRPr="008C1EA7">
        <w:t>kanalizacja kablowa:</w:t>
      </w:r>
    </w:p>
    <w:p w14:paraId="2D8E5D3C" w14:textId="77777777" w:rsidR="0042197A" w:rsidRPr="008C1EA7" w:rsidRDefault="000D28FB" w:rsidP="000D28FB">
      <w:pPr>
        <w:pStyle w:val="LITlitera"/>
      </w:pPr>
      <w:r w:rsidRPr="008C1EA7">
        <w:t>a)</w:t>
      </w:r>
      <w:r w:rsidRPr="008C1EA7">
        <w:tab/>
      </w:r>
      <w:r w:rsidR="0042197A" w:rsidRPr="008C1EA7">
        <w:t>ciąg rur osłonowych,</w:t>
      </w:r>
      <w:r w:rsidR="0046208C">
        <w:t xml:space="preserve"> lub</w:t>
      </w:r>
    </w:p>
    <w:p w14:paraId="499B8390" w14:textId="77777777" w:rsidR="0042197A" w:rsidRPr="008C1EA7" w:rsidRDefault="000D28FB" w:rsidP="000D28FB">
      <w:pPr>
        <w:pStyle w:val="LITlitera"/>
      </w:pPr>
      <w:r w:rsidRPr="008C1EA7">
        <w:t>b)</w:t>
      </w:r>
      <w:r w:rsidRPr="008C1EA7">
        <w:tab/>
      </w:r>
      <w:proofErr w:type="spellStart"/>
      <w:r w:rsidR="0042197A" w:rsidRPr="008C1EA7">
        <w:t>mikrokanalizację</w:t>
      </w:r>
      <w:proofErr w:type="spellEnd"/>
      <w:r w:rsidR="0042197A" w:rsidRPr="008C1EA7">
        <w:t xml:space="preserve"> światłowodową</w:t>
      </w:r>
    </w:p>
    <w:p w14:paraId="6E131110" w14:textId="77777777" w:rsidR="0042197A" w:rsidRPr="008C1EA7" w:rsidRDefault="000D28FB" w:rsidP="00D26C0C">
      <w:pPr>
        <w:pStyle w:val="CZWSPPKTczwsplnapunktw"/>
      </w:pPr>
      <w:r w:rsidRPr="008C1EA7">
        <w:t>–</w:t>
      </w:r>
      <w:r w:rsidRPr="008C1EA7">
        <w:tab/>
      </w:r>
      <w:r w:rsidR="0042197A" w:rsidRPr="008C1EA7">
        <w:t xml:space="preserve">i związane z nimi pomieszczenia podziemne dla kabli telekomunikacyjnych lub </w:t>
      </w:r>
      <w:proofErr w:type="spellStart"/>
      <w:r w:rsidR="0042197A" w:rsidRPr="008C1EA7">
        <w:t>mikrokabli</w:t>
      </w:r>
      <w:proofErr w:type="spellEnd"/>
      <w:r w:rsidR="0042197A" w:rsidRPr="008C1EA7">
        <w:t xml:space="preserve"> światłowodowych i ich złączy oraz </w:t>
      </w:r>
      <w:r w:rsidR="00B02CAF" w:rsidRPr="008C1EA7">
        <w:t xml:space="preserve">pasywnych </w:t>
      </w:r>
      <w:r w:rsidR="0042197A" w:rsidRPr="008C1EA7">
        <w:t>urządzeń telekomunikacyjnych;</w:t>
      </w:r>
    </w:p>
    <w:p w14:paraId="6C828646" w14:textId="77777777" w:rsidR="0042197A" w:rsidRPr="008C1EA7" w:rsidRDefault="00103769" w:rsidP="000D28FB">
      <w:pPr>
        <w:pStyle w:val="PKTpunkt"/>
      </w:pPr>
      <w:r w:rsidRPr="008C1EA7">
        <w:t>6)</w:t>
      </w:r>
      <w:r w:rsidR="0000506B" w:rsidRPr="008C1EA7">
        <w:tab/>
      </w:r>
      <w:r w:rsidR="0042197A" w:rsidRPr="008C1EA7">
        <w:t>kanał technologiczny – kanał technologiczny w rozumieniu art. 4 pkt 15a ustawy z dnia 21 marca 1985 r. o drogach publicznych;</w:t>
      </w:r>
    </w:p>
    <w:p w14:paraId="6666282F" w14:textId="77777777" w:rsidR="0042197A" w:rsidRPr="008C1EA7" w:rsidRDefault="00103769" w:rsidP="000D28FB">
      <w:pPr>
        <w:pStyle w:val="PKTpunkt"/>
      </w:pPr>
      <w:r w:rsidRPr="008C1EA7">
        <w:t>7)</w:t>
      </w:r>
      <w:r w:rsidR="0000506B" w:rsidRPr="008C1EA7">
        <w:tab/>
      </w:r>
      <w:proofErr w:type="spellStart"/>
      <w:r w:rsidR="0042197A" w:rsidRPr="008C1EA7">
        <w:t>mikrokanalizacja</w:t>
      </w:r>
      <w:proofErr w:type="spellEnd"/>
      <w:r w:rsidR="0042197A" w:rsidRPr="008C1EA7">
        <w:t xml:space="preserve"> światłowodowa – zespół podziemnych </w:t>
      </w:r>
      <w:proofErr w:type="spellStart"/>
      <w:r w:rsidR="0042197A" w:rsidRPr="008C1EA7">
        <w:t>mikrorur</w:t>
      </w:r>
      <w:proofErr w:type="spellEnd"/>
      <w:r w:rsidR="0042197A" w:rsidRPr="008C1EA7">
        <w:t xml:space="preserve"> służący do prowadzenia </w:t>
      </w:r>
      <w:r w:rsidR="00EA7276" w:rsidRPr="008C1EA7">
        <w:t xml:space="preserve">kabli lub </w:t>
      </w:r>
      <w:proofErr w:type="spellStart"/>
      <w:r w:rsidR="0042197A" w:rsidRPr="008C1EA7">
        <w:t>mikrokabli</w:t>
      </w:r>
      <w:proofErr w:type="spellEnd"/>
      <w:r w:rsidR="0042197A" w:rsidRPr="008C1EA7">
        <w:t xml:space="preserve"> światłowodowych; </w:t>
      </w:r>
    </w:p>
    <w:p w14:paraId="78207D8B" w14:textId="29A67267" w:rsidR="0042197A" w:rsidRPr="008C1EA7" w:rsidRDefault="00103769" w:rsidP="000D28FB">
      <w:pPr>
        <w:pStyle w:val="PKTpunkt"/>
      </w:pPr>
      <w:r w:rsidRPr="008C1EA7">
        <w:t>8)</w:t>
      </w:r>
      <w:r w:rsidR="0000506B" w:rsidRPr="008C1EA7">
        <w:tab/>
      </w:r>
      <w:r w:rsidR="0042197A" w:rsidRPr="008C1EA7">
        <w:t>odległość podstawowa – najmniejszą odległość telekomunikacyjnego obiektu budowlanego od skrajni</w:t>
      </w:r>
      <w:r w:rsidR="00F21E30" w:rsidRPr="008C1EA7">
        <w:t xml:space="preserve"> lub wskazanego w załączniku nr 1 punktu odniesienia</w:t>
      </w:r>
      <w:r w:rsidR="0042197A" w:rsidRPr="008C1EA7">
        <w:t xml:space="preserve"> innego obiektu budowlanego, przy której nie wymaga się stosowania zabezpieczenia specjalnego bądź </w:t>
      </w:r>
      <w:r w:rsidR="00EA7276" w:rsidRPr="008C1EA7">
        <w:t xml:space="preserve">zabezpieczenia </w:t>
      </w:r>
      <w:r w:rsidR="0042197A" w:rsidRPr="008C1EA7">
        <w:t>szczególnego, na odcinkach zbliżeń i skrzyżowań;</w:t>
      </w:r>
    </w:p>
    <w:p w14:paraId="117D41F9" w14:textId="73533C22" w:rsidR="0042197A" w:rsidRPr="008C1EA7" w:rsidRDefault="00103769" w:rsidP="000D28FB">
      <w:pPr>
        <w:pStyle w:val="PKTpunkt"/>
      </w:pPr>
      <w:r w:rsidRPr="008C1EA7">
        <w:t>9)</w:t>
      </w:r>
      <w:r w:rsidR="0000506B" w:rsidRPr="008C1EA7">
        <w:tab/>
      </w:r>
      <w:r w:rsidR="0042197A" w:rsidRPr="008C1EA7">
        <w:t>podbudowa słupowa dla telekomunikacyjnych linii kablowych –</w:t>
      </w:r>
      <w:r w:rsidR="001406BA">
        <w:t xml:space="preserve"> </w:t>
      </w:r>
      <w:r w:rsidR="001406BA" w:rsidRPr="001406BA">
        <w:t>konstrukcja wsporcza w</w:t>
      </w:r>
      <w:r w:rsidR="006D2E3C">
        <w:t> </w:t>
      </w:r>
      <w:r w:rsidR="001406BA" w:rsidRPr="001406BA">
        <w:t>postaci słupa oraz osprzętu do zawieszania telekomunikacyjnych linii kablowych nadziemnych</w:t>
      </w:r>
      <w:r w:rsidR="0042197A" w:rsidRPr="008C1EA7">
        <w:t>;</w:t>
      </w:r>
    </w:p>
    <w:p w14:paraId="0D58A655" w14:textId="717FA1A5" w:rsidR="0042197A" w:rsidRPr="008C1EA7" w:rsidRDefault="00103769" w:rsidP="000D28FB">
      <w:pPr>
        <w:pStyle w:val="PKTpunkt"/>
      </w:pPr>
      <w:r w:rsidRPr="008C1EA7">
        <w:t>10)</w:t>
      </w:r>
      <w:r w:rsidR="0000506B" w:rsidRPr="008C1EA7">
        <w:tab/>
      </w:r>
      <w:r w:rsidR="0042197A" w:rsidRPr="008C1EA7">
        <w:t>skrzyżowanie telekomunikacyjnego obiektu budowlanego – odcinek kanalizacji kablowej lub telekomunikacyjnej linii kablowej przebiegający w poprzek obszaru innego obiektu budowlanego lub śr</w:t>
      </w:r>
      <w:r w:rsidR="008A21F6" w:rsidRPr="008C1EA7">
        <w:t>ódlądowej wody powierzchniowej</w:t>
      </w:r>
      <w:r w:rsidR="001474AB" w:rsidRPr="008C1EA7">
        <w:t xml:space="preserve">, wód morza terytorialnego </w:t>
      </w:r>
      <w:r w:rsidR="0067099E">
        <w:br/>
      </w:r>
      <w:r w:rsidR="001474AB" w:rsidRPr="008C1EA7">
        <w:t>i morskich wód wewnętrznych</w:t>
      </w:r>
      <w:r w:rsidR="008A21F6" w:rsidRPr="008C1EA7">
        <w:t>;</w:t>
      </w:r>
    </w:p>
    <w:p w14:paraId="1CF1B930" w14:textId="77777777" w:rsidR="0042197A" w:rsidRPr="008C1EA7" w:rsidRDefault="00103769" w:rsidP="000D28FB">
      <w:pPr>
        <w:pStyle w:val="PKTpunkt"/>
      </w:pPr>
      <w:r w:rsidRPr="008C1EA7">
        <w:t>11</w:t>
      </w:r>
      <w:r w:rsidR="0000506B" w:rsidRPr="008C1EA7">
        <w:t>)</w:t>
      </w:r>
      <w:r w:rsidR="0000506B" w:rsidRPr="008C1EA7">
        <w:tab/>
      </w:r>
      <w:r w:rsidR="0042197A" w:rsidRPr="008C1EA7">
        <w:t xml:space="preserve">studnia kablowa – pomieszczenie podziemne z otworem włazowym </w:t>
      </w:r>
      <w:r w:rsidR="00EA7276" w:rsidRPr="008C1EA7">
        <w:t xml:space="preserve">zamykanym </w:t>
      </w:r>
      <w:r w:rsidR="0042197A" w:rsidRPr="008C1EA7">
        <w:t xml:space="preserve">pokrywą, umożliwiające dostęp do rur osłonowych lub </w:t>
      </w:r>
      <w:proofErr w:type="spellStart"/>
      <w:r w:rsidR="0042197A" w:rsidRPr="008C1EA7">
        <w:t>mikrokanalizacji</w:t>
      </w:r>
      <w:proofErr w:type="spellEnd"/>
      <w:r w:rsidR="0042197A" w:rsidRPr="008C1EA7">
        <w:t xml:space="preserve"> światłowodowej w celu umieszczenia i eksploatacji urządzeń infrastruktury oraz montaż i konserwację urządz</w:t>
      </w:r>
      <w:r w:rsidR="008A21F6" w:rsidRPr="008C1EA7">
        <w:t>eń i kabli telekomunikacyjnych;</w:t>
      </w:r>
    </w:p>
    <w:p w14:paraId="005A23A8" w14:textId="080AD178" w:rsidR="00E63172" w:rsidRPr="008C1EA7" w:rsidRDefault="00E63172" w:rsidP="00E63172">
      <w:pPr>
        <w:pStyle w:val="PKTpunkt"/>
      </w:pPr>
      <w:r w:rsidRPr="008C1EA7">
        <w:t xml:space="preserve">12) taśma ostrzegawcza (TO) – taśma wykonana z polietylenu, w kolorze pomarańczowym, </w:t>
      </w:r>
      <w:r w:rsidR="0067099E">
        <w:br/>
      </w:r>
      <w:r w:rsidRPr="008C1EA7">
        <w:t xml:space="preserve">z trwałym napisem, układana w połowie głębokości wykopu w celu ostrzeżenia </w:t>
      </w:r>
      <w:r w:rsidR="0067099E">
        <w:br/>
      </w:r>
      <w:r w:rsidRPr="008C1EA7">
        <w:t>o telekomunikac</w:t>
      </w:r>
      <w:r w:rsidR="003A2C21">
        <w:t>yjnej linii kablowej podziemnej;</w:t>
      </w:r>
    </w:p>
    <w:p w14:paraId="1D16A6DF" w14:textId="77777777" w:rsidR="00E63172" w:rsidRPr="008C1EA7" w:rsidRDefault="00E63172" w:rsidP="00E63172">
      <w:pPr>
        <w:pStyle w:val="PKTpunkt"/>
      </w:pPr>
      <w:r w:rsidRPr="008C1EA7">
        <w:t>13) taśma ostrzegawczo-lokalizacyjna (TOL) - taśma wykonana z polietylenu, w kolorze pomarańczowym, z trwałym napisem, zawierająca czynnik lokalizacyjny, układana bezpośrednio nad telekomuni</w:t>
      </w:r>
      <w:r w:rsidR="003A2C21">
        <w:t>kacyjną linią kablową podziemną;</w:t>
      </w:r>
    </w:p>
    <w:p w14:paraId="090C6D64" w14:textId="77777777" w:rsidR="0042197A" w:rsidRPr="008C1EA7" w:rsidRDefault="00103769" w:rsidP="000D28FB">
      <w:pPr>
        <w:pStyle w:val="PKTpunkt"/>
      </w:pPr>
      <w:r w:rsidRPr="008C1EA7">
        <w:lastRenderedPageBreak/>
        <w:t>1</w:t>
      </w:r>
      <w:r w:rsidR="00E63172" w:rsidRPr="008C1EA7">
        <w:t>4</w:t>
      </w:r>
      <w:r w:rsidR="0000506B" w:rsidRPr="008C1EA7">
        <w:t>)</w:t>
      </w:r>
      <w:r w:rsidR="0000506B" w:rsidRPr="008C1EA7">
        <w:tab/>
      </w:r>
      <w:r w:rsidR="0042197A" w:rsidRPr="008C1EA7">
        <w:t>telekomunikacyjna linia kablowa – ciąg połączonych kabli telekomunikacyjnych;</w:t>
      </w:r>
    </w:p>
    <w:p w14:paraId="3CCD55EB" w14:textId="77777777" w:rsidR="0042197A" w:rsidRPr="008C1EA7" w:rsidRDefault="00103769" w:rsidP="000D28FB">
      <w:pPr>
        <w:pStyle w:val="PKTpunkt"/>
      </w:pPr>
      <w:r w:rsidRPr="008C1EA7">
        <w:t>1</w:t>
      </w:r>
      <w:r w:rsidR="00E63172" w:rsidRPr="008C1EA7">
        <w:t>5</w:t>
      </w:r>
      <w:r w:rsidR="0000506B" w:rsidRPr="008C1EA7">
        <w:t>)</w:t>
      </w:r>
      <w:r w:rsidR="0000506B" w:rsidRPr="008C1EA7">
        <w:tab/>
      </w:r>
      <w:r w:rsidR="0042197A" w:rsidRPr="008C1EA7">
        <w:t>telekomunikacyjna linia kablowa nadziemna – telekomunikacyjną linię kablową umieszczoną na</w:t>
      </w:r>
      <w:r w:rsidR="00D30000" w:rsidRPr="008C1EA7">
        <w:t>d gruntem, np. na</w:t>
      </w:r>
      <w:r w:rsidR="0042197A" w:rsidRPr="008C1EA7">
        <w:t xml:space="preserve"> podbudowie słupowej</w:t>
      </w:r>
      <w:r w:rsidR="00D30000" w:rsidRPr="008C1EA7">
        <w:t xml:space="preserve">, </w:t>
      </w:r>
      <w:r w:rsidR="0042197A" w:rsidRPr="008C1EA7">
        <w:t>na konstrukcjach wsporczych</w:t>
      </w:r>
      <w:r w:rsidR="00D30000" w:rsidRPr="008C1EA7">
        <w:t xml:space="preserve"> lub między budynkami</w:t>
      </w:r>
      <w:r w:rsidR="0042197A" w:rsidRPr="008C1EA7">
        <w:t>;</w:t>
      </w:r>
    </w:p>
    <w:p w14:paraId="2C65E1E1" w14:textId="77777777" w:rsidR="0042197A" w:rsidRPr="008C1EA7" w:rsidRDefault="00103769" w:rsidP="000D28FB">
      <w:pPr>
        <w:pStyle w:val="PKTpunkt"/>
      </w:pPr>
      <w:r w:rsidRPr="008C1EA7">
        <w:t>1</w:t>
      </w:r>
      <w:r w:rsidR="00E63172" w:rsidRPr="008C1EA7">
        <w:t>6</w:t>
      </w:r>
      <w:r w:rsidR="0000506B" w:rsidRPr="008C1EA7">
        <w:t>)</w:t>
      </w:r>
      <w:r w:rsidR="0000506B" w:rsidRPr="008C1EA7">
        <w:tab/>
      </w:r>
      <w:r w:rsidR="0042197A" w:rsidRPr="008C1EA7">
        <w:t xml:space="preserve">telekomunikacyjna linia kablowa podziemna – telekomunikacyjną linię kablową umieszczoną w kanalizacji kablowej, kanale technologicznym, innym obiekcie budowlanym na zasadach </w:t>
      </w:r>
      <w:proofErr w:type="spellStart"/>
      <w:r w:rsidR="0042197A" w:rsidRPr="008C1EA7">
        <w:t>współwykorzystania</w:t>
      </w:r>
      <w:proofErr w:type="spellEnd"/>
      <w:r w:rsidR="0042197A" w:rsidRPr="008C1EA7">
        <w:t xml:space="preserve">, bezpośrednio w gruncie, na lub w dnie </w:t>
      </w:r>
      <w:r w:rsidR="001474AB" w:rsidRPr="008C1EA7">
        <w:t>wód morza terytorialnego, morskich wód wewnętrznych</w:t>
      </w:r>
      <w:r w:rsidR="0042197A" w:rsidRPr="008C1EA7">
        <w:t>, na lub w dnie śródlądowych wód powierzchniowych;</w:t>
      </w:r>
    </w:p>
    <w:p w14:paraId="5B972F7B" w14:textId="77777777" w:rsidR="0042197A" w:rsidRPr="008C1EA7" w:rsidRDefault="00103769" w:rsidP="000D28FB">
      <w:pPr>
        <w:pStyle w:val="PKTpunkt"/>
      </w:pPr>
      <w:r w:rsidRPr="008C1EA7">
        <w:t>1</w:t>
      </w:r>
      <w:r w:rsidR="00E63172" w:rsidRPr="008C1EA7">
        <w:t>7</w:t>
      </w:r>
      <w:r w:rsidR="0000506B" w:rsidRPr="008C1EA7">
        <w:t>)</w:t>
      </w:r>
      <w:r w:rsidR="0000506B" w:rsidRPr="008C1EA7">
        <w:tab/>
      </w:r>
      <w:r w:rsidR="0042197A" w:rsidRPr="008C1EA7">
        <w:t>telekomunikacyjny obiekt budowlany – telekomunikacyjną linię kablową, kanalizację kablową, antenowe konstrukcje wsporcze, kontenery telekomunikacyjne, podbudowę słupową dla telekomunikacyjnych linii kablowych, szafy i słupki telekomunikacyjne;</w:t>
      </w:r>
    </w:p>
    <w:p w14:paraId="52056B1B" w14:textId="77777777" w:rsidR="0042197A" w:rsidRPr="008C1EA7" w:rsidRDefault="00103769" w:rsidP="000D28FB">
      <w:pPr>
        <w:pStyle w:val="PKTpunkt"/>
      </w:pPr>
      <w:r w:rsidRPr="008C1EA7">
        <w:t>1</w:t>
      </w:r>
      <w:r w:rsidR="00E63172" w:rsidRPr="008C1EA7">
        <w:t>8</w:t>
      </w:r>
      <w:r w:rsidR="0000506B" w:rsidRPr="008C1EA7">
        <w:t>)</w:t>
      </w:r>
      <w:r w:rsidR="0000506B" w:rsidRPr="008C1EA7">
        <w:tab/>
      </w:r>
      <w:r w:rsidR="00057F71" w:rsidRPr="008C1EA7">
        <w:t>wolno</w:t>
      </w:r>
      <w:r w:rsidR="00A63198">
        <w:t xml:space="preserve"> </w:t>
      </w:r>
      <w:r w:rsidR="00057F71" w:rsidRPr="008C1EA7">
        <w:t xml:space="preserve">stojąca </w:t>
      </w:r>
      <w:r w:rsidR="0042197A" w:rsidRPr="008C1EA7">
        <w:t>wieża antenowa – antenową konstrukcję wsporczą, bez odciągów</w:t>
      </w:r>
      <w:r w:rsidR="00057F71" w:rsidRPr="008C1EA7">
        <w:t>, posadowioną na gruncie</w:t>
      </w:r>
      <w:r w:rsidR="0042197A" w:rsidRPr="008C1EA7">
        <w:t>;</w:t>
      </w:r>
    </w:p>
    <w:p w14:paraId="34EADA74" w14:textId="77777777" w:rsidR="0042197A" w:rsidRPr="008C1EA7" w:rsidRDefault="00103769" w:rsidP="000D28FB">
      <w:pPr>
        <w:pStyle w:val="PKTpunkt"/>
      </w:pPr>
      <w:r w:rsidRPr="008C1EA7">
        <w:t>1</w:t>
      </w:r>
      <w:r w:rsidR="00E63172" w:rsidRPr="008C1EA7">
        <w:t>9</w:t>
      </w:r>
      <w:r w:rsidR="0000506B" w:rsidRPr="008C1EA7">
        <w:t>)</w:t>
      </w:r>
      <w:r w:rsidR="0000506B" w:rsidRPr="008C1EA7">
        <w:tab/>
      </w:r>
      <w:r w:rsidR="0042197A" w:rsidRPr="008C1EA7">
        <w:t>wolno stojący maszt antenowy – antenową konstrukcję wsporczą, z odciągami</w:t>
      </w:r>
      <w:r w:rsidR="00057F71" w:rsidRPr="008C1EA7">
        <w:t>, posadowioną na gruncie</w:t>
      </w:r>
      <w:r w:rsidR="0042197A" w:rsidRPr="008C1EA7">
        <w:t>;</w:t>
      </w:r>
    </w:p>
    <w:p w14:paraId="30CB6058" w14:textId="77777777" w:rsidR="0042197A" w:rsidRPr="008C1EA7" w:rsidRDefault="00E63172" w:rsidP="000D28FB">
      <w:pPr>
        <w:pStyle w:val="PKTpunkt"/>
      </w:pPr>
      <w:r w:rsidRPr="008C1EA7">
        <w:t>20</w:t>
      </w:r>
      <w:r w:rsidR="0000506B" w:rsidRPr="008C1EA7">
        <w:t>)</w:t>
      </w:r>
      <w:r w:rsidR="0000506B" w:rsidRPr="008C1EA7">
        <w:tab/>
      </w:r>
      <w:proofErr w:type="spellStart"/>
      <w:r w:rsidR="0042197A" w:rsidRPr="008C1EA7">
        <w:t>współwykorzystanie</w:t>
      </w:r>
      <w:proofErr w:type="spellEnd"/>
      <w:r w:rsidR="00364251">
        <w:t xml:space="preserve"> </w:t>
      </w:r>
      <w:r w:rsidR="0042197A" w:rsidRPr="008C1EA7">
        <w:t>– usytuowanie telekomunikacyjnych obiektów budowlanych na obszarze bądź z wykorzystaniem całości lub części innych obiektów budowlanych</w:t>
      </w:r>
      <w:r w:rsidR="00364251">
        <w:t xml:space="preserve"> </w:t>
      </w:r>
      <w:r w:rsidR="00364251" w:rsidRPr="008C1EA7">
        <w:t>lub drogowych obiektów inżynierskich</w:t>
      </w:r>
      <w:r w:rsidR="0042197A" w:rsidRPr="008C1EA7">
        <w:t>;</w:t>
      </w:r>
    </w:p>
    <w:p w14:paraId="053BDF66" w14:textId="77777777" w:rsidR="0042197A" w:rsidRPr="008C1EA7" w:rsidRDefault="00E63172" w:rsidP="008F23C6">
      <w:pPr>
        <w:pStyle w:val="PKTpunkt"/>
      </w:pPr>
      <w:r w:rsidRPr="007E486E">
        <w:t>21</w:t>
      </w:r>
      <w:r w:rsidR="0000506B" w:rsidRPr="005055FC">
        <w:t>)</w:t>
      </w:r>
      <w:r w:rsidR="0000506B" w:rsidRPr="005055FC">
        <w:tab/>
      </w:r>
      <w:r w:rsidR="0042197A" w:rsidRPr="00A35DC4">
        <w:t>zabezpieczenie specjalne – elementy ostrzegawcze i wzmocnienia mechaniczne stosowane w przypadkach zbliżeń i skrzyżowań telekomunikacyjnych obiektów budowlanych</w:t>
      </w:r>
      <w:r w:rsidR="0042197A" w:rsidRPr="008C1EA7">
        <w:t xml:space="preserve"> z innymi obiektami budowlanymi, gdy odległość telekomunikacyjnych obiektów budowlanych od innego obiektu budowlanego jest mniejsza niż odległość podstawowa lub głębokość</w:t>
      </w:r>
      <w:r w:rsidR="008A21F6" w:rsidRPr="008C1EA7">
        <w:t xml:space="preserve"> podstawowa o nie więcej niż 50</w:t>
      </w:r>
      <w:r w:rsidR="0042197A" w:rsidRPr="008C1EA7">
        <w:t>%;</w:t>
      </w:r>
    </w:p>
    <w:p w14:paraId="64F5EDD8" w14:textId="77777777" w:rsidR="0042197A" w:rsidRPr="008C1EA7" w:rsidRDefault="00103769" w:rsidP="000D28FB">
      <w:pPr>
        <w:pStyle w:val="PKTpunkt"/>
      </w:pPr>
      <w:r w:rsidRPr="008C1EA7">
        <w:t>2</w:t>
      </w:r>
      <w:r w:rsidR="008F23C6">
        <w:t>2</w:t>
      </w:r>
      <w:r w:rsidR="0000506B" w:rsidRPr="008C1EA7">
        <w:t>)</w:t>
      </w:r>
      <w:r w:rsidR="0000506B" w:rsidRPr="008C1EA7">
        <w:tab/>
      </w:r>
      <w:r w:rsidR="0042197A" w:rsidRPr="008C1EA7">
        <w:t>zabezpieczenie szczególne – elementy ostrzegawcze i wzmocnienia mechaniczne stosowane w przypadkach zbliżeń i skrzyżowań telekomunikacyjnych obiektów budowlanych z innymi obiektami budowlanymi, gdy odległość telekomunikacyjnego obiektu budowlanego od innego obiektu b</w:t>
      </w:r>
      <w:r w:rsidR="008A21F6" w:rsidRPr="008C1EA7">
        <w:t>udowlanego jest mniejsza niż 50%, lecz większa niż 25</w:t>
      </w:r>
      <w:r w:rsidR="0042197A" w:rsidRPr="008C1EA7">
        <w:t xml:space="preserve">% odległości podstawowej lub głębokości podstawowej; </w:t>
      </w:r>
    </w:p>
    <w:p w14:paraId="49B27499" w14:textId="77777777" w:rsidR="0042197A" w:rsidRPr="008C1EA7" w:rsidRDefault="00103769" w:rsidP="008F23C6">
      <w:pPr>
        <w:pStyle w:val="PKTpunkt"/>
      </w:pPr>
      <w:r w:rsidRPr="008C1EA7">
        <w:t>2</w:t>
      </w:r>
      <w:r w:rsidR="008F23C6">
        <w:t>3</w:t>
      </w:r>
      <w:r w:rsidR="0000506B" w:rsidRPr="008C1EA7">
        <w:t>)</w:t>
      </w:r>
      <w:r w:rsidR="0000506B" w:rsidRPr="008C1EA7">
        <w:tab/>
      </w:r>
      <w:r w:rsidR="0042197A" w:rsidRPr="008C1EA7">
        <w:t xml:space="preserve">zasobnik kablowy – </w:t>
      </w:r>
      <w:r w:rsidR="00AA799A" w:rsidRPr="008C1EA7">
        <w:t xml:space="preserve">pomieszczenie stanowiące </w:t>
      </w:r>
      <w:r w:rsidR="0042197A" w:rsidRPr="008C1EA7">
        <w:t xml:space="preserve">osłonę dla złącza kabla telekomunikacyjnego lub </w:t>
      </w:r>
      <w:proofErr w:type="spellStart"/>
      <w:r w:rsidR="0042197A" w:rsidRPr="008C1EA7">
        <w:t>mikrokabla</w:t>
      </w:r>
      <w:proofErr w:type="spellEnd"/>
      <w:r w:rsidR="0042197A" w:rsidRPr="008C1EA7">
        <w:t xml:space="preserve"> światłowodowego i ich zapasów</w:t>
      </w:r>
      <w:r w:rsidR="000C0BF9">
        <w:t>.</w:t>
      </w:r>
      <w:r w:rsidR="0042197A" w:rsidRPr="008C1EA7">
        <w:t xml:space="preserve"> </w:t>
      </w:r>
    </w:p>
    <w:p w14:paraId="5E2FF875" w14:textId="77B032AD" w:rsidR="00FC6B64" w:rsidRPr="008C1EA7" w:rsidRDefault="0042197A" w:rsidP="00FC6B64">
      <w:pPr>
        <w:pStyle w:val="ARTartustawynprozporzdzenia"/>
        <w:rPr>
          <w:rFonts w:eastAsiaTheme="minorHAnsi"/>
          <w:szCs w:val="24"/>
        </w:rPr>
      </w:pPr>
      <w:r w:rsidRPr="008C1EA7">
        <w:rPr>
          <w:rStyle w:val="Ppogrubienie"/>
        </w:rPr>
        <w:t xml:space="preserve">§ </w:t>
      </w:r>
      <w:r w:rsidR="00AC4946" w:rsidRPr="008C1EA7">
        <w:rPr>
          <w:rStyle w:val="Ppogrubienie"/>
        </w:rPr>
        <w:t>3</w:t>
      </w:r>
      <w:r w:rsidRPr="008C1EA7">
        <w:rPr>
          <w:rStyle w:val="Ppogrubienie"/>
        </w:rPr>
        <w:t>.</w:t>
      </w:r>
      <w:r w:rsidR="00991101" w:rsidRPr="008C1EA7">
        <w:t xml:space="preserve"> </w:t>
      </w:r>
      <w:r w:rsidR="009D1C52" w:rsidRPr="008C1EA7">
        <w:t xml:space="preserve">1. </w:t>
      </w:r>
      <w:r w:rsidR="00FC6B64" w:rsidRPr="008C1EA7">
        <w:t xml:space="preserve">Telekomunikacyjne linie kablowe podziemne umieszcza się w kanalizacji kablowej, lub innym obiekcie budowlanym na zasadach </w:t>
      </w:r>
      <w:proofErr w:type="spellStart"/>
      <w:r w:rsidR="00FC6B64" w:rsidRPr="008C1EA7">
        <w:t>współwykorzystania</w:t>
      </w:r>
      <w:proofErr w:type="spellEnd"/>
      <w:r w:rsidR="00FC6B64" w:rsidRPr="008C1EA7">
        <w:t xml:space="preserve">, na lub w dnie </w:t>
      </w:r>
      <w:r w:rsidR="00FC6B64" w:rsidRPr="008C1EA7">
        <w:lastRenderedPageBreak/>
        <w:t xml:space="preserve">wód morza terytorialnego i morskich wód wewnętrznych lub śródlądowej wody powierzchniowej, albo bezpośrednio w gruncie, przy czym głębokość podstawowa ułożenia kabla w gruncie </w:t>
      </w:r>
      <w:r w:rsidR="00DB6D4C">
        <w:t>jest</w:t>
      </w:r>
      <w:r w:rsidR="00FC6B64" w:rsidRPr="008C1EA7">
        <w:t xml:space="preserve"> nie mniejsza niż 0,7 m, a w połowie głębokości ułożenia kabla umieszcza</w:t>
      </w:r>
      <w:r w:rsidR="003A2C21">
        <w:t xml:space="preserve"> się </w:t>
      </w:r>
      <w:r w:rsidR="00FC6B64" w:rsidRPr="008C1EA7">
        <w:t xml:space="preserve"> taśm</w:t>
      </w:r>
      <w:r w:rsidR="003A2C21">
        <w:t>ę</w:t>
      </w:r>
      <w:r w:rsidR="00FC6B64" w:rsidRPr="008C1EA7">
        <w:t xml:space="preserve"> ostrzegawcz</w:t>
      </w:r>
      <w:r w:rsidR="003A2C21">
        <w:t>ą</w:t>
      </w:r>
      <w:r w:rsidR="00FC6B64" w:rsidRPr="008C1EA7">
        <w:t>, a w przypadku kabla światłowodowego bezpośrednio nad nim umieszcza</w:t>
      </w:r>
      <w:r w:rsidR="003A2C21">
        <w:t xml:space="preserve"> się taśmę ostrzegawczo-lokalizacyjną</w:t>
      </w:r>
      <w:r w:rsidR="00FC6B64" w:rsidRPr="008C1EA7">
        <w:t>.</w:t>
      </w:r>
    </w:p>
    <w:p w14:paraId="715B8967" w14:textId="27EA7AB5" w:rsidR="00FC6B64" w:rsidRPr="008C1EA7" w:rsidRDefault="00E63172" w:rsidP="00FC6B64">
      <w:pPr>
        <w:pStyle w:val="ARTartustawynprozporzdzenia"/>
      </w:pPr>
      <w:r w:rsidRPr="008C1EA7">
        <w:t>2</w:t>
      </w:r>
      <w:r w:rsidR="00FC6B64" w:rsidRPr="008C1EA7">
        <w:t>. W pasie drogi publicznej telekomunikacyjne linie kablowe podziemne umieszcza się w</w:t>
      </w:r>
      <w:r w:rsidR="00165EB3">
        <w:t> </w:t>
      </w:r>
      <w:r w:rsidR="00FC6B64" w:rsidRPr="008C1EA7">
        <w:t xml:space="preserve">kanale technologicznym, a w razie jego braku </w:t>
      </w:r>
      <w:r w:rsidR="00D576F5" w:rsidRPr="008C1EA7">
        <w:t xml:space="preserve">lub </w:t>
      </w:r>
      <w:r w:rsidR="00800622">
        <w:t>gdy kanał ten jest całkowicie zajęty</w:t>
      </w:r>
      <w:r w:rsidR="00D576F5" w:rsidRPr="008C1EA7">
        <w:t xml:space="preserve"> </w:t>
      </w:r>
      <w:r w:rsidR="00FC6B64" w:rsidRPr="008C1EA7">
        <w:t xml:space="preserve">w kanalizacji kablowej, </w:t>
      </w:r>
      <w:r w:rsidR="00FF32BF" w:rsidRPr="008C1EA7">
        <w:t xml:space="preserve">lub </w:t>
      </w:r>
      <w:r w:rsidR="00FC6B64" w:rsidRPr="008C1EA7">
        <w:t xml:space="preserve">innym obiekcie budowlanym na zasadach </w:t>
      </w:r>
      <w:proofErr w:type="spellStart"/>
      <w:r w:rsidR="00FC6B64" w:rsidRPr="008C1EA7">
        <w:t>współwykorzystania</w:t>
      </w:r>
      <w:proofErr w:type="spellEnd"/>
      <w:r w:rsidR="00FC6B64" w:rsidRPr="008C1EA7">
        <w:t xml:space="preserve">, albo bezpośrednio w gruncie, przy czym głębokość podstawowa ułożenia kabla w gruncie </w:t>
      </w:r>
      <w:r w:rsidR="00DB6D4C">
        <w:t>jest</w:t>
      </w:r>
      <w:r w:rsidR="00FC6B64" w:rsidRPr="008C1EA7">
        <w:t xml:space="preserve"> nie mniejsza niż 0,7 m, a w połowie głębokości ułożenia kabla umieszcz</w:t>
      </w:r>
      <w:r w:rsidR="00DB6D4C">
        <w:t>a się</w:t>
      </w:r>
      <w:r w:rsidR="00FC6B64" w:rsidRPr="008C1EA7">
        <w:t xml:space="preserve"> taśm</w:t>
      </w:r>
      <w:r w:rsidR="00DB6D4C">
        <w:t>ę</w:t>
      </w:r>
      <w:r w:rsidR="00FC6B64" w:rsidRPr="008C1EA7">
        <w:t xml:space="preserve"> ostrzegawcz</w:t>
      </w:r>
      <w:r w:rsidR="00DB6D4C">
        <w:t>ą</w:t>
      </w:r>
      <w:r w:rsidR="00FC6B64" w:rsidRPr="008C1EA7">
        <w:t>, a w przypadku kabla światłowodowego bezpośrednio nad nim umieszcz</w:t>
      </w:r>
      <w:r w:rsidR="00DB6D4C">
        <w:t>a się</w:t>
      </w:r>
      <w:r w:rsidR="00FC6B64" w:rsidRPr="008C1EA7">
        <w:t xml:space="preserve"> taśm</w:t>
      </w:r>
      <w:r w:rsidR="00DB6D4C">
        <w:t>ę</w:t>
      </w:r>
      <w:r w:rsidR="00FC6B64" w:rsidRPr="008C1EA7">
        <w:t xml:space="preserve"> ostrzegawczo-lokalizacyjn</w:t>
      </w:r>
      <w:r w:rsidR="00DB6D4C">
        <w:t>ą</w:t>
      </w:r>
      <w:r w:rsidR="00FC6B64" w:rsidRPr="008C1EA7">
        <w:t>.</w:t>
      </w:r>
    </w:p>
    <w:p w14:paraId="5FB319A5" w14:textId="77777777" w:rsidR="0042197A" w:rsidRPr="008C1EA7" w:rsidRDefault="00E63172" w:rsidP="00FC6B64">
      <w:pPr>
        <w:pStyle w:val="ARTartustawynprozporzdzenia"/>
      </w:pPr>
      <w:r w:rsidRPr="008C1EA7">
        <w:t>3</w:t>
      </w:r>
      <w:r w:rsidR="0042197A" w:rsidRPr="008C1EA7">
        <w:t>. Telekomunikacyjne linie kablowe nadziemne umieszcza się na podbudowie słupowej dla telekomunikacyjnych linii kablowych, elektroenergetycznej, trakcyjnej lub konstrukcjach wsporczych</w:t>
      </w:r>
      <w:r w:rsidR="00802ECE" w:rsidRPr="008C1EA7">
        <w:t xml:space="preserve"> lub instaluje między budynkami.</w:t>
      </w:r>
    </w:p>
    <w:p w14:paraId="74EBB810" w14:textId="77777777" w:rsidR="0042197A" w:rsidRPr="008C1EA7" w:rsidRDefault="0042197A" w:rsidP="0024590A">
      <w:pPr>
        <w:pStyle w:val="ARTartustawynprozporzdzenia"/>
      </w:pPr>
      <w:r w:rsidRPr="008C1EA7">
        <w:rPr>
          <w:rStyle w:val="Ppogrubienie"/>
        </w:rPr>
        <w:t xml:space="preserve">§ </w:t>
      </w:r>
      <w:r w:rsidR="00AC4946" w:rsidRPr="008C1EA7">
        <w:rPr>
          <w:rStyle w:val="Ppogrubienie"/>
        </w:rPr>
        <w:t>4</w:t>
      </w:r>
      <w:r w:rsidRPr="008C1EA7">
        <w:rPr>
          <w:rStyle w:val="Ppogrubienie"/>
        </w:rPr>
        <w:t>.</w:t>
      </w:r>
      <w:r w:rsidR="00991101" w:rsidRPr="008C1EA7">
        <w:t xml:space="preserve"> </w:t>
      </w:r>
      <w:r w:rsidRPr="008C1EA7">
        <w:t xml:space="preserve"> Usytuowanie i warunki techniczne </w:t>
      </w:r>
      <w:r w:rsidR="00103769" w:rsidRPr="008C1EA7">
        <w:t>kanalizacji kablowej</w:t>
      </w:r>
      <w:r w:rsidRPr="008C1EA7">
        <w:t xml:space="preserve">, oraz </w:t>
      </w:r>
      <w:r w:rsidR="00103769" w:rsidRPr="008C1EA7">
        <w:t xml:space="preserve">telekomunikacyjnych linii kablowych </w:t>
      </w:r>
      <w:r w:rsidRPr="008C1EA7">
        <w:t xml:space="preserve">w przypadkach </w:t>
      </w:r>
      <w:proofErr w:type="spellStart"/>
      <w:r w:rsidRPr="008C1EA7">
        <w:t>współwykorzystania</w:t>
      </w:r>
      <w:proofErr w:type="spellEnd"/>
      <w:r w:rsidRPr="008C1EA7">
        <w:t xml:space="preserve"> innych obiektów budowlanych oraz zbliżeń i skrzyżowań telekomunikacyjnego obiektu budowlanego do innych obiektów budowlanych, w tym skrzyżowań </w:t>
      </w:r>
      <w:r w:rsidR="001474AB" w:rsidRPr="008C1EA7">
        <w:t xml:space="preserve">z wodami morza terytorialnego i morskimi wodami wewnętrznymi oraz </w:t>
      </w:r>
      <w:r w:rsidRPr="008C1EA7">
        <w:t>ze śródlądowymi wodami powierzchniowymi, określa załącznik nr 1 do rozporządzenia.</w:t>
      </w:r>
    </w:p>
    <w:p w14:paraId="120137F3" w14:textId="77777777" w:rsidR="0042197A" w:rsidRPr="008C1EA7" w:rsidRDefault="0042197A" w:rsidP="0000506B">
      <w:pPr>
        <w:pStyle w:val="ARTartustawynprozporzdzenia"/>
      </w:pPr>
      <w:r w:rsidRPr="008C1EA7">
        <w:rPr>
          <w:rStyle w:val="Ppogrubienie"/>
        </w:rPr>
        <w:t xml:space="preserve">§ </w:t>
      </w:r>
      <w:r w:rsidR="00AC4946" w:rsidRPr="008C1EA7">
        <w:rPr>
          <w:rStyle w:val="Ppogrubienie"/>
        </w:rPr>
        <w:t>5</w:t>
      </w:r>
      <w:r w:rsidRPr="008C1EA7">
        <w:rPr>
          <w:rStyle w:val="Ppogrubienie"/>
        </w:rPr>
        <w:t>.</w:t>
      </w:r>
      <w:r w:rsidR="00991101" w:rsidRPr="008C1EA7">
        <w:t xml:space="preserve"> </w:t>
      </w:r>
      <w:r w:rsidRPr="008C1EA7">
        <w:t xml:space="preserve">1. Kanalizację kablową oraz instalacje z nią związane projektuje się, buduje oraz przebudowuje z wykorzystaniem wyrobów zapewniających trwałość i funkcjonalność dzięki zastosowaniu rozwiązań o standardzie nie niższym niż określony w Polskich Normach, </w:t>
      </w:r>
      <w:r w:rsidR="008A21F6" w:rsidRPr="008C1EA7">
        <w:br/>
      </w:r>
      <w:r w:rsidRPr="008C1EA7">
        <w:t>w zakresie:</w:t>
      </w:r>
    </w:p>
    <w:p w14:paraId="53CC1BC0" w14:textId="437B231B" w:rsidR="0042197A" w:rsidRPr="008C1EA7" w:rsidRDefault="0042197A" w:rsidP="008A21F6">
      <w:pPr>
        <w:pStyle w:val="PKTpunkt"/>
      </w:pPr>
      <w:r w:rsidRPr="008C1EA7">
        <w:t>1)</w:t>
      </w:r>
      <w:r w:rsidRPr="008C1EA7">
        <w:tab/>
        <w:t xml:space="preserve">rur i </w:t>
      </w:r>
      <w:proofErr w:type="spellStart"/>
      <w:r w:rsidRPr="008C1EA7">
        <w:t>mikrorur</w:t>
      </w:r>
      <w:proofErr w:type="spellEnd"/>
      <w:r w:rsidRPr="008C1EA7">
        <w:t>: PN-EN 61386-21:2005 Systemy rur instalacyjnych do prowadzenia przewodów</w:t>
      </w:r>
      <w:r w:rsidR="007B34CE">
        <w:t xml:space="preserve"> </w:t>
      </w:r>
      <w:r w:rsidR="006778C3" w:rsidRPr="008C1EA7">
        <w:t>-</w:t>
      </w:r>
      <w:r w:rsidR="007B34CE">
        <w:t xml:space="preserve"> </w:t>
      </w:r>
      <w:r w:rsidRPr="008C1EA7">
        <w:t>Część 21: Wymagania szczegółowe</w:t>
      </w:r>
      <w:r w:rsidR="007816DF" w:rsidRPr="008C1EA7">
        <w:t xml:space="preserve"> </w:t>
      </w:r>
      <w:r w:rsidR="006778C3" w:rsidRPr="008C1EA7">
        <w:t>-</w:t>
      </w:r>
      <w:r w:rsidR="007816DF" w:rsidRPr="008C1EA7">
        <w:t xml:space="preserve"> </w:t>
      </w:r>
      <w:r w:rsidRPr="008C1EA7">
        <w:t>Systemy rur instalacyjnych sztywnych oraz  PN-EN 61386</w:t>
      </w:r>
      <w:r w:rsidR="007B34CE">
        <w:t>-</w:t>
      </w:r>
      <w:r w:rsidRPr="008C1EA7">
        <w:t>1:2011 Systemy rur instalacyjnych do prowadzenia przewodów</w:t>
      </w:r>
      <w:r w:rsidR="006778C3" w:rsidRPr="008C1EA7">
        <w:t>-</w:t>
      </w:r>
      <w:r w:rsidRPr="008C1EA7">
        <w:t>Część 1: Wymagania ogólne;</w:t>
      </w:r>
    </w:p>
    <w:p w14:paraId="5851709C" w14:textId="62AF46AD" w:rsidR="0042197A" w:rsidRPr="008C1EA7" w:rsidRDefault="0042197A" w:rsidP="0000506B">
      <w:pPr>
        <w:pStyle w:val="PKTpunkt"/>
      </w:pPr>
      <w:r w:rsidRPr="008C1EA7">
        <w:t>2)</w:t>
      </w:r>
      <w:r w:rsidRPr="008C1EA7">
        <w:tab/>
        <w:t xml:space="preserve">studni kablowych i zasobników: </w:t>
      </w:r>
      <w:r w:rsidR="007B34CE" w:rsidRPr="007B34CE">
        <w:t xml:space="preserve">PN-EN 124-1:2015-07 Zwieńczenia wpustów </w:t>
      </w:r>
      <w:r w:rsidR="001A0FA4">
        <w:br/>
      </w:r>
      <w:r w:rsidR="007B34CE" w:rsidRPr="007B34CE">
        <w:t xml:space="preserve">i studzienek włazowych do nawierzchni dla ruchu pieszego i kołowego </w:t>
      </w:r>
      <w:r w:rsidR="001A0FA4">
        <w:t>–</w:t>
      </w:r>
      <w:r w:rsidR="007B34CE" w:rsidRPr="007B34CE">
        <w:t xml:space="preserve"> Część 1: Klasyfikacja, ogólne zasady projektowania, wymagania funkcjonalne </w:t>
      </w:r>
      <w:r w:rsidR="007B34CE" w:rsidRPr="007B34CE">
        <w:br/>
      </w:r>
      <w:r w:rsidR="007B34CE" w:rsidRPr="007B34CE">
        <w:lastRenderedPageBreak/>
        <w:t>i badawcze, metody badań i ocena zgodności</w:t>
      </w:r>
      <w:r w:rsidRPr="008C1EA7">
        <w:t xml:space="preserve">, PN-EN 124-4:2015-07 Zwieńczenia wpustów ściekowych i studzienek włazowych do nawierzchni dla ruchu pieszego </w:t>
      </w:r>
      <w:r w:rsidR="001A0FA4">
        <w:br/>
      </w:r>
      <w:r w:rsidRPr="008C1EA7">
        <w:t>i kołowego</w:t>
      </w:r>
      <w:r w:rsidR="007816DF" w:rsidRPr="008C1EA7">
        <w:t xml:space="preserve"> </w:t>
      </w:r>
      <w:r w:rsidR="006778C3" w:rsidRPr="008C1EA7">
        <w:t>-</w:t>
      </w:r>
      <w:r w:rsidR="007816DF" w:rsidRPr="008C1EA7">
        <w:t xml:space="preserve"> </w:t>
      </w:r>
      <w:r w:rsidRPr="008C1EA7">
        <w:t>Część 4: Zwieńczenia wpustów ściekowych i studzienek włazowych wykonane z betonu zbrojonego stalą, PN-EN 124-5:2015-07 Zwieńczenia wpustów ściekowych i studzienek włazowych do nawierzchni dla ruchu pieszego i kołowego</w:t>
      </w:r>
      <w:r w:rsidR="007816DF" w:rsidRPr="008C1EA7">
        <w:t xml:space="preserve"> </w:t>
      </w:r>
      <w:r w:rsidR="001A0FA4">
        <w:br/>
        <w:t>–</w:t>
      </w:r>
      <w:r w:rsidR="007816DF" w:rsidRPr="008C1EA7">
        <w:t xml:space="preserve"> </w:t>
      </w:r>
      <w:r w:rsidRPr="008C1EA7">
        <w:t xml:space="preserve">Część 5: Zwieńczenia wpustów ściekowych i studzienek włazowych wykonane </w:t>
      </w:r>
      <w:r w:rsidR="001A0FA4">
        <w:br/>
      </w:r>
      <w:r w:rsidRPr="008C1EA7">
        <w:t>z materiałów kompozytowych oraz PN-EN 206+</w:t>
      </w:r>
      <w:r w:rsidR="003C5645" w:rsidRPr="008C1EA7">
        <w:t>A</w:t>
      </w:r>
      <w:r w:rsidR="003C5645">
        <w:t>2</w:t>
      </w:r>
      <w:r w:rsidR="00D44DDF">
        <w:t xml:space="preserve"> </w:t>
      </w:r>
      <w:r w:rsidR="003C5645" w:rsidRPr="008C1EA7">
        <w:t xml:space="preserve">Beton </w:t>
      </w:r>
      <w:r w:rsidR="001A0FA4">
        <w:t>–</w:t>
      </w:r>
      <w:r w:rsidR="007816DF" w:rsidRPr="008C1EA7">
        <w:t xml:space="preserve"> </w:t>
      </w:r>
      <w:r w:rsidRPr="008C1EA7">
        <w:t xml:space="preserve">Wymagania, właściwości, produkcja i zgodność. </w:t>
      </w:r>
    </w:p>
    <w:p w14:paraId="475A0509" w14:textId="3D84D75B" w:rsidR="0042197A" w:rsidRPr="008C1EA7" w:rsidRDefault="0042197A" w:rsidP="0000506B">
      <w:pPr>
        <w:pStyle w:val="USTustnpkodeksu"/>
      </w:pPr>
      <w:r w:rsidRPr="008C1EA7">
        <w:t>2. Zwieńczenia studni kablowych oraz zasobników kablowych przykrytych warstwą ziemi o grubości 0,7 m odznacza</w:t>
      </w:r>
      <w:r w:rsidR="00522BB7">
        <w:t>ją</w:t>
      </w:r>
      <w:r w:rsidRPr="008C1EA7">
        <w:t xml:space="preserve"> się odpornością na nacisk z góry o wartości minimalnej wyrażonej w kiloniutonach:</w:t>
      </w:r>
    </w:p>
    <w:p w14:paraId="6380077A" w14:textId="598AE24E" w:rsidR="00E63172" w:rsidRPr="008C1EA7" w:rsidRDefault="00E63172" w:rsidP="00E63172">
      <w:pPr>
        <w:pStyle w:val="PKTpunkt"/>
      </w:pPr>
      <w:r w:rsidRPr="008C1EA7">
        <w:t>1)</w:t>
      </w:r>
      <w:r w:rsidR="001A0FA4">
        <w:tab/>
      </w:r>
      <w:r w:rsidRPr="008C1EA7">
        <w:t xml:space="preserve">15 </w:t>
      </w:r>
      <w:proofErr w:type="spellStart"/>
      <w:r w:rsidRPr="008C1EA7">
        <w:t>kN</w:t>
      </w:r>
      <w:proofErr w:type="spellEnd"/>
      <w:r w:rsidRPr="008C1EA7">
        <w:t xml:space="preserve"> – dla powierzchni przeznaczonych wyłącznie do ruchu pieszych, osób poruszających się przy użyciu urządzenia wspomagającego ruch, rowerów, hulajnóg elektrycznych lub urządzeń transportu osobistego,</w:t>
      </w:r>
    </w:p>
    <w:p w14:paraId="41ABD206" w14:textId="222901A4" w:rsidR="00E63172" w:rsidRPr="008C1EA7" w:rsidRDefault="00E63172" w:rsidP="00E63172">
      <w:pPr>
        <w:pStyle w:val="PKTpunkt"/>
      </w:pPr>
      <w:r w:rsidRPr="008C1EA7">
        <w:t>2)</w:t>
      </w:r>
      <w:r w:rsidR="001A0FA4">
        <w:tab/>
      </w:r>
      <w:r w:rsidRPr="008C1EA7">
        <w:t xml:space="preserve">125 </w:t>
      </w:r>
      <w:proofErr w:type="spellStart"/>
      <w:r w:rsidRPr="008C1EA7">
        <w:t>kN</w:t>
      </w:r>
      <w:proofErr w:type="spellEnd"/>
      <w:r w:rsidRPr="008C1EA7">
        <w:t xml:space="preserve"> – dla powierzchni przeznaczonych do parkowania samochodów osobowych,</w:t>
      </w:r>
    </w:p>
    <w:p w14:paraId="77A50FEF" w14:textId="1A312C5E" w:rsidR="00E63172" w:rsidRPr="008C1EA7" w:rsidRDefault="00E63172" w:rsidP="00E63172">
      <w:pPr>
        <w:pStyle w:val="PKTpunkt"/>
      </w:pPr>
      <w:r w:rsidRPr="008C1EA7">
        <w:t>3)</w:t>
      </w:r>
      <w:r w:rsidR="001A0FA4">
        <w:tab/>
      </w:r>
      <w:r w:rsidRPr="008C1EA7">
        <w:t xml:space="preserve">250 </w:t>
      </w:r>
      <w:proofErr w:type="spellStart"/>
      <w:r w:rsidRPr="008C1EA7">
        <w:t>kN</w:t>
      </w:r>
      <w:proofErr w:type="spellEnd"/>
      <w:r w:rsidRPr="008C1EA7">
        <w:t xml:space="preserve"> – dla zwieńczeń studni, wpustów i studzienek włazowych usytuowanych przy krawężnikach w obszarze, który mierzony od ściany krawężnika może sięgać w tor ruchu maksimum 0,5 m i w drogę dla pieszych, rowerów lub pieszych i rowerów 0,2 m,</w:t>
      </w:r>
    </w:p>
    <w:p w14:paraId="12614946" w14:textId="56714FA9" w:rsidR="00E63172" w:rsidRPr="008C1EA7" w:rsidRDefault="00E63172" w:rsidP="00E63172">
      <w:pPr>
        <w:pStyle w:val="PKTpunkt"/>
      </w:pPr>
      <w:r w:rsidRPr="008C1EA7">
        <w:t>4)</w:t>
      </w:r>
      <w:r w:rsidR="001A0FA4">
        <w:tab/>
      </w:r>
      <w:r w:rsidRPr="008C1EA7">
        <w:t xml:space="preserve">400 </w:t>
      </w:r>
      <w:proofErr w:type="spellStart"/>
      <w:r w:rsidRPr="008C1EA7">
        <w:t>kN</w:t>
      </w:r>
      <w:proofErr w:type="spellEnd"/>
      <w:r w:rsidRPr="008C1EA7">
        <w:t xml:space="preserve"> – dla powierzchni przeznaczonych do ruchu i postoju pojazdów silnikowych</w:t>
      </w:r>
    </w:p>
    <w:p w14:paraId="3944C93D" w14:textId="36FD39E2" w:rsidR="0042197A" w:rsidRPr="008C1EA7" w:rsidRDefault="001A0FA4" w:rsidP="0000506B">
      <w:pPr>
        <w:pStyle w:val="CZWSPPKTczwsplnapunktw"/>
      </w:pPr>
      <w:r>
        <w:t>–</w:t>
      </w:r>
      <w:r w:rsidR="00935058" w:rsidRPr="007E486E">
        <w:tab/>
      </w:r>
      <w:r w:rsidR="0042197A" w:rsidRPr="005055FC">
        <w:t xml:space="preserve">wyznaczonych w próbie obciążenia </w:t>
      </w:r>
      <w:r w:rsidR="00627B8A" w:rsidRPr="005055FC">
        <w:t xml:space="preserve">co najmniej </w:t>
      </w:r>
      <w:r w:rsidR="0042197A" w:rsidRPr="005055FC">
        <w:t>zgodnie z pkt 7.1</w:t>
      </w:r>
      <w:r w:rsidR="00206855" w:rsidRPr="00A35DC4">
        <w:t>.</w:t>
      </w:r>
      <w:r w:rsidR="0042197A" w:rsidRPr="00A35DC4">
        <w:t xml:space="preserve">3 normy PN-EN 124-1:2015-07 Zwieńczenia wpustów </w:t>
      </w:r>
      <w:r w:rsidR="00103769" w:rsidRPr="008C1EA7">
        <w:t xml:space="preserve">ściekowych </w:t>
      </w:r>
      <w:r w:rsidR="0042197A" w:rsidRPr="008C1EA7">
        <w:t>i studzienek włazowych do nawierzchni dla ruchu pieszego i kołowego</w:t>
      </w:r>
      <w:r w:rsidR="007816DF" w:rsidRPr="008C1EA7">
        <w:t xml:space="preserve"> </w:t>
      </w:r>
      <w:r w:rsidR="00A42F6B">
        <w:t>–</w:t>
      </w:r>
      <w:r w:rsidR="007816DF" w:rsidRPr="008C1EA7">
        <w:t xml:space="preserve"> </w:t>
      </w:r>
      <w:r w:rsidR="0042197A" w:rsidRPr="008C1EA7">
        <w:t>Część 1: Definicje, klasyfikacja, ogólne zasady projektowania, właściwości użytkowe i metody badań.</w:t>
      </w:r>
    </w:p>
    <w:p w14:paraId="1EE8F597" w14:textId="4756A12D" w:rsidR="0042197A" w:rsidRPr="008C1EA7" w:rsidRDefault="0042197A" w:rsidP="0000506B">
      <w:pPr>
        <w:pStyle w:val="USTustnpkodeksu"/>
      </w:pPr>
      <w:r w:rsidRPr="008C1EA7">
        <w:t>3. Zwieńczenia studni, o których mowa w ust. 2, posiada</w:t>
      </w:r>
      <w:r w:rsidR="00867FFC">
        <w:t>ją</w:t>
      </w:r>
      <w:r w:rsidRPr="008C1EA7">
        <w:t xml:space="preserve"> otwór do kontroli ewentualnej obecności w studni gazu palnego.</w:t>
      </w:r>
    </w:p>
    <w:p w14:paraId="6A225FD2" w14:textId="0ABD5F81" w:rsidR="0042197A" w:rsidRPr="008C1EA7" w:rsidRDefault="0042197A" w:rsidP="0000506B">
      <w:pPr>
        <w:pStyle w:val="USTustnpkodeksu"/>
      </w:pPr>
      <w:r w:rsidRPr="008C1EA7">
        <w:t xml:space="preserve">4. </w:t>
      </w:r>
      <w:r w:rsidR="00627B8A" w:rsidRPr="008C1EA7">
        <w:t xml:space="preserve">Podbudowa słupowa </w:t>
      </w:r>
      <w:r w:rsidRPr="008C1EA7">
        <w:t xml:space="preserve">dla telekomunikacyjnych linii kablowych </w:t>
      </w:r>
      <w:r w:rsidR="00627B8A" w:rsidRPr="008C1EA7">
        <w:t xml:space="preserve">jest projektowana w taki sposób, aby spełniała co najmniej Polskie Normy </w:t>
      </w:r>
      <w:r w:rsidRPr="008C1EA7">
        <w:t xml:space="preserve">PN-EN 12843:2008 </w:t>
      </w:r>
      <w:r w:rsidR="00206855" w:rsidRPr="008C1EA7">
        <w:t xml:space="preserve">Prefabrykaty z betonu - </w:t>
      </w:r>
      <w:r w:rsidRPr="008C1EA7">
        <w:t xml:space="preserve">Maszty i słupy, </w:t>
      </w:r>
      <w:r w:rsidR="000F43CB" w:rsidRPr="000F43CB">
        <w:t>PN-B-19501:1997 Prefabrykaty z betonu - Prefabrykaty żelbetowe dla telekomunikacji</w:t>
      </w:r>
      <w:r w:rsidR="000F43CB" w:rsidRPr="000F43CB" w:rsidDel="000F43CB">
        <w:t xml:space="preserve"> </w:t>
      </w:r>
      <w:r w:rsidRPr="008C1EA7">
        <w:t>oraz PN-EN 12767</w:t>
      </w:r>
      <w:r w:rsidR="000F43CB">
        <w:t xml:space="preserve"> </w:t>
      </w:r>
      <w:r w:rsidRPr="008C1EA7">
        <w:t>Bierne bezpieczeństwo konstrukcji wsporczych dla urządzeń drogowych</w:t>
      </w:r>
      <w:r w:rsidR="007816DF" w:rsidRPr="008C1EA7">
        <w:t xml:space="preserve"> </w:t>
      </w:r>
      <w:r w:rsidR="00206855" w:rsidRPr="008C1EA7">
        <w:t>-</w:t>
      </w:r>
      <w:r w:rsidR="007816DF" w:rsidRPr="008C1EA7">
        <w:t xml:space="preserve"> </w:t>
      </w:r>
      <w:r w:rsidRPr="008C1EA7">
        <w:t>Wymagania i metody badań.</w:t>
      </w:r>
    </w:p>
    <w:p w14:paraId="43C2DD72" w14:textId="1C439D63" w:rsidR="0042197A" w:rsidRPr="008C1EA7" w:rsidRDefault="0042197A" w:rsidP="0000506B">
      <w:pPr>
        <w:pStyle w:val="USTustnpkodeksu"/>
      </w:pPr>
      <w:r w:rsidRPr="008C1EA7">
        <w:t xml:space="preserve">5. Antenowe konstrukcje wsporcze, </w:t>
      </w:r>
      <w:r w:rsidR="00627B8A" w:rsidRPr="008C1EA7">
        <w:t>są projektowane w taki spo</w:t>
      </w:r>
      <w:r w:rsidR="001A0FA4">
        <w:t xml:space="preserve">sób, aby spełniały co najmniej </w:t>
      </w:r>
      <w:r w:rsidR="00627B8A" w:rsidRPr="008C1EA7">
        <w:t xml:space="preserve">Polskie Normy </w:t>
      </w:r>
      <w:r w:rsidR="000F43CB" w:rsidRPr="000F43CB">
        <w:t xml:space="preserve">PN-EN 1993-3-1:2008 </w:t>
      </w:r>
      <w:proofErr w:type="spellStart"/>
      <w:r w:rsidR="000F43CB" w:rsidRPr="000F43CB">
        <w:t>Eurokod</w:t>
      </w:r>
      <w:proofErr w:type="spellEnd"/>
      <w:r w:rsidR="000F43CB" w:rsidRPr="000F43CB">
        <w:t xml:space="preserve"> 3: Projektowanie konstrukcji stalowych - Część 3-1: Wieże, maszty i kominy - Wieże i maszty</w:t>
      </w:r>
      <w:r w:rsidRPr="008C1EA7">
        <w:t>.</w:t>
      </w:r>
    </w:p>
    <w:p w14:paraId="25B6364F" w14:textId="125718F0" w:rsidR="0042197A" w:rsidRPr="008C1EA7" w:rsidRDefault="0042197A" w:rsidP="0000506B">
      <w:pPr>
        <w:pStyle w:val="ARTartustawynprozporzdzenia"/>
      </w:pPr>
      <w:r w:rsidRPr="008C1EA7">
        <w:rPr>
          <w:rStyle w:val="Ppogrubienie"/>
        </w:rPr>
        <w:lastRenderedPageBreak/>
        <w:t xml:space="preserve">§ </w:t>
      </w:r>
      <w:r w:rsidR="00AC4946" w:rsidRPr="008C1EA7">
        <w:rPr>
          <w:rStyle w:val="Ppogrubienie"/>
        </w:rPr>
        <w:t>6</w:t>
      </w:r>
      <w:r w:rsidRPr="008C1EA7">
        <w:rPr>
          <w:rStyle w:val="Ppogrubienie"/>
        </w:rPr>
        <w:t>.</w:t>
      </w:r>
      <w:r w:rsidRPr="008C1EA7">
        <w:t xml:space="preserve"> Odległość telekomunikacyjnej linii kablowej nadziemnej od powierzchni </w:t>
      </w:r>
      <w:r w:rsidR="009D6AA1" w:rsidRPr="008C1EA7">
        <w:t xml:space="preserve">terenu </w:t>
      </w:r>
      <w:r w:rsidRPr="008C1EA7">
        <w:t xml:space="preserve">nie </w:t>
      </w:r>
      <w:r w:rsidR="009D1C52" w:rsidRPr="008C1EA7">
        <w:t>może</w:t>
      </w:r>
      <w:r w:rsidR="00B727AA" w:rsidRPr="008C1EA7">
        <w:t xml:space="preserve"> </w:t>
      </w:r>
      <w:r w:rsidRPr="008C1EA7">
        <w:t>być mniejsza niż:</w:t>
      </w:r>
    </w:p>
    <w:p w14:paraId="5A4E2AA5" w14:textId="68F98F97" w:rsidR="0042197A" w:rsidRPr="008C1EA7" w:rsidRDefault="0042197A" w:rsidP="00991101">
      <w:pPr>
        <w:pStyle w:val="PKTpunkt"/>
      </w:pPr>
      <w:r w:rsidRPr="008C1EA7">
        <w:t>1)</w:t>
      </w:r>
      <w:r w:rsidRPr="008C1EA7">
        <w:tab/>
      </w:r>
      <w:r w:rsidR="00627B8A" w:rsidRPr="008C1EA7">
        <w:t xml:space="preserve">3 m – dla telekomunikacyjnych linii kablowych nadziemnych biegnących poza miastami i miejscowościami o zwartej zabudowie oraz w miejscach niedostępnych dla pojazdów </w:t>
      </w:r>
      <w:r w:rsidR="001A0FA4">
        <w:br/>
      </w:r>
      <w:r w:rsidR="00627B8A" w:rsidRPr="008C1EA7">
        <w:t>i ciężkiego sprzętu rolniczego</w:t>
      </w:r>
      <w:r w:rsidR="003A2C21">
        <w:t>;</w:t>
      </w:r>
      <w:r w:rsidR="00627B8A" w:rsidRPr="008C1EA7" w:rsidDel="00627B8A">
        <w:t xml:space="preserve"> </w:t>
      </w:r>
    </w:p>
    <w:p w14:paraId="03C6F3C1" w14:textId="1BC13CC1" w:rsidR="0042197A" w:rsidRPr="008C1EA7" w:rsidRDefault="00935058" w:rsidP="00991101">
      <w:pPr>
        <w:pStyle w:val="PKTpunkt"/>
      </w:pPr>
      <w:r w:rsidRPr="008C1EA7">
        <w:t>2</w:t>
      </w:r>
      <w:r w:rsidR="0042197A" w:rsidRPr="008C1EA7">
        <w:t>)</w:t>
      </w:r>
      <w:r w:rsidR="0042197A" w:rsidRPr="008C1EA7">
        <w:tab/>
      </w:r>
      <w:r w:rsidR="00627B8A" w:rsidRPr="008C1EA7">
        <w:t xml:space="preserve">3,5 m – dla telekomunikacyjnych linii kablowych nadziemnych biegnących wzdłuż dróg publicznych, w miejscach niedostępnych dla pojazdów i ciężkiego sprzętu </w:t>
      </w:r>
      <w:r w:rsidR="001A0FA4">
        <w:t>rolniczego</w:t>
      </w:r>
      <w:r w:rsidR="0042197A" w:rsidRPr="008C1EA7">
        <w:t>;</w:t>
      </w:r>
    </w:p>
    <w:p w14:paraId="0281F79A" w14:textId="77777777" w:rsidR="00C13161" w:rsidRPr="008C1EA7" w:rsidRDefault="00C13161" w:rsidP="00991101">
      <w:pPr>
        <w:pStyle w:val="PKTpunkt"/>
      </w:pPr>
      <w:r w:rsidRPr="008C1EA7">
        <w:t>3)</w:t>
      </w:r>
      <w:r w:rsidRPr="008C1EA7">
        <w:tab/>
        <w:t xml:space="preserve">4 m - dla </w:t>
      </w:r>
      <w:r w:rsidR="00C250AB" w:rsidRPr="008C1EA7">
        <w:t xml:space="preserve">telekomunikacyjnych </w:t>
      </w:r>
      <w:r w:rsidRPr="008C1EA7">
        <w:t xml:space="preserve">linii kablowych nadziemnych biegnących przez pola, przy zjazdach na pola </w:t>
      </w:r>
      <w:r w:rsidR="004E6C77" w:rsidRPr="008C1EA7">
        <w:t xml:space="preserve">uprawne </w:t>
      </w:r>
      <w:r w:rsidRPr="008C1EA7">
        <w:t>oraz nad wjazdami do zabudowań gospodarczych;</w:t>
      </w:r>
    </w:p>
    <w:p w14:paraId="4F04832B" w14:textId="5BA6C28A" w:rsidR="0042197A" w:rsidRPr="007C210C" w:rsidRDefault="00C13161" w:rsidP="003C5645">
      <w:pPr>
        <w:pStyle w:val="PKTpunkt"/>
        <w:rPr>
          <w:color w:val="000000" w:themeColor="text1"/>
        </w:rPr>
      </w:pPr>
      <w:r w:rsidRPr="008C1EA7">
        <w:t>4</w:t>
      </w:r>
      <w:r w:rsidR="0042197A" w:rsidRPr="008C1EA7">
        <w:t>)</w:t>
      </w:r>
      <w:r w:rsidR="0042197A" w:rsidRPr="008C1EA7">
        <w:tab/>
        <w:t>4,</w:t>
      </w:r>
      <w:r w:rsidR="00A64BC9" w:rsidRPr="008C1EA7">
        <w:t xml:space="preserve">7 </w:t>
      </w:r>
      <w:r w:rsidR="0042197A" w:rsidRPr="007C210C">
        <w:rPr>
          <w:color w:val="000000" w:themeColor="text1"/>
        </w:rPr>
        <w:t>m –</w:t>
      </w:r>
      <w:r w:rsidR="003C5645" w:rsidRPr="007C210C">
        <w:rPr>
          <w:color w:val="000000" w:themeColor="text1"/>
        </w:rPr>
        <w:t xml:space="preserve"> dla telekomunikacyjnych linii kablowych nadziemnych usytuowanych w drogach wewnętrznych oraz w innych miejscach dostępnych dla pojazdów i ciężkiego sprzętu rolniczego a także przy zjazdach z dróg publicznych;</w:t>
      </w:r>
    </w:p>
    <w:p w14:paraId="7B28F99D" w14:textId="60C05BEE" w:rsidR="003C5645" w:rsidRPr="007C210C" w:rsidRDefault="003C5645" w:rsidP="003C5645">
      <w:pPr>
        <w:pStyle w:val="PKTpunkt"/>
        <w:rPr>
          <w:color w:val="000000" w:themeColor="text1"/>
        </w:rPr>
      </w:pPr>
      <w:r w:rsidRPr="007C210C">
        <w:rPr>
          <w:color w:val="000000" w:themeColor="text1"/>
        </w:rPr>
        <w:t>5)</w:t>
      </w:r>
      <w:r w:rsidRPr="007C210C">
        <w:rPr>
          <w:color w:val="000000" w:themeColor="text1"/>
        </w:rPr>
        <w:tab/>
        <w:t xml:space="preserve">określona w przepisach techniczno-budowlanych dotyczących dróg publicznych </w:t>
      </w:r>
      <w:r w:rsidR="001A0FA4">
        <w:t>–</w:t>
      </w:r>
      <w:r w:rsidRPr="007C210C">
        <w:rPr>
          <w:color w:val="000000" w:themeColor="text1"/>
        </w:rPr>
        <w:t xml:space="preserve"> dla telekomunikacyjnych linii kablowych nadziemnych usytuowanych w drogach publicznych.</w:t>
      </w:r>
    </w:p>
    <w:p w14:paraId="6DFCE994" w14:textId="5040E465" w:rsidR="0042197A" w:rsidRPr="008C1EA7" w:rsidRDefault="0042197A" w:rsidP="00991101">
      <w:pPr>
        <w:pStyle w:val="ARTartustawynprozporzdzenia"/>
      </w:pPr>
      <w:r w:rsidRPr="008C1EA7">
        <w:rPr>
          <w:rStyle w:val="Ppogrubienie"/>
        </w:rPr>
        <w:t xml:space="preserve">§ </w:t>
      </w:r>
      <w:r w:rsidR="00AC4946" w:rsidRPr="008C1EA7">
        <w:rPr>
          <w:rStyle w:val="Ppogrubienie"/>
        </w:rPr>
        <w:t>7</w:t>
      </w:r>
      <w:r w:rsidRPr="008C1EA7">
        <w:rPr>
          <w:rStyle w:val="Ppogrubienie"/>
        </w:rPr>
        <w:t>.</w:t>
      </w:r>
      <w:r w:rsidRPr="008C1EA7">
        <w:t xml:space="preserve"> Wymagania techniczne dotyczące ochrony telekomunikacyjnych linii kablowych i</w:t>
      </w:r>
      <w:r w:rsidR="00165EB3">
        <w:t> </w:t>
      </w:r>
      <w:r w:rsidRPr="008C1EA7">
        <w:t xml:space="preserve">urządzeń telekomunikacyjnych przed przepięciami i przetężeniami określa załącznik nr 2 do rozporządzenia. </w:t>
      </w:r>
    </w:p>
    <w:p w14:paraId="1A99C230" w14:textId="77777777" w:rsidR="0042197A" w:rsidRPr="008C1EA7" w:rsidRDefault="0042197A" w:rsidP="00991101">
      <w:pPr>
        <w:pStyle w:val="ARTartustawynprozporzdzenia"/>
      </w:pPr>
      <w:r w:rsidRPr="008C1EA7">
        <w:rPr>
          <w:rStyle w:val="Ppogrubienie"/>
        </w:rPr>
        <w:t xml:space="preserve">§ </w:t>
      </w:r>
      <w:r w:rsidR="00AC4946" w:rsidRPr="008C1EA7">
        <w:rPr>
          <w:rStyle w:val="Ppogrubienie"/>
        </w:rPr>
        <w:t>8</w:t>
      </w:r>
      <w:r w:rsidRPr="008C1EA7">
        <w:rPr>
          <w:rStyle w:val="Ppogrubienie"/>
        </w:rPr>
        <w:t>.</w:t>
      </w:r>
      <w:r w:rsidRPr="008C1EA7">
        <w:t xml:space="preserve"> Układy uziemiające w telekomunikacyjnych obiektach budowlanych </w:t>
      </w:r>
      <w:r w:rsidR="004E6C77" w:rsidRPr="008C1EA7">
        <w:t xml:space="preserve">wymagających zasilania energią elektryczną </w:t>
      </w:r>
      <w:r w:rsidRPr="008C1EA7">
        <w:t>zapewnia</w:t>
      </w:r>
      <w:r w:rsidR="00B727AA" w:rsidRPr="008C1EA7">
        <w:t>ją</w:t>
      </w:r>
      <w:r w:rsidRPr="008C1EA7">
        <w:t>:</w:t>
      </w:r>
    </w:p>
    <w:p w14:paraId="17BB62D0" w14:textId="77777777" w:rsidR="0042197A" w:rsidRPr="008C1EA7" w:rsidRDefault="0042197A" w:rsidP="00991101">
      <w:pPr>
        <w:pStyle w:val="PKTpunkt"/>
      </w:pPr>
      <w:r w:rsidRPr="008C1EA7">
        <w:t>1)</w:t>
      </w:r>
      <w:r w:rsidRPr="008C1EA7">
        <w:tab/>
        <w:t>ochronę personelu i użytkowników przed niebezpiecznymi napięciami przez:</w:t>
      </w:r>
    </w:p>
    <w:p w14:paraId="0ACA81F5" w14:textId="23B87A8B" w:rsidR="0042197A" w:rsidRPr="008C1EA7" w:rsidRDefault="0042197A" w:rsidP="008A21F6">
      <w:pPr>
        <w:pStyle w:val="LITlitera"/>
      </w:pPr>
      <w:r w:rsidRPr="008C1EA7">
        <w:t>a)</w:t>
      </w:r>
      <w:r w:rsidRPr="008C1EA7">
        <w:tab/>
        <w:t>sprowadzenie do wspólnego potencjału ziemi wszystkich metalowych konstrukcji i</w:t>
      </w:r>
      <w:r w:rsidR="00165EB3">
        <w:t> </w:t>
      </w:r>
      <w:r w:rsidRPr="008C1EA7">
        <w:t>instalacji niebędących normalnie pod napięciem,</w:t>
      </w:r>
    </w:p>
    <w:p w14:paraId="15E856EB" w14:textId="77777777" w:rsidR="0042197A" w:rsidRPr="008C1EA7" w:rsidRDefault="0042197A" w:rsidP="00991101">
      <w:pPr>
        <w:pStyle w:val="LITlitera"/>
      </w:pPr>
      <w:r w:rsidRPr="008C1EA7">
        <w:t>b)</w:t>
      </w:r>
      <w:r w:rsidRPr="008C1EA7">
        <w:tab/>
        <w:t>spowodowanie zadziałania zabezpieczeń prądowych w warunkach zagrożenia;</w:t>
      </w:r>
    </w:p>
    <w:p w14:paraId="0D5B30B8" w14:textId="77777777" w:rsidR="0042197A" w:rsidRPr="008C1EA7" w:rsidRDefault="0042197A" w:rsidP="00991101">
      <w:pPr>
        <w:pStyle w:val="PKTpunkt"/>
      </w:pPr>
      <w:r w:rsidRPr="008C1EA7">
        <w:t>2)</w:t>
      </w:r>
      <w:r w:rsidRPr="008C1EA7">
        <w:tab/>
        <w:t>ochronę wszystkich typów kabli i urządzeń przed niebezpiecznymi napięciami wywołanymi przez:</w:t>
      </w:r>
    </w:p>
    <w:p w14:paraId="7E68B0EC" w14:textId="77777777" w:rsidR="0042197A" w:rsidRPr="008C1EA7" w:rsidRDefault="0042197A" w:rsidP="00991101">
      <w:pPr>
        <w:pStyle w:val="LITlitera"/>
      </w:pPr>
      <w:r w:rsidRPr="008C1EA7">
        <w:t>a)</w:t>
      </w:r>
      <w:r w:rsidRPr="008C1EA7">
        <w:tab/>
        <w:t>wyładowania atmosferyczne,</w:t>
      </w:r>
    </w:p>
    <w:p w14:paraId="115842C7" w14:textId="77777777" w:rsidR="0042197A" w:rsidRPr="008C1EA7" w:rsidRDefault="0042197A" w:rsidP="00991101">
      <w:pPr>
        <w:pStyle w:val="LITlitera"/>
      </w:pPr>
      <w:r w:rsidRPr="008C1EA7">
        <w:t>b)</w:t>
      </w:r>
      <w:r w:rsidRPr="008C1EA7">
        <w:tab/>
        <w:t>oddziaływanie linii elektroenergetycznych i elektrotrakcyjnych;</w:t>
      </w:r>
    </w:p>
    <w:p w14:paraId="02067548" w14:textId="77777777" w:rsidR="0042197A" w:rsidRPr="008C1EA7" w:rsidRDefault="0042197A" w:rsidP="00991101">
      <w:pPr>
        <w:pStyle w:val="PKTpunkt"/>
      </w:pPr>
      <w:r w:rsidRPr="008C1EA7">
        <w:t>3)</w:t>
      </w:r>
      <w:r w:rsidRPr="008C1EA7">
        <w:tab/>
        <w:t>ograniczenie poziomu szumów i przesłuchów w urządzeniach telekomunikacyjnych oraz poziomu zakłóceń elektromagnetycznych do wartości dopuszczalnych;</w:t>
      </w:r>
    </w:p>
    <w:p w14:paraId="4CCE0C58" w14:textId="77777777" w:rsidR="0042197A" w:rsidRPr="008C1EA7" w:rsidRDefault="0042197A" w:rsidP="00991101">
      <w:pPr>
        <w:pStyle w:val="PKTpunkt"/>
      </w:pPr>
      <w:r w:rsidRPr="008C1EA7">
        <w:t>4)</w:t>
      </w:r>
      <w:r w:rsidRPr="008C1EA7">
        <w:tab/>
        <w:t>uziemienie jednego bieguna źródła prądu stałego zasilającego urządzenia telekomunikacyjne (przewód powrotny prądu stałego);</w:t>
      </w:r>
    </w:p>
    <w:p w14:paraId="17BC66DD" w14:textId="77777777" w:rsidR="0042197A" w:rsidRPr="008C1EA7" w:rsidRDefault="0042197A" w:rsidP="00991101">
      <w:pPr>
        <w:pStyle w:val="PKTpunkt"/>
      </w:pPr>
      <w:r w:rsidRPr="008C1EA7">
        <w:lastRenderedPageBreak/>
        <w:t>5)</w:t>
      </w:r>
      <w:r w:rsidRPr="008C1EA7">
        <w:tab/>
        <w:t xml:space="preserve">utworzenie obwodu </w:t>
      </w:r>
      <w:proofErr w:type="spellStart"/>
      <w:r w:rsidRPr="008C1EA7">
        <w:t>współziemnego</w:t>
      </w:r>
      <w:proofErr w:type="spellEnd"/>
      <w:r w:rsidRPr="008C1EA7">
        <w:t xml:space="preserve"> do celów sygnalizacji i zdalnego zasilania.</w:t>
      </w:r>
    </w:p>
    <w:p w14:paraId="31C2DD11" w14:textId="77777777" w:rsidR="0042197A" w:rsidRPr="008C1EA7" w:rsidRDefault="0042197A" w:rsidP="00991101">
      <w:pPr>
        <w:pStyle w:val="ARTartustawynprozporzdzenia"/>
      </w:pPr>
      <w:r w:rsidRPr="008C1EA7">
        <w:rPr>
          <w:rStyle w:val="Ppogrubienie"/>
        </w:rPr>
        <w:t xml:space="preserve">§ </w:t>
      </w:r>
      <w:r w:rsidR="00AC4946" w:rsidRPr="008C1EA7">
        <w:rPr>
          <w:rStyle w:val="Ppogrubienie"/>
        </w:rPr>
        <w:t>9</w:t>
      </w:r>
      <w:r w:rsidRPr="008C1EA7">
        <w:rPr>
          <w:rStyle w:val="Ppogrubienie"/>
        </w:rPr>
        <w:t>.</w:t>
      </w:r>
      <w:r w:rsidRPr="008C1EA7">
        <w:t xml:space="preserve"> Przy określaniu usytuowania antenowych konstrukcji wsporczych, wolno stojących masztów antenowych i </w:t>
      </w:r>
      <w:r w:rsidR="009D6AA1" w:rsidRPr="008C1EA7">
        <w:t xml:space="preserve">wolno stojących </w:t>
      </w:r>
      <w:r w:rsidRPr="008C1EA7">
        <w:t>wież antenowych należy kierować się względami technologicznymi oraz wymaganiami bezpieczeństwa dotyczącymi w szczególności:</w:t>
      </w:r>
    </w:p>
    <w:p w14:paraId="1BA7922C" w14:textId="77777777" w:rsidR="0042197A" w:rsidRPr="008C1EA7" w:rsidRDefault="008A21F6" w:rsidP="00991101">
      <w:pPr>
        <w:pStyle w:val="PKTpunkt"/>
      </w:pPr>
      <w:r w:rsidRPr="008C1EA7">
        <w:t>1)</w:t>
      </w:r>
      <w:r w:rsidRPr="008C1EA7">
        <w:tab/>
      </w:r>
      <w:r w:rsidR="0042197A" w:rsidRPr="008C1EA7">
        <w:t>ochrony przed polem elektromagnetycznym, z uwzględnieniem dopuszczalnych poziomów pól elektromagnetycznych, jakie mogą występować w środowisku;</w:t>
      </w:r>
    </w:p>
    <w:p w14:paraId="069F4FEB" w14:textId="77777777" w:rsidR="0042197A" w:rsidRPr="008C1EA7" w:rsidRDefault="0042197A" w:rsidP="00991101">
      <w:pPr>
        <w:pStyle w:val="PKTpunkt"/>
      </w:pPr>
      <w:r w:rsidRPr="008C1EA7">
        <w:t>2)</w:t>
      </w:r>
      <w:r w:rsidRPr="008C1EA7">
        <w:tab/>
        <w:t>bezpieczeństwa i higieny pracy w pobliżu urządzeń wytwarzających pole elektromagnetyczne.</w:t>
      </w:r>
    </w:p>
    <w:p w14:paraId="28C9AB1C" w14:textId="77777777" w:rsidR="0042197A" w:rsidRPr="00A35DC4" w:rsidRDefault="0042197A" w:rsidP="00991101">
      <w:pPr>
        <w:pStyle w:val="ARTartustawynprozporzdzenia"/>
      </w:pPr>
      <w:r w:rsidRPr="007E486E">
        <w:rPr>
          <w:rStyle w:val="Ppogrubienie"/>
        </w:rPr>
        <w:t xml:space="preserve">§ </w:t>
      </w:r>
      <w:r w:rsidR="00AC4946" w:rsidRPr="005055FC">
        <w:rPr>
          <w:rStyle w:val="Ppogrubienie"/>
        </w:rPr>
        <w:t>10</w:t>
      </w:r>
      <w:r w:rsidRPr="00A35DC4">
        <w:rPr>
          <w:rStyle w:val="Ppogrubienie"/>
        </w:rPr>
        <w:t>.</w:t>
      </w:r>
      <w:r w:rsidRPr="00A35DC4">
        <w:t xml:space="preserve"> Wykaz Polskich Norm powołanych w rozporządzeniu określa załącznik nr 3 do rozporządzenia.</w:t>
      </w:r>
    </w:p>
    <w:p w14:paraId="5BB6289D" w14:textId="77777777" w:rsidR="0042197A" w:rsidRPr="008C1EA7" w:rsidRDefault="0042197A" w:rsidP="0046208C">
      <w:pPr>
        <w:pStyle w:val="ARTartustawynprozporzdzenia"/>
      </w:pPr>
      <w:r w:rsidRPr="008C1EA7">
        <w:rPr>
          <w:rStyle w:val="Ppogrubienie"/>
        </w:rPr>
        <w:t xml:space="preserve">§ </w:t>
      </w:r>
      <w:r w:rsidR="00AC4946" w:rsidRPr="008C1EA7">
        <w:rPr>
          <w:rStyle w:val="Ppogrubienie"/>
        </w:rPr>
        <w:t>11</w:t>
      </w:r>
      <w:r w:rsidRPr="008C1EA7">
        <w:rPr>
          <w:rStyle w:val="Ppogrubienie"/>
        </w:rPr>
        <w:t>.</w:t>
      </w:r>
      <w:r w:rsidRPr="008C1EA7">
        <w:t xml:space="preserve"> 1. Do spraw wszczętych przed dniem wejścia w życie rozporządzenia, </w:t>
      </w:r>
      <w:r w:rsidR="00F92C04" w:rsidRPr="008C1EA7">
        <w:br/>
      </w:r>
      <w:r w:rsidRPr="008C1EA7">
        <w:t>a niezakończonych decyzją ostateczną, stosuje się przepisy dotychczasowe.</w:t>
      </w:r>
    </w:p>
    <w:p w14:paraId="7640E7E6" w14:textId="27822231" w:rsidR="0042197A" w:rsidRPr="008C1EA7" w:rsidRDefault="0046208C" w:rsidP="00991101">
      <w:pPr>
        <w:pStyle w:val="USTustnpkodeksu"/>
      </w:pPr>
      <w:r>
        <w:t>2</w:t>
      </w:r>
      <w:r w:rsidR="0042197A" w:rsidRPr="008C1EA7">
        <w:t xml:space="preserve">. Do zamierzeń inwestycyjnych niewymagających uzyskania decyzji o pozwoleniu na budowę oraz do których nie jest wymagane dokonanie zgłoszenia, a których realizacja rozpoczęła się przed dniem wejścia w życie rozporządzenia, stosuje się przepisy dotychczasowe. </w:t>
      </w:r>
    </w:p>
    <w:p w14:paraId="330D4CBB" w14:textId="6669CB5C" w:rsidR="0042197A" w:rsidRPr="008C1EA7" w:rsidRDefault="0046208C" w:rsidP="00991101">
      <w:pPr>
        <w:pStyle w:val="USTustnpkodeksu"/>
      </w:pPr>
      <w:r>
        <w:t>3</w:t>
      </w:r>
      <w:r w:rsidR="0042197A" w:rsidRPr="008C1EA7">
        <w:t xml:space="preserve">. Do postępowań w sprawie istotnego odstąpienia od zatwierdzonego projektu </w:t>
      </w:r>
      <w:r w:rsidR="000710C4" w:rsidRPr="008C1EA7">
        <w:t xml:space="preserve">zagospodarowania działki lub terenu oraz projektu architektoniczno-budowlanego lub innych warunków decyzji o pozwoleniu na budowę </w:t>
      </w:r>
      <w:r w:rsidR="0042197A" w:rsidRPr="008C1EA7">
        <w:t>stosuje się przepisy, na podstawie których wydana została decyzja o pozwoleniu na budowę lub decyzja o zatwierdzeniu projektu budowlanego.</w:t>
      </w:r>
    </w:p>
    <w:p w14:paraId="21239536" w14:textId="0ECE9F6A" w:rsidR="0042197A" w:rsidRPr="008C1EA7" w:rsidRDefault="0042197A" w:rsidP="001A0FA4">
      <w:pPr>
        <w:pStyle w:val="ARTartustawynprozporzdzenia"/>
      </w:pPr>
      <w:r w:rsidRPr="008C1EA7">
        <w:rPr>
          <w:rStyle w:val="Ppogrubienie"/>
        </w:rPr>
        <w:t xml:space="preserve">§ </w:t>
      </w:r>
      <w:r w:rsidR="00AC4946" w:rsidRPr="008C1EA7">
        <w:rPr>
          <w:rStyle w:val="Ppogrubienie"/>
        </w:rPr>
        <w:t>12</w:t>
      </w:r>
      <w:r w:rsidRPr="008C1EA7">
        <w:rPr>
          <w:rStyle w:val="Ppogrubienie"/>
        </w:rPr>
        <w:t>.</w:t>
      </w:r>
      <w:r w:rsidRPr="008C1EA7">
        <w:t xml:space="preserve"> Rozporządzenie wchodzi w życie po upływie 3 miesięcy od dnia ogłoszenia</w:t>
      </w:r>
      <w:r w:rsidR="00CC3D0A" w:rsidRPr="008C1EA7">
        <w:t>.</w:t>
      </w:r>
      <w:r w:rsidRPr="008C1EA7">
        <w:rPr>
          <w:rStyle w:val="Odwoanieprzypisudolnego"/>
        </w:rPr>
        <w:footnoteReference w:id="3"/>
      </w:r>
      <w:r w:rsidR="00CC3D0A" w:rsidRPr="008C1EA7">
        <w:rPr>
          <w:rStyle w:val="IGindeksgrny"/>
        </w:rPr>
        <w:t>)</w:t>
      </w:r>
    </w:p>
    <w:p w14:paraId="6D2007AA" w14:textId="77777777" w:rsidR="0042197A" w:rsidRPr="008C1EA7" w:rsidRDefault="0042197A" w:rsidP="0042197A">
      <w:pPr>
        <w:pStyle w:val="NAZORGWYDnazwaorganuwydajcegoprojektowanyakt"/>
      </w:pPr>
      <w:r w:rsidRPr="008C1EA7">
        <w:t>minister cyfryzacji</w:t>
      </w:r>
    </w:p>
    <w:p w14:paraId="00D2F6CE" w14:textId="77777777" w:rsidR="0042197A" w:rsidRPr="008C1EA7" w:rsidRDefault="0042197A" w:rsidP="0042197A">
      <w:pPr>
        <w:pStyle w:val="TEKSTwporozumieniu"/>
      </w:pPr>
      <w:r w:rsidRPr="008C1EA7">
        <w:t>W porozumieniu:</w:t>
      </w:r>
    </w:p>
    <w:p w14:paraId="6DA0EAF3" w14:textId="4E93952C" w:rsidR="00902736" w:rsidRPr="008C1EA7" w:rsidRDefault="0042197A" w:rsidP="0042197A">
      <w:pPr>
        <w:pStyle w:val="NAZORGWPOROZUMIENIUnazwaorganuwporozumieniuzktrymaktjestwydawany"/>
      </w:pPr>
      <w:r w:rsidRPr="008C1EA7">
        <w:t xml:space="preserve">Minister </w:t>
      </w:r>
      <w:r w:rsidR="0018641B">
        <w:t>ROZWOJU I TECHNOLOGII</w:t>
      </w:r>
    </w:p>
    <w:p w14:paraId="77348482" w14:textId="77777777" w:rsidR="0042197A" w:rsidRDefault="0042197A" w:rsidP="00737F6A"/>
    <w:p w14:paraId="6A078377" w14:textId="77777777" w:rsidR="00150F6C" w:rsidRDefault="00150F6C" w:rsidP="00737F6A"/>
    <w:p w14:paraId="5815BDBC" w14:textId="77777777" w:rsidR="00150F6C" w:rsidRPr="00150F6C" w:rsidRDefault="00150F6C" w:rsidP="00150F6C">
      <w:pPr>
        <w:pStyle w:val="OZNPARAFYADNOTACJE"/>
      </w:pPr>
      <w:r w:rsidRPr="00150F6C">
        <w:t>ZA ZGODNOŚĆ POD WZGLĘDEM PRAWNYM,</w:t>
      </w:r>
    </w:p>
    <w:p w14:paraId="551CCB4F" w14:textId="77777777" w:rsidR="00150F6C" w:rsidRPr="00150F6C" w:rsidRDefault="00150F6C" w:rsidP="00150F6C">
      <w:pPr>
        <w:pStyle w:val="OZNPARAFYADNOTACJE"/>
      </w:pPr>
      <w:r w:rsidRPr="00150F6C">
        <w:t>REDAKCYJNYM I LEGISLACYJNYM</w:t>
      </w:r>
    </w:p>
    <w:p w14:paraId="4CB072C2" w14:textId="1B91F491" w:rsidR="00150F6C" w:rsidRPr="00150F6C" w:rsidRDefault="00150F6C" w:rsidP="00150F6C">
      <w:pPr>
        <w:pStyle w:val="OZNPARAFYADNOTACJE"/>
      </w:pPr>
      <w:r>
        <w:t>ALEKSANDRA WROCHNA</w:t>
      </w:r>
    </w:p>
    <w:p w14:paraId="282F6D3F" w14:textId="525833FD" w:rsidR="00150F6C" w:rsidRPr="00150F6C" w:rsidRDefault="00150F6C" w:rsidP="00150F6C">
      <w:pPr>
        <w:pStyle w:val="OZNPARAFYADNOTACJE"/>
      </w:pPr>
      <w:r>
        <w:t xml:space="preserve">ZASTĘPCA </w:t>
      </w:r>
      <w:r w:rsidRPr="00150F6C">
        <w:t>DYREKTOR</w:t>
      </w:r>
      <w:r>
        <w:t>A</w:t>
      </w:r>
      <w:r w:rsidRPr="00150F6C">
        <w:t xml:space="preserve"> DEPARTAMENTU PRAWNEGO</w:t>
      </w:r>
    </w:p>
    <w:p w14:paraId="3E7ECB86" w14:textId="77777777" w:rsidR="00150F6C" w:rsidRPr="00150F6C" w:rsidRDefault="00150F6C" w:rsidP="00150F6C">
      <w:pPr>
        <w:pStyle w:val="OZNPARAFYADNOTACJE"/>
      </w:pPr>
      <w:r w:rsidRPr="00150F6C">
        <w:t>KANCELARII PREZESA RADY MINISTRÓW</w:t>
      </w:r>
    </w:p>
    <w:p w14:paraId="433CB23B" w14:textId="2152B204" w:rsidR="00150F6C" w:rsidRPr="008C1EA7" w:rsidRDefault="00150F6C" w:rsidP="00150F6C">
      <w:pPr>
        <w:sectPr w:rsidR="00150F6C" w:rsidRPr="008C1EA7" w:rsidSect="001A7F15">
          <w:headerReference w:type="default" r:id="rId9"/>
          <w:footnotePr>
            <w:numRestart w:val="eachSect"/>
          </w:footnotePr>
          <w:pgSz w:w="11906" w:h="16838"/>
          <w:pgMar w:top="1560" w:right="1434" w:bottom="1560" w:left="1418" w:header="709" w:footer="709" w:gutter="0"/>
          <w:cols w:space="708"/>
          <w:titlePg/>
          <w:docGrid w:linePitch="254"/>
        </w:sectPr>
      </w:pPr>
      <w:r w:rsidRPr="00150F6C">
        <w:t>/- podpisano elektronicznie/</w:t>
      </w:r>
    </w:p>
    <w:p w14:paraId="0A8E55CE" w14:textId="77777777" w:rsidR="00CC3D0A" w:rsidRPr="008C1EA7" w:rsidRDefault="00CC3D0A" w:rsidP="00CC3D0A">
      <w:pPr>
        <w:keepNext/>
        <w:spacing w:after="240" w:line="240" w:lineRule="auto"/>
        <w:ind w:left="5670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C1EA7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Załączniki do rozporządzenia  </w:t>
      </w:r>
    </w:p>
    <w:p w14:paraId="117E878C" w14:textId="77777777" w:rsidR="00CC3D0A" w:rsidRPr="008C1EA7" w:rsidRDefault="00CC3D0A" w:rsidP="00CC3D0A">
      <w:pPr>
        <w:keepNext/>
        <w:spacing w:after="240" w:line="240" w:lineRule="auto"/>
        <w:ind w:left="5670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C1EA7">
        <w:rPr>
          <w:rFonts w:ascii="Times New Roman" w:eastAsia="Times New Roman" w:hAnsi="Times New Roman" w:cs="Arial"/>
          <w:sz w:val="24"/>
          <w:szCs w:val="20"/>
          <w:lang w:eastAsia="pl-PL"/>
        </w:rPr>
        <w:t>Ministra Cyfryzacji</w:t>
      </w:r>
    </w:p>
    <w:p w14:paraId="3E22B2D1" w14:textId="77777777" w:rsidR="00CC3D0A" w:rsidRPr="008C1EA7" w:rsidRDefault="00CC3D0A" w:rsidP="00CC3D0A">
      <w:pPr>
        <w:keepNext/>
        <w:spacing w:after="240" w:line="240" w:lineRule="auto"/>
        <w:ind w:left="5670"/>
        <w:contextualSpacing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C1EA7">
        <w:rPr>
          <w:rFonts w:ascii="Times New Roman" w:eastAsia="Times New Roman" w:hAnsi="Times New Roman" w:cs="Arial"/>
          <w:sz w:val="24"/>
          <w:szCs w:val="20"/>
          <w:lang w:eastAsia="pl-PL"/>
        </w:rPr>
        <w:t>z dnia …………… (poz</w:t>
      </w:r>
      <w:r w:rsidR="007C1558" w:rsidRPr="008C1EA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 </w:t>
      </w:r>
      <w:r w:rsidRPr="008C1EA7">
        <w:rPr>
          <w:rFonts w:ascii="Times New Roman" w:eastAsia="Times New Roman" w:hAnsi="Times New Roman" w:cs="Arial"/>
          <w:sz w:val="24"/>
          <w:szCs w:val="20"/>
          <w:lang w:eastAsia="pl-PL"/>
        </w:rPr>
        <w:t>………)</w:t>
      </w:r>
    </w:p>
    <w:p w14:paraId="5432D52A" w14:textId="77777777" w:rsidR="00CC3D0A" w:rsidRPr="008C1EA7" w:rsidRDefault="00CC3D0A" w:rsidP="00C7012C">
      <w:pPr>
        <w:spacing w:after="120"/>
        <w:ind w:left="360"/>
        <w:jc w:val="right"/>
        <w:rPr>
          <w:rFonts w:ascii="Times New Roman" w:hAnsi="Times New Roman"/>
          <w:b/>
          <w:sz w:val="24"/>
          <w:szCs w:val="24"/>
        </w:rPr>
      </w:pPr>
    </w:p>
    <w:p w14:paraId="3D2892E9" w14:textId="77777777" w:rsidR="00C7012C" w:rsidRPr="008C1EA7" w:rsidRDefault="00C7012C" w:rsidP="00CC3D0A">
      <w:pPr>
        <w:pStyle w:val="OZNZACZNIKAwskazanienrzacznika"/>
      </w:pPr>
      <w:r w:rsidRPr="008C1EA7">
        <w:t>Załącznik nr 1</w:t>
      </w:r>
    </w:p>
    <w:p w14:paraId="5898C8A3" w14:textId="397E3BA4" w:rsidR="00C7012C" w:rsidRPr="008C1EA7" w:rsidRDefault="00C7012C" w:rsidP="00C7012C">
      <w:pPr>
        <w:spacing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8C1EA7">
        <w:rPr>
          <w:rFonts w:ascii="Times New Roman" w:hAnsi="Times New Roman"/>
          <w:sz w:val="24"/>
          <w:szCs w:val="24"/>
        </w:rPr>
        <w:t>USYTUOWANIE I WARUNKI TECHNICZNE</w:t>
      </w:r>
      <w:r w:rsidR="008F23C6">
        <w:rPr>
          <w:rFonts w:ascii="Times New Roman" w:hAnsi="Times New Roman"/>
          <w:sz w:val="24"/>
          <w:szCs w:val="24"/>
        </w:rPr>
        <w:t xml:space="preserve"> </w:t>
      </w:r>
      <w:r w:rsidR="009F7CFF" w:rsidRPr="008C1EA7">
        <w:rPr>
          <w:rFonts w:ascii="Times New Roman" w:hAnsi="Times New Roman"/>
          <w:sz w:val="24"/>
          <w:szCs w:val="24"/>
        </w:rPr>
        <w:t>DLA</w:t>
      </w:r>
      <w:r w:rsidRPr="008C1EA7">
        <w:rPr>
          <w:rFonts w:ascii="Times New Roman" w:hAnsi="Times New Roman"/>
          <w:sz w:val="24"/>
          <w:szCs w:val="24"/>
        </w:rPr>
        <w:t xml:space="preserve"> </w:t>
      </w:r>
      <w:r w:rsidR="009F7CFF" w:rsidRPr="008C1EA7">
        <w:rPr>
          <w:rFonts w:ascii="Times New Roman" w:hAnsi="Times New Roman"/>
          <w:sz w:val="24"/>
          <w:szCs w:val="24"/>
        </w:rPr>
        <w:t xml:space="preserve">KANALIZACJI KABLOWEJ </w:t>
      </w:r>
      <w:r w:rsidRPr="008C1EA7">
        <w:rPr>
          <w:rFonts w:ascii="Times New Roman" w:hAnsi="Times New Roman"/>
          <w:sz w:val="24"/>
          <w:szCs w:val="24"/>
        </w:rPr>
        <w:t xml:space="preserve">ORAZ </w:t>
      </w:r>
      <w:r w:rsidR="009F7CFF" w:rsidRPr="008C1EA7">
        <w:rPr>
          <w:rFonts w:ascii="Times New Roman" w:hAnsi="Times New Roman"/>
          <w:sz w:val="24"/>
          <w:szCs w:val="24"/>
        </w:rPr>
        <w:t xml:space="preserve">TELEKOMUNIKACYJNYCH LINII KABLOWYCH PODZIEMNYCH </w:t>
      </w:r>
      <w:r w:rsidRPr="008C1EA7">
        <w:rPr>
          <w:rFonts w:ascii="Times New Roman" w:hAnsi="Times New Roman"/>
          <w:sz w:val="24"/>
          <w:szCs w:val="24"/>
        </w:rPr>
        <w:t>I</w:t>
      </w:r>
      <w:r w:rsidR="00165EB3">
        <w:t> </w:t>
      </w:r>
      <w:r w:rsidR="009F7CFF" w:rsidRPr="008C1EA7">
        <w:rPr>
          <w:rFonts w:ascii="Times New Roman" w:hAnsi="Times New Roman"/>
          <w:sz w:val="24"/>
          <w:szCs w:val="24"/>
        </w:rPr>
        <w:t xml:space="preserve">NADZIEMNYCH </w:t>
      </w:r>
      <w:r w:rsidRPr="008C1EA7">
        <w:rPr>
          <w:rFonts w:ascii="Times New Roman" w:hAnsi="Times New Roman"/>
          <w:sz w:val="24"/>
          <w:szCs w:val="24"/>
        </w:rPr>
        <w:t xml:space="preserve">W PRZYPADKACH WSPÓŁWYKORZYSTANIA INNYCH OBIEKTÓW BUDOWLANYCH ORAZ ZBLIŻEŃ I SKRZYŻOWAŃ TELEKOMUNIKACYJNEGO OBIEKTU BUDOWLANEGO DO INNYCH OBIEKTÓW BUDOWLANYCH, W TYM SKRZYŻOWAŃ </w:t>
      </w:r>
      <w:r w:rsidR="001474AB" w:rsidRPr="008C1EA7">
        <w:rPr>
          <w:rFonts w:ascii="Times New Roman" w:hAnsi="Times New Roman"/>
          <w:sz w:val="24"/>
          <w:szCs w:val="24"/>
        </w:rPr>
        <w:t xml:space="preserve">Z WODAMI MORZA TERYTORIALNEGO I MORSKIMI WODAMI WEWNĘTRZNYMI ORAZ </w:t>
      </w:r>
      <w:r w:rsidRPr="008C1EA7">
        <w:rPr>
          <w:rFonts w:ascii="Times New Roman" w:hAnsi="Times New Roman"/>
          <w:sz w:val="24"/>
          <w:szCs w:val="24"/>
        </w:rPr>
        <w:t>ZE ŚRÓDLĄDOWYMI WODAMI POWIERZCHNIOWYMI</w:t>
      </w:r>
    </w:p>
    <w:p w14:paraId="785606CE" w14:textId="77777777" w:rsidR="00E63172" w:rsidRPr="008C1EA7" w:rsidRDefault="00E63172" w:rsidP="00E63172">
      <w:pPr>
        <w:spacing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8C1EA7">
        <w:rPr>
          <w:rFonts w:ascii="Times New Roman" w:hAnsi="Times New Roman"/>
          <w:sz w:val="24"/>
          <w:szCs w:val="24"/>
        </w:rPr>
        <w:t>Określenia użyte w załączniku oznaczają:</w:t>
      </w:r>
    </w:p>
    <w:p w14:paraId="174FF4C4" w14:textId="77777777" w:rsidR="00E63172" w:rsidRPr="008C1EA7" w:rsidRDefault="00636B9C" w:rsidP="00E63172">
      <w:pPr>
        <w:spacing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8C1EA7">
        <w:rPr>
          <w:rFonts w:ascii="Times New Roman" w:hAnsi="Times New Roman"/>
          <w:sz w:val="24"/>
          <w:szCs w:val="24"/>
        </w:rPr>
        <w:t xml:space="preserve">1) </w:t>
      </w:r>
      <w:r w:rsidRPr="008C1EA7">
        <w:rPr>
          <w:rFonts w:ascii="Times New Roman" w:hAnsi="Times New Roman"/>
          <w:sz w:val="24"/>
          <w:szCs w:val="24"/>
        </w:rPr>
        <w:tab/>
        <w:t>k</w:t>
      </w:r>
      <w:r w:rsidR="00E63172" w:rsidRPr="008C1EA7">
        <w:rPr>
          <w:rFonts w:ascii="Times New Roman" w:hAnsi="Times New Roman"/>
          <w:sz w:val="24"/>
          <w:szCs w:val="24"/>
        </w:rPr>
        <w:t>anał kablowy – element kanalizacji wykonany z betonu lub tworzywa sztucznego przeznaczony do prowadzenia i ochrony telekomunikac</w:t>
      </w:r>
      <w:r w:rsidR="000C0BF9">
        <w:rPr>
          <w:rFonts w:ascii="Times New Roman" w:hAnsi="Times New Roman"/>
          <w:sz w:val="24"/>
          <w:szCs w:val="24"/>
        </w:rPr>
        <w:t>yjnej linii kablowej podziemnej;</w:t>
      </w:r>
    </w:p>
    <w:p w14:paraId="716DB447" w14:textId="77777777" w:rsidR="00E63172" w:rsidRPr="008C1EA7" w:rsidRDefault="00636B9C" w:rsidP="00E63172">
      <w:pPr>
        <w:spacing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8C1EA7">
        <w:rPr>
          <w:rFonts w:ascii="Times New Roman" w:hAnsi="Times New Roman"/>
          <w:sz w:val="24"/>
          <w:szCs w:val="24"/>
        </w:rPr>
        <w:t xml:space="preserve">2) </w:t>
      </w:r>
      <w:r w:rsidRPr="008C1EA7">
        <w:rPr>
          <w:rFonts w:ascii="Times New Roman" w:hAnsi="Times New Roman"/>
          <w:sz w:val="24"/>
          <w:szCs w:val="24"/>
        </w:rPr>
        <w:tab/>
        <w:t>p</w:t>
      </w:r>
      <w:r w:rsidR="00E63172" w:rsidRPr="008C1EA7">
        <w:rPr>
          <w:rFonts w:ascii="Times New Roman" w:hAnsi="Times New Roman"/>
          <w:sz w:val="24"/>
          <w:szCs w:val="24"/>
        </w:rPr>
        <w:t>łyta ochronna – płyta betonowa lub z tworzywa sztucznego układana nad telekomunikacyjną linią kablową podziemną w terenie o zwiększonym zagroż</w:t>
      </w:r>
      <w:r w:rsidR="000C0BF9">
        <w:rPr>
          <w:rFonts w:ascii="Times New Roman" w:hAnsi="Times New Roman"/>
          <w:sz w:val="24"/>
          <w:szCs w:val="24"/>
        </w:rPr>
        <w:t>eniu na uszkodzenia mechaniczne;</w:t>
      </w:r>
    </w:p>
    <w:p w14:paraId="18AA0706" w14:textId="77777777" w:rsidR="00E63172" w:rsidRPr="008C1EA7" w:rsidRDefault="00636B9C" w:rsidP="00E63172">
      <w:pPr>
        <w:spacing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8C1EA7">
        <w:rPr>
          <w:rFonts w:ascii="Times New Roman" w:hAnsi="Times New Roman"/>
          <w:sz w:val="24"/>
          <w:szCs w:val="24"/>
        </w:rPr>
        <w:t>3)</w:t>
      </w:r>
      <w:r w:rsidRPr="008C1EA7">
        <w:rPr>
          <w:rFonts w:ascii="Times New Roman" w:hAnsi="Times New Roman"/>
          <w:sz w:val="24"/>
          <w:szCs w:val="24"/>
        </w:rPr>
        <w:tab/>
        <w:t>p</w:t>
      </w:r>
      <w:r w:rsidR="00E63172" w:rsidRPr="008C1EA7">
        <w:rPr>
          <w:rFonts w:ascii="Times New Roman" w:hAnsi="Times New Roman"/>
          <w:sz w:val="24"/>
          <w:szCs w:val="24"/>
        </w:rPr>
        <w:t>rzegroda żelbetowa – zapora betonowa zbrojona oddzielająca telekomunikacyjną linię kablową podziemną od gazociągu</w:t>
      </w:r>
      <w:r w:rsidR="00E00BD9">
        <w:rPr>
          <w:rFonts w:ascii="Times New Roman" w:hAnsi="Times New Roman"/>
          <w:sz w:val="24"/>
          <w:szCs w:val="24"/>
        </w:rPr>
        <w:t xml:space="preserve"> lub rurociągu przesyłowego dalekosiężnego</w:t>
      </w:r>
      <w:r w:rsidR="000C0BF9">
        <w:rPr>
          <w:rFonts w:ascii="Times New Roman" w:hAnsi="Times New Roman"/>
          <w:sz w:val="24"/>
          <w:szCs w:val="24"/>
        </w:rPr>
        <w:t>;</w:t>
      </w:r>
    </w:p>
    <w:p w14:paraId="4DDC3524" w14:textId="77777777" w:rsidR="00E63172" w:rsidRDefault="00636B9C" w:rsidP="00E63172">
      <w:pPr>
        <w:spacing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8C1EA7">
        <w:rPr>
          <w:rFonts w:ascii="Times New Roman" w:hAnsi="Times New Roman"/>
          <w:sz w:val="24"/>
          <w:szCs w:val="24"/>
        </w:rPr>
        <w:t>4)</w:t>
      </w:r>
      <w:r w:rsidRPr="008C1EA7">
        <w:rPr>
          <w:rFonts w:ascii="Times New Roman" w:hAnsi="Times New Roman"/>
          <w:sz w:val="24"/>
          <w:szCs w:val="24"/>
        </w:rPr>
        <w:tab/>
        <w:t>s</w:t>
      </w:r>
      <w:r w:rsidR="00E63172" w:rsidRPr="008C1EA7">
        <w:rPr>
          <w:rFonts w:ascii="Times New Roman" w:hAnsi="Times New Roman"/>
          <w:sz w:val="24"/>
          <w:szCs w:val="24"/>
        </w:rPr>
        <w:t>iatka ochronna – siatka wykonana z tworzywa sztucznego stosowana do zabezpieczania telekomunikacyjnej linii kabl</w:t>
      </w:r>
      <w:r w:rsidR="000C0BF9">
        <w:rPr>
          <w:rFonts w:ascii="Times New Roman" w:hAnsi="Times New Roman"/>
          <w:sz w:val="24"/>
          <w:szCs w:val="24"/>
        </w:rPr>
        <w:t>owej podziemnej w pobliżu drzew;</w:t>
      </w:r>
    </w:p>
    <w:p w14:paraId="13EF7641" w14:textId="77777777" w:rsidR="000C0BF9" w:rsidRPr="008C1EA7" w:rsidRDefault="000C0BF9" w:rsidP="00E63172">
      <w:pPr>
        <w:spacing w:after="12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0C0BF9">
        <w:rPr>
          <w:rFonts w:ascii="Times New Roman" w:hAnsi="Times New Roman"/>
          <w:sz w:val="24"/>
          <w:szCs w:val="24"/>
        </w:rPr>
        <w:t>zbliżenie do innego obiektu budowlanego – odcinek telekomunikacyjnej linii kablowej lub kanalizacji kablowej przebiegający wzdłuż innego obiektu budowlanego w odległości mniejszej niż odległość podstawowa;</w:t>
      </w:r>
    </w:p>
    <w:p w14:paraId="64985CB9" w14:textId="77777777" w:rsidR="00E63172" w:rsidRPr="008C1EA7" w:rsidRDefault="000C0BF9" w:rsidP="00E63172">
      <w:pPr>
        <w:spacing w:after="12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36B9C" w:rsidRPr="008C1EA7">
        <w:rPr>
          <w:rFonts w:ascii="Times New Roman" w:hAnsi="Times New Roman"/>
          <w:sz w:val="24"/>
          <w:szCs w:val="24"/>
        </w:rPr>
        <w:t xml:space="preserve">) </w:t>
      </w:r>
      <w:r w:rsidR="00636B9C" w:rsidRPr="008C1EA7">
        <w:rPr>
          <w:rFonts w:ascii="Times New Roman" w:hAnsi="Times New Roman"/>
          <w:sz w:val="24"/>
          <w:szCs w:val="24"/>
        </w:rPr>
        <w:tab/>
        <w:t>z</w:t>
      </w:r>
      <w:r w:rsidR="00E63172" w:rsidRPr="008C1EA7">
        <w:rPr>
          <w:rFonts w:ascii="Times New Roman" w:hAnsi="Times New Roman"/>
          <w:sz w:val="24"/>
          <w:szCs w:val="24"/>
        </w:rPr>
        <w:t>nacznik elektromagnetyczny – element zawierający bierny, rezonansowy układ indukcyjno-pojemnościowy o ustalonej częstotliwości, służący do oznaczania punktów charakterystycznych telekomunikacyjnej linii kablowej podziemnej.</w:t>
      </w:r>
    </w:p>
    <w:p w14:paraId="442A1F7D" w14:textId="77777777" w:rsidR="00C7012C" w:rsidRPr="008C1EA7" w:rsidRDefault="00F92C04" w:rsidP="00F92C04">
      <w:pPr>
        <w:pStyle w:val="ARTartustawynprozporzdzenia"/>
      </w:pPr>
      <w:r w:rsidRPr="008C1EA7">
        <w:t xml:space="preserve">I. </w:t>
      </w:r>
      <w:r w:rsidR="00C7012C" w:rsidRPr="008C1EA7">
        <w:t xml:space="preserve">Usytuowanie i warunki techniczne, jakim </w:t>
      </w:r>
      <w:r w:rsidR="009F7CFF" w:rsidRPr="008C1EA7">
        <w:t xml:space="preserve">odpowiadają </w:t>
      </w:r>
      <w:r w:rsidR="00C7012C" w:rsidRPr="008C1EA7">
        <w:t xml:space="preserve">kanalizacja kablowa, oraz telekomunikacyjne linie kablowe na odcinkach </w:t>
      </w:r>
      <w:proofErr w:type="spellStart"/>
      <w:r w:rsidR="00C7012C" w:rsidRPr="008C1EA7">
        <w:t>współwykorzystania</w:t>
      </w:r>
      <w:proofErr w:type="spellEnd"/>
      <w:r w:rsidR="00B55902">
        <w:t xml:space="preserve"> </w:t>
      </w:r>
      <w:r w:rsidR="00C7012C" w:rsidRPr="008C1EA7">
        <w:t>innych obiektów budowlanych</w:t>
      </w:r>
    </w:p>
    <w:p w14:paraId="1F06E909" w14:textId="77777777" w:rsidR="00C7012C" w:rsidRPr="008C1EA7" w:rsidRDefault="00F92C04" w:rsidP="00F92C04">
      <w:pPr>
        <w:pStyle w:val="USTustnpkodeksu"/>
      </w:pPr>
      <w:r w:rsidRPr="008C1EA7">
        <w:t xml:space="preserve">1. </w:t>
      </w:r>
      <w:r w:rsidR="00C7012C" w:rsidRPr="008C1EA7">
        <w:t xml:space="preserve">Usytuowanie i zabezpieczenia </w:t>
      </w:r>
      <w:r w:rsidR="00113407" w:rsidRPr="008C1EA7">
        <w:t>kanalizacji kablowej lub telekomunikacyjnych linii kablowych podziemnych</w:t>
      </w:r>
      <w:r w:rsidR="00C7012C" w:rsidRPr="008C1EA7">
        <w:t xml:space="preserve"> z drogą (pas drogowy):</w:t>
      </w:r>
    </w:p>
    <w:p w14:paraId="6726C3F3" w14:textId="77777777" w:rsidR="00C7012C" w:rsidRPr="008C1EA7" w:rsidRDefault="00F92C04" w:rsidP="00F92C04">
      <w:pPr>
        <w:pStyle w:val="PKTpunkt"/>
      </w:pPr>
      <w:r w:rsidRPr="008C1EA7">
        <w:t>1)</w:t>
      </w:r>
      <w:r w:rsidRPr="008C1EA7">
        <w:tab/>
      </w:r>
      <w:r w:rsidR="00C7012C" w:rsidRPr="008C1EA7">
        <w:t>telekomunikacyjne linie kablowe należy budować po jednej stronie drogi. W przypadku braku takiej możliwości należy kontynuować trasę po drugiej stronie drogi;</w:t>
      </w:r>
    </w:p>
    <w:p w14:paraId="55383EA2" w14:textId="77777777" w:rsidR="00B36E25" w:rsidRPr="008C1EA7" w:rsidRDefault="00F92C04" w:rsidP="00F92C04">
      <w:pPr>
        <w:pStyle w:val="PKTpunkt"/>
      </w:pPr>
      <w:r w:rsidRPr="008C1EA7">
        <w:t>2)</w:t>
      </w:r>
      <w:r w:rsidRPr="008C1EA7">
        <w:tab/>
      </w:r>
      <w:r w:rsidR="00C7012C" w:rsidRPr="008C1EA7">
        <w:t>zaleca się lokalizowanie telekomunikacyjnych linii kablowych po stronie, po której zlokalizowana jest droga obsługująca przyległy teren lub inna równoległa droga;</w:t>
      </w:r>
    </w:p>
    <w:p w14:paraId="69C7A245" w14:textId="77777777" w:rsidR="00C7012C" w:rsidRPr="008C1EA7" w:rsidRDefault="00B36E25" w:rsidP="00F92C04">
      <w:pPr>
        <w:pStyle w:val="PKTpunkt"/>
      </w:pPr>
      <w:r w:rsidRPr="008C1EA7">
        <w:lastRenderedPageBreak/>
        <w:t>3</w:t>
      </w:r>
      <w:r w:rsidR="00F92C04" w:rsidRPr="008C1EA7">
        <w:t>)</w:t>
      </w:r>
      <w:r w:rsidR="00F92C04" w:rsidRPr="008C1EA7">
        <w:tab/>
      </w:r>
      <w:r w:rsidR="00C7012C" w:rsidRPr="008C1EA7">
        <w:t>usytuowanie i zabezpieczenia telekomunikacyjnej linii kablowej podziemnej:</w:t>
      </w:r>
    </w:p>
    <w:tbl>
      <w:tblPr>
        <w:tblW w:w="9568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299"/>
        <w:gridCol w:w="1395"/>
        <w:gridCol w:w="1675"/>
        <w:gridCol w:w="1727"/>
        <w:gridCol w:w="1701"/>
      </w:tblGrid>
      <w:tr w:rsidR="00C7012C" w:rsidRPr="008C1EA7" w14:paraId="08A49E9E" w14:textId="77777777" w:rsidTr="00CD0F95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2AA90D9B" w14:textId="77777777" w:rsidR="00C7012C" w:rsidRPr="005055FC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5FC">
              <w:rPr>
                <w:rFonts w:ascii="Times New Roman" w:hAnsi="Times New Roman"/>
                <w:sz w:val="24"/>
                <w:szCs w:val="24"/>
              </w:rPr>
              <w:t>Część pasa drogowego</w:t>
            </w:r>
          </w:p>
        </w:tc>
        <w:tc>
          <w:tcPr>
            <w:tcW w:w="1299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27BB34C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Punkt odniesienia</w:t>
            </w:r>
          </w:p>
        </w:tc>
        <w:tc>
          <w:tcPr>
            <w:tcW w:w="1395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9A4918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Odległość podstawowa [m]</w:t>
            </w:r>
          </w:p>
        </w:tc>
        <w:tc>
          <w:tcPr>
            <w:tcW w:w="1675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FF2F96F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Głębokość podstawowa [m]</w:t>
            </w:r>
          </w:p>
        </w:tc>
        <w:tc>
          <w:tcPr>
            <w:tcW w:w="172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757D763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Zabezpieczenie specjalne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FEED66A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Zabezpieczenie szczególne</w:t>
            </w:r>
          </w:p>
        </w:tc>
      </w:tr>
      <w:tr w:rsidR="00C7012C" w:rsidRPr="008C1EA7" w14:paraId="4F59F178" w14:textId="77777777" w:rsidTr="00CD0F95">
        <w:tc>
          <w:tcPr>
            <w:tcW w:w="1771" w:type="dxa"/>
            <w:tcBorders>
              <w:left w:val="single" w:sz="6" w:space="0" w:color="auto"/>
            </w:tcBorders>
            <w:vAlign w:val="center"/>
          </w:tcPr>
          <w:p w14:paraId="2E65BB7D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Jezdnia</w:t>
            </w:r>
          </w:p>
        </w:tc>
        <w:tc>
          <w:tcPr>
            <w:tcW w:w="1299" w:type="dxa"/>
            <w:vAlign w:val="center"/>
          </w:tcPr>
          <w:p w14:paraId="0FD664B5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Krawędź jezdni</w:t>
            </w:r>
          </w:p>
        </w:tc>
        <w:tc>
          <w:tcPr>
            <w:tcW w:w="1395" w:type="dxa"/>
            <w:vAlign w:val="center"/>
          </w:tcPr>
          <w:p w14:paraId="2EE2335F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75" w:type="dxa"/>
            <w:vAlign w:val="center"/>
          </w:tcPr>
          <w:p w14:paraId="36D97F28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Dowolna</w:t>
            </w:r>
          </w:p>
          <w:p w14:paraId="50EFEB7C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(wg uzgodnienia)</w:t>
            </w:r>
          </w:p>
        </w:tc>
        <w:tc>
          <w:tcPr>
            <w:tcW w:w="1727" w:type="dxa"/>
            <w:vAlign w:val="center"/>
          </w:tcPr>
          <w:p w14:paraId="1F29D89A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Rury osłonowe  przepustowe</w:t>
            </w: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23675CA5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Rury osłonowe przepustowe</w:t>
            </w:r>
          </w:p>
        </w:tc>
      </w:tr>
      <w:tr w:rsidR="00C7012C" w:rsidRPr="008C1EA7" w14:paraId="0D8EDC81" w14:textId="77777777" w:rsidTr="00CD0F95">
        <w:tc>
          <w:tcPr>
            <w:tcW w:w="1771" w:type="dxa"/>
            <w:tcBorders>
              <w:left w:val="single" w:sz="6" w:space="0" w:color="auto"/>
            </w:tcBorders>
            <w:vAlign w:val="center"/>
          </w:tcPr>
          <w:p w14:paraId="48916607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Pobocze</w:t>
            </w:r>
          </w:p>
        </w:tc>
        <w:tc>
          <w:tcPr>
            <w:tcW w:w="1299" w:type="dxa"/>
            <w:vAlign w:val="center"/>
          </w:tcPr>
          <w:p w14:paraId="0D0407CB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Krawędź jezdni</w:t>
            </w:r>
          </w:p>
        </w:tc>
        <w:tc>
          <w:tcPr>
            <w:tcW w:w="1395" w:type="dxa"/>
            <w:vAlign w:val="center"/>
          </w:tcPr>
          <w:p w14:paraId="6EABA3C7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75" w:type="dxa"/>
            <w:vAlign w:val="center"/>
          </w:tcPr>
          <w:p w14:paraId="49B6E980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727" w:type="dxa"/>
            <w:vAlign w:val="center"/>
          </w:tcPr>
          <w:p w14:paraId="0928B609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Taśma ostrzegawcza TO</w:t>
            </w: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79DC2546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Rury osłonowe przepustowe</w:t>
            </w:r>
          </w:p>
        </w:tc>
      </w:tr>
      <w:tr w:rsidR="00C7012C" w:rsidRPr="008C1EA7" w14:paraId="5EDD57A9" w14:textId="77777777" w:rsidTr="00CD0F95">
        <w:tc>
          <w:tcPr>
            <w:tcW w:w="1771" w:type="dxa"/>
            <w:tcBorders>
              <w:left w:val="single" w:sz="6" w:space="0" w:color="auto"/>
            </w:tcBorders>
            <w:vAlign w:val="center"/>
          </w:tcPr>
          <w:p w14:paraId="3CADEDE5" w14:textId="58574BFA" w:rsidR="00C7012C" w:rsidRPr="008C1EA7" w:rsidRDefault="00C7012C" w:rsidP="001C42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Pas dzielący</w:t>
            </w:r>
          </w:p>
        </w:tc>
        <w:tc>
          <w:tcPr>
            <w:tcW w:w="1299" w:type="dxa"/>
            <w:vAlign w:val="center"/>
          </w:tcPr>
          <w:p w14:paraId="778C4A65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Krawędź jezdni</w:t>
            </w:r>
          </w:p>
        </w:tc>
        <w:tc>
          <w:tcPr>
            <w:tcW w:w="1395" w:type="dxa"/>
            <w:vAlign w:val="center"/>
          </w:tcPr>
          <w:p w14:paraId="5C0F0D96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75" w:type="dxa"/>
            <w:vAlign w:val="center"/>
          </w:tcPr>
          <w:p w14:paraId="488907F0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727" w:type="dxa"/>
            <w:vAlign w:val="center"/>
          </w:tcPr>
          <w:p w14:paraId="4C0250DD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Taśma ostrzegawcza TO</w:t>
            </w: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0FE4FD7D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Taśma ostrzegawcza TO</w:t>
            </w:r>
          </w:p>
        </w:tc>
      </w:tr>
      <w:tr w:rsidR="00C7012C" w:rsidRPr="008C1EA7" w14:paraId="6C166832" w14:textId="77777777" w:rsidTr="00CD0F95">
        <w:tc>
          <w:tcPr>
            <w:tcW w:w="1771" w:type="dxa"/>
            <w:tcBorders>
              <w:left w:val="single" w:sz="6" w:space="0" w:color="auto"/>
            </w:tcBorders>
            <w:vAlign w:val="center"/>
          </w:tcPr>
          <w:p w14:paraId="6C78D186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Rów odwadniający</w:t>
            </w:r>
            <w:r w:rsidRPr="008C1EA7">
              <w:rPr>
                <w:rFonts w:ascii="Times New Roman" w:hAnsi="Times New Roman"/>
                <w:sz w:val="24"/>
                <w:szCs w:val="24"/>
                <w:vertAlign w:val="superscript"/>
              </w:rPr>
              <w:t>*)</w:t>
            </w:r>
          </w:p>
        </w:tc>
        <w:tc>
          <w:tcPr>
            <w:tcW w:w="1299" w:type="dxa"/>
            <w:vAlign w:val="center"/>
          </w:tcPr>
          <w:p w14:paraId="720AE76E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Krawędź pobocza</w:t>
            </w:r>
          </w:p>
        </w:tc>
        <w:tc>
          <w:tcPr>
            <w:tcW w:w="1395" w:type="dxa"/>
            <w:vAlign w:val="center"/>
          </w:tcPr>
          <w:p w14:paraId="275D5A94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75" w:type="dxa"/>
            <w:vAlign w:val="center"/>
          </w:tcPr>
          <w:p w14:paraId="43689DBB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727" w:type="dxa"/>
            <w:vAlign w:val="center"/>
          </w:tcPr>
          <w:p w14:paraId="1F77F118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Rury osłonowe przepustowe</w:t>
            </w: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5768D73F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Płyty ochronne</w:t>
            </w:r>
          </w:p>
        </w:tc>
      </w:tr>
      <w:tr w:rsidR="00C7012C" w:rsidRPr="008C1EA7" w14:paraId="613C0CD3" w14:textId="77777777" w:rsidTr="00CD0F95">
        <w:tc>
          <w:tcPr>
            <w:tcW w:w="1771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A83DFA" w14:textId="77777777" w:rsidR="003E42AF" w:rsidRPr="008C1EA7" w:rsidRDefault="00C7012C" w:rsidP="003E42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 xml:space="preserve">Pas </w:t>
            </w:r>
          </w:p>
          <w:p w14:paraId="7B5E6460" w14:textId="77777777" w:rsidR="00C7012C" w:rsidRPr="008C1EA7" w:rsidRDefault="003E42AF" w:rsidP="003E42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zieleni</w:t>
            </w:r>
          </w:p>
        </w:tc>
        <w:tc>
          <w:tcPr>
            <w:tcW w:w="1299" w:type="dxa"/>
            <w:tcBorders>
              <w:bottom w:val="single" w:sz="6" w:space="0" w:color="auto"/>
            </w:tcBorders>
            <w:vAlign w:val="center"/>
          </w:tcPr>
          <w:p w14:paraId="6F3DBECB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Krawędź rowu</w:t>
            </w:r>
          </w:p>
        </w:tc>
        <w:tc>
          <w:tcPr>
            <w:tcW w:w="1395" w:type="dxa"/>
            <w:tcBorders>
              <w:bottom w:val="single" w:sz="6" w:space="0" w:color="auto"/>
            </w:tcBorders>
            <w:vAlign w:val="center"/>
          </w:tcPr>
          <w:p w14:paraId="2ECD5EC5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75" w:type="dxa"/>
            <w:tcBorders>
              <w:bottom w:val="single" w:sz="6" w:space="0" w:color="auto"/>
            </w:tcBorders>
            <w:vAlign w:val="center"/>
          </w:tcPr>
          <w:p w14:paraId="17B96A22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727" w:type="dxa"/>
            <w:tcBorders>
              <w:bottom w:val="single" w:sz="6" w:space="0" w:color="auto"/>
            </w:tcBorders>
            <w:vAlign w:val="center"/>
          </w:tcPr>
          <w:p w14:paraId="3F296787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Taśma ostrzegawcza TO</w:t>
            </w:r>
          </w:p>
        </w:tc>
        <w:tc>
          <w:tcPr>
            <w:tcW w:w="170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2758354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Rury osłonowe przepustowe</w:t>
            </w:r>
          </w:p>
        </w:tc>
      </w:tr>
      <w:tr w:rsidR="00C7012C" w:rsidRPr="008C1EA7" w14:paraId="1EA242D2" w14:textId="77777777" w:rsidTr="00CD0F95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7C4D64A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Drzewa wzdłuż dróg</w:t>
            </w:r>
          </w:p>
        </w:tc>
        <w:tc>
          <w:tcPr>
            <w:tcW w:w="129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55DB458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Lico pnia drzewa</w:t>
            </w:r>
          </w:p>
        </w:tc>
        <w:tc>
          <w:tcPr>
            <w:tcW w:w="139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DC572D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6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0956EE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72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758AC6C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Siatka ochronna</w:t>
            </w:r>
          </w:p>
          <w:p w14:paraId="5FDB7B68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1A2C43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Siatka ochronna</w:t>
            </w:r>
          </w:p>
          <w:p w14:paraId="4120B3E6" w14:textId="77777777" w:rsidR="00C7012C" w:rsidRPr="008C1EA7" w:rsidRDefault="00C7012C" w:rsidP="00CD0F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EA289C" w14:textId="77777777" w:rsidR="00C7012C" w:rsidRPr="008C1EA7" w:rsidRDefault="00C7012C" w:rsidP="00C7012C">
      <w:pPr>
        <w:spacing w:line="360" w:lineRule="auto"/>
        <w:rPr>
          <w:rFonts w:ascii="Times New Roman" w:hAnsi="Times New Roman"/>
          <w:sz w:val="24"/>
          <w:szCs w:val="24"/>
        </w:rPr>
      </w:pPr>
      <w:r w:rsidRPr="008C1EA7">
        <w:rPr>
          <w:rFonts w:ascii="Times New Roman" w:hAnsi="Times New Roman"/>
          <w:sz w:val="24"/>
          <w:szCs w:val="24"/>
          <w:vertAlign w:val="superscript"/>
        </w:rPr>
        <w:t>*)</w:t>
      </w:r>
      <w:r w:rsidRPr="008C1EA7">
        <w:rPr>
          <w:rFonts w:ascii="Times New Roman" w:hAnsi="Times New Roman"/>
          <w:sz w:val="24"/>
          <w:szCs w:val="24"/>
        </w:rPr>
        <w:t xml:space="preserve"> Skarpa wewnętrzna, skarpa zewnętrzna lub dno rowu.</w:t>
      </w:r>
    </w:p>
    <w:p w14:paraId="1F24DCF7" w14:textId="77777777" w:rsidR="00C7012C" w:rsidRPr="008C1EA7" w:rsidRDefault="00F92C04" w:rsidP="00F92C04">
      <w:pPr>
        <w:pStyle w:val="USTustnpkodeksu"/>
        <w:rPr>
          <w:rFonts w:eastAsia="Times New Roman"/>
        </w:rPr>
      </w:pPr>
      <w:r w:rsidRPr="008C1EA7">
        <w:t xml:space="preserve">2. </w:t>
      </w:r>
      <w:r w:rsidR="00C7012C" w:rsidRPr="008C1EA7">
        <w:rPr>
          <w:rFonts w:eastAsia="Times New Roman"/>
        </w:rPr>
        <w:t xml:space="preserve">Usytuowanie i zabezpieczenia </w:t>
      </w:r>
      <w:r w:rsidR="00113407" w:rsidRPr="008C1EA7">
        <w:rPr>
          <w:rFonts w:eastAsia="Times New Roman"/>
        </w:rPr>
        <w:t xml:space="preserve">kanalizacji kablowej lub telekomunikacyjnych linii kablowych podziemnych </w:t>
      </w:r>
      <w:r w:rsidR="00C7012C" w:rsidRPr="008C1EA7">
        <w:rPr>
          <w:rFonts w:eastAsia="Times New Roman"/>
        </w:rPr>
        <w:t>z ulicą (pas drogowy ulicy).</w:t>
      </w:r>
    </w:p>
    <w:p w14:paraId="643D9F9C" w14:textId="77777777" w:rsidR="00C7012C" w:rsidRPr="008C1EA7" w:rsidRDefault="00537EFE" w:rsidP="00537EFE">
      <w:pPr>
        <w:pStyle w:val="PKTpunkt"/>
        <w:rPr>
          <w:rFonts w:eastAsia="Times New Roman"/>
        </w:rPr>
      </w:pPr>
      <w:r w:rsidRPr="008C1EA7">
        <w:t>1)</w:t>
      </w:r>
      <w:r w:rsidRPr="008C1EA7">
        <w:tab/>
      </w:r>
      <w:r w:rsidR="00C7012C" w:rsidRPr="008C1EA7">
        <w:rPr>
          <w:rFonts w:eastAsia="Times New Roman"/>
        </w:rPr>
        <w:t>usytuowanie i zabezpieczenia:</w:t>
      </w:r>
    </w:p>
    <w:tbl>
      <w:tblPr>
        <w:tblW w:w="9554" w:type="dxa"/>
        <w:jc w:val="center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2"/>
        <w:gridCol w:w="1275"/>
        <w:gridCol w:w="1340"/>
        <w:gridCol w:w="1417"/>
        <w:gridCol w:w="2127"/>
        <w:gridCol w:w="2083"/>
      </w:tblGrid>
      <w:tr w:rsidR="00C7012C" w:rsidRPr="008C1EA7" w14:paraId="1CF13F30" w14:textId="77777777" w:rsidTr="004E43E9">
        <w:trPr>
          <w:jc w:val="center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2B210023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Część pasa drogowego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C0EF7BD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Punkt odniesienia</w:t>
            </w:r>
          </w:p>
        </w:tc>
        <w:tc>
          <w:tcPr>
            <w:tcW w:w="1340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542C9E7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Odległość podstawowa [m]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E487E41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Głębokość podstawowa [m]</w:t>
            </w:r>
          </w:p>
        </w:tc>
        <w:tc>
          <w:tcPr>
            <w:tcW w:w="212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E206D90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Zabezpieczenie specjalne</w:t>
            </w:r>
          </w:p>
        </w:tc>
        <w:tc>
          <w:tcPr>
            <w:tcW w:w="2083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D180127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Zabezpieczenie szczególne</w:t>
            </w:r>
          </w:p>
        </w:tc>
      </w:tr>
      <w:tr w:rsidR="00C7012C" w:rsidRPr="008C1EA7" w14:paraId="42885E3C" w14:textId="77777777" w:rsidTr="004E43E9">
        <w:trPr>
          <w:jc w:val="center"/>
        </w:trPr>
        <w:tc>
          <w:tcPr>
            <w:tcW w:w="1312" w:type="dxa"/>
            <w:tcBorders>
              <w:left w:val="single" w:sz="6" w:space="0" w:color="auto"/>
            </w:tcBorders>
            <w:vAlign w:val="center"/>
          </w:tcPr>
          <w:p w14:paraId="6E11DE64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Jezdnia</w:t>
            </w:r>
          </w:p>
        </w:tc>
        <w:tc>
          <w:tcPr>
            <w:tcW w:w="1275" w:type="dxa"/>
            <w:vAlign w:val="center"/>
          </w:tcPr>
          <w:p w14:paraId="3E8D86E2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Krawędź jezdni</w:t>
            </w:r>
          </w:p>
        </w:tc>
        <w:tc>
          <w:tcPr>
            <w:tcW w:w="1340" w:type="dxa"/>
            <w:vAlign w:val="center"/>
          </w:tcPr>
          <w:p w14:paraId="567C5CF3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417" w:type="dxa"/>
            <w:vAlign w:val="center"/>
          </w:tcPr>
          <w:p w14:paraId="7C06AFBD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Dowolna</w:t>
            </w:r>
          </w:p>
          <w:p w14:paraId="2790E138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(wg uzgodnienia)</w:t>
            </w:r>
          </w:p>
        </w:tc>
        <w:tc>
          <w:tcPr>
            <w:tcW w:w="2127" w:type="dxa"/>
            <w:vAlign w:val="center"/>
          </w:tcPr>
          <w:p w14:paraId="7C1CE90C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Rury osłonowe przepustowe</w:t>
            </w:r>
          </w:p>
        </w:tc>
        <w:tc>
          <w:tcPr>
            <w:tcW w:w="2083" w:type="dxa"/>
            <w:tcBorders>
              <w:right w:val="single" w:sz="6" w:space="0" w:color="auto"/>
            </w:tcBorders>
            <w:vAlign w:val="center"/>
          </w:tcPr>
          <w:p w14:paraId="7C256B0A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Rury osłonowe przepustowe</w:t>
            </w:r>
          </w:p>
        </w:tc>
      </w:tr>
      <w:tr w:rsidR="00C7012C" w:rsidRPr="008C1EA7" w14:paraId="37FE379A" w14:textId="77777777" w:rsidTr="004E43E9">
        <w:trPr>
          <w:jc w:val="center"/>
        </w:trPr>
        <w:tc>
          <w:tcPr>
            <w:tcW w:w="131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4940A87" w14:textId="77777777" w:rsidR="00C7012C" w:rsidRPr="008C1EA7" w:rsidRDefault="003E42AF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Części drogi o nawierzchni twardej niebędące jezdnią</w:t>
            </w: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14:paraId="3E6491A5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Krawędź jezdni</w:t>
            </w:r>
          </w:p>
        </w:tc>
        <w:tc>
          <w:tcPr>
            <w:tcW w:w="1340" w:type="dxa"/>
            <w:tcBorders>
              <w:bottom w:val="single" w:sz="6" w:space="0" w:color="auto"/>
            </w:tcBorders>
            <w:vAlign w:val="center"/>
          </w:tcPr>
          <w:p w14:paraId="33342E0D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73D76AA8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0,7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vAlign w:val="center"/>
          </w:tcPr>
          <w:p w14:paraId="2A23A93E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Rury osłonowe przepustowe</w:t>
            </w:r>
          </w:p>
        </w:tc>
        <w:tc>
          <w:tcPr>
            <w:tcW w:w="208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5206CE4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Rury osłonowe przepustowe</w:t>
            </w:r>
          </w:p>
        </w:tc>
      </w:tr>
      <w:tr w:rsidR="00C7012C" w:rsidRPr="008C1EA7" w14:paraId="2204B06A" w14:textId="77777777" w:rsidTr="004E43E9">
        <w:trPr>
          <w:jc w:val="center"/>
        </w:trPr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A7E171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Pas zieleni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80855D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Krawędź jezdni lub chodnika</w:t>
            </w:r>
          </w:p>
        </w:tc>
        <w:tc>
          <w:tcPr>
            <w:tcW w:w="13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892E68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C61BBA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0,7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22A782" w14:textId="6A90C9CA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Rury osłonowe przepustowe</w:t>
            </w:r>
            <w:r w:rsidR="009C16D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14:paraId="5680E04C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Taśmy ostrzegawcze TO</w:t>
            </w:r>
            <w:r w:rsidR="00214129"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 </w:t>
            </w:r>
          </w:p>
          <w:p w14:paraId="292994AF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Znaczniki elektromagnetyczne</w:t>
            </w:r>
          </w:p>
        </w:tc>
        <w:tc>
          <w:tcPr>
            <w:tcW w:w="208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9C595" w14:textId="557AFEE0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Rury osłonowe przepustowe</w:t>
            </w:r>
            <w:r w:rsidR="009C16D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</w:t>
            </w:r>
          </w:p>
          <w:p w14:paraId="325DADF6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Taśmy ostrzegawcze TO i ostrzegawczo-</w:t>
            </w: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lokalizacyjne TOL</w:t>
            </w:r>
            <w:r w:rsidR="00214129"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lub</w:t>
            </w:r>
          </w:p>
          <w:p w14:paraId="4EE77F1F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Znaczniki elektromagnetyczne</w:t>
            </w:r>
          </w:p>
        </w:tc>
      </w:tr>
    </w:tbl>
    <w:p w14:paraId="28F0986B" w14:textId="77777777" w:rsidR="00226359" w:rsidRPr="008C1EA7" w:rsidRDefault="00226359" w:rsidP="00226359">
      <w:pPr>
        <w:pStyle w:val="PKTpunkt"/>
      </w:pPr>
    </w:p>
    <w:p w14:paraId="31140668" w14:textId="77777777" w:rsidR="00C7012C" w:rsidRPr="008C1EA7" w:rsidRDefault="00226359" w:rsidP="00226359">
      <w:pPr>
        <w:pStyle w:val="USTustnpkodeksu"/>
      </w:pPr>
      <w:r w:rsidRPr="008C1EA7">
        <w:t xml:space="preserve">3. </w:t>
      </w:r>
      <w:r w:rsidR="00C7012C" w:rsidRPr="008C1EA7">
        <w:t xml:space="preserve">Usytuowanie i zabezpieczenia </w:t>
      </w:r>
      <w:r w:rsidR="00113407" w:rsidRPr="008C1EA7">
        <w:t xml:space="preserve">kanalizacji kablowej lub telekomunikacyjnych linii kablowych podziemnych </w:t>
      </w:r>
      <w:r w:rsidR="00C7012C" w:rsidRPr="008C1EA7">
        <w:t>z linią kolejową.</w:t>
      </w:r>
    </w:p>
    <w:p w14:paraId="68468CD6" w14:textId="77777777" w:rsidR="00C7012C" w:rsidRPr="008C1EA7" w:rsidRDefault="00226359" w:rsidP="00226359">
      <w:pPr>
        <w:pStyle w:val="PKTpunkt"/>
      </w:pPr>
      <w:r w:rsidRPr="008C1EA7">
        <w:t>1)</w:t>
      </w:r>
      <w:r w:rsidRPr="008C1EA7">
        <w:tab/>
      </w:r>
      <w:r w:rsidR="00C7012C" w:rsidRPr="008C1EA7">
        <w:t>usytuowanie i zabezpieczenia:</w:t>
      </w:r>
    </w:p>
    <w:tbl>
      <w:tblPr>
        <w:tblpPr w:leftFromText="141" w:rightFromText="141" w:vertAnchor="text" w:horzAnchor="margin" w:tblpXSpec="center" w:tblpY="53"/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4"/>
        <w:gridCol w:w="1831"/>
        <w:gridCol w:w="1843"/>
        <w:gridCol w:w="1995"/>
        <w:gridCol w:w="2116"/>
      </w:tblGrid>
      <w:tr w:rsidR="00C7012C" w:rsidRPr="008C1EA7" w14:paraId="66C1A999" w14:textId="77777777" w:rsidTr="003E42AF">
        <w:trPr>
          <w:trHeight w:val="1013"/>
        </w:trPr>
        <w:tc>
          <w:tcPr>
            <w:tcW w:w="185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5CB66" w14:textId="77777777" w:rsidR="00C7012C" w:rsidRPr="008C1EA7" w:rsidRDefault="00C7012C" w:rsidP="00CD0F95">
            <w:pPr>
              <w:spacing w:after="0" w:line="0" w:lineRule="atLeast"/>
              <w:ind w:left="1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Część linii kolejowej</w:t>
            </w:r>
            <w:r w:rsidR="003E42AF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 lub element infrastruktury kolejowej</w:t>
            </w:r>
          </w:p>
        </w:tc>
        <w:tc>
          <w:tcPr>
            <w:tcW w:w="1831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A90A35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90"/>
                <w:sz w:val="24"/>
                <w:szCs w:val="24"/>
                <w:lang w:eastAsia="pl-PL"/>
              </w:rPr>
              <w:t xml:space="preserve">Odległość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podstawowa </w:t>
            </w:r>
          </w:p>
          <w:p w14:paraId="05F95A5D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w w:val="90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[m]</w:t>
            </w:r>
          </w:p>
        </w:tc>
        <w:tc>
          <w:tcPr>
            <w:tcW w:w="1843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C63B9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92"/>
                <w:sz w:val="24"/>
                <w:szCs w:val="24"/>
                <w:lang w:eastAsia="pl-PL"/>
              </w:rPr>
              <w:t xml:space="preserve">Głębokość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podstawowa</w:t>
            </w:r>
          </w:p>
          <w:p w14:paraId="585A840D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w w:val="92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[m]</w:t>
            </w:r>
          </w:p>
        </w:tc>
        <w:tc>
          <w:tcPr>
            <w:tcW w:w="1995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88CA61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Zabezpieczenie</w:t>
            </w:r>
          </w:p>
          <w:p w14:paraId="51C8B50B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specjalne</w:t>
            </w:r>
          </w:p>
        </w:tc>
        <w:tc>
          <w:tcPr>
            <w:tcW w:w="211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63D9E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Zabezpieczenie</w:t>
            </w:r>
          </w:p>
          <w:p w14:paraId="050688FB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szczególne</w:t>
            </w:r>
          </w:p>
        </w:tc>
      </w:tr>
      <w:tr w:rsidR="00C7012C" w:rsidRPr="008C1EA7" w14:paraId="0601CBBB" w14:textId="77777777" w:rsidTr="003E42AF">
        <w:trPr>
          <w:trHeight w:val="770"/>
        </w:trPr>
        <w:tc>
          <w:tcPr>
            <w:tcW w:w="1854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43710" w14:textId="77777777" w:rsidR="00C7012C" w:rsidRPr="008C1EA7" w:rsidRDefault="003E42AF" w:rsidP="003E42AF">
            <w:pPr>
              <w:spacing w:after="0" w:line="0" w:lineRule="atLeas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Tory kolejowe</w:t>
            </w:r>
          </w:p>
        </w:tc>
        <w:tc>
          <w:tcPr>
            <w:tcW w:w="1831" w:type="dxa"/>
            <w:tcBorders>
              <w:top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112A8C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2,2 od osi toru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9E625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1,5 od poziomu główki szyny</w:t>
            </w:r>
          </w:p>
        </w:tc>
        <w:tc>
          <w:tcPr>
            <w:tcW w:w="1995" w:type="dxa"/>
            <w:tcBorders>
              <w:top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EF682" w14:textId="77777777" w:rsidR="00C7012C" w:rsidRPr="008C1EA7" w:rsidRDefault="00113407" w:rsidP="00113407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Rury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osłonowe przepustowe lub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Kanały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kablowe</w:t>
            </w:r>
          </w:p>
        </w:tc>
        <w:tc>
          <w:tcPr>
            <w:tcW w:w="2116" w:type="dxa"/>
            <w:tcBorders>
              <w:top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37D44" w14:textId="77777777" w:rsidR="00C7012C" w:rsidRPr="008C1EA7" w:rsidRDefault="00113407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Rury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osłonowe przepustowe,</w:t>
            </w:r>
          </w:p>
          <w:p w14:paraId="134981B6" w14:textId="77777777" w:rsidR="00C7012C" w:rsidRPr="008C1EA7" w:rsidRDefault="00113407" w:rsidP="00214129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Taśmy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ostrzegawcze TO</w:t>
            </w:r>
            <w:r w:rsidR="00214129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 lub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Znaczniki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elektromagnetyczne</w:t>
            </w:r>
          </w:p>
        </w:tc>
      </w:tr>
      <w:tr w:rsidR="00C7012C" w:rsidRPr="008C1EA7" w14:paraId="787CD154" w14:textId="77777777" w:rsidTr="003E42AF">
        <w:trPr>
          <w:trHeight w:val="567"/>
        </w:trPr>
        <w:tc>
          <w:tcPr>
            <w:tcW w:w="18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189A5" w14:textId="77777777" w:rsidR="00C7012C" w:rsidRPr="008C1EA7" w:rsidRDefault="003E42AF" w:rsidP="00CD0F95">
            <w:pPr>
              <w:spacing w:after="0" w:line="0" w:lineRule="atLeas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Podtorze kolejowe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3A4813" w14:textId="77777777" w:rsidR="00C7012C" w:rsidRPr="008C1EA7" w:rsidRDefault="00C7012C" w:rsidP="003E42AF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0,5 od </w:t>
            </w:r>
            <w:r w:rsidR="003E42AF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granicy podtorza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BBF2C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0,7 od poziomu</w:t>
            </w:r>
          </w:p>
          <w:p w14:paraId="6311AC49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główki szyny</w:t>
            </w: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0B5A4A" w14:textId="77777777" w:rsidR="00C7012C" w:rsidRPr="008C1EA7" w:rsidRDefault="00113407" w:rsidP="00113407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Rury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osłonowe przepustowe lub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Kanały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kablowe</w:t>
            </w:r>
          </w:p>
        </w:tc>
        <w:tc>
          <w:tcPr>
            <w:tcW w:w="211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93A6B2" w14:textId="77777777" w:rsidR="00C7012C" w:rsidRPr="008C1EA7" w:rsidRDefault="00113407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Rury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osłonowe przepustowe,</w:t>
            </w:r>
          </w:p>
          <w:p w14:paraId="096EBE07" w14:textId="77777777" w:rsidR="00C7012C" w:rsidRPr="008C1EA7" w:rsidRDefault="00113407" w:rsidP="00214129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Taśmy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ostrzegawcze TO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Taśmy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ostrzegawczo-lokalizacyjne TOL</w:t>
            </w:r>
            <w:r w:rsidR="00214129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 lub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Znaczniki 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elektromagnetyczne</w:t>
            </w:r>
          </w:p>
        </w:tc>
      </w:tr>
    </w:tbl>
    <w:p w14:paraId="67778BF5" w14:textId="77777777" w:rsidR="00C7012C" w:rsidRPr="008C1EA7" w:rsidRDefault="00C7012C" w:rsidP="001A36A2">
      <w:pPr>
        <w:pStyle w:val="PKTpunkt"/>
      </w:pPr>
      <w:r w:rsidRPr="008C1EA7">
        <w:t>2)</w:t>
      </w:r>
      <w:r w:rsidRPr="008C1EA7">
        <w:tab/>
        <w:t>trasa telekomunikacyjnej linii kablowej wzdłuż linii kolejowej przebiega</w:t>
      </w:r>
      <w:r w:rsidR="007A2BFF">
        <w:t xml:space="preserve"> </w:t>
      </w:r>
      <w:r w:rsidRPr="008C1EA7">
        <w:t>poza granicą podtorza kolejowego, w pasie obszaru kolejowego, przy jego granicy;</w:t>
      </w:r>
    </w:p>
    <w:p w14:paraId="70412D5D" w14:textId="280AA2C5" w:rsidR="00C7012C" w:rsidRPr="008C1EA7" w:rsidRDefault="00C7012C" w:rsidP="001A36A2">
      <w:pPr>
        <w:pStyle w:val="PKTpunkt"/>
      </w:pPr>
      <w:r w:rsidRPr="008C1EA7">
        <w:t>3)</w:t>
      </w:r>
      <w:r w:rsidRPr="008C1EA7">
        <w:tab/>
        <w:t xml:space="preserve">w wyjątkowych przypadkach dopuszcza się usytuowanie telekomunikacyjnej linii kablowej poza granicą tego obszaru przy omijaniu po zewnętrznej stronie obiektów kolejowych, takich jak np. podstacje trakcyjne, </w:t>
      </w:r>
      <w:r w:rsidR="003C5645" w:rsidRPr="003C5645">
        <w:t>punkty eksploatacyjne (posterunki ruchu i punkty ekspedycyjne), posterunki techniczne itp.</w:t>
      </w:r>
      <w:r w:rsidR="003C5645">
        <w:t xml:space="preserve"> </w:t>
      </w:r>
      <w:r w:rsidRPr="008C1EA7">
        <w:t>Wymaga to uzyskania zgody właściciela nieruchomości na trwałe pozostawienie infrastruktury w gruncie oraz prawa do dysponowania nieruchomością na cele budowlane, a po realizacji przedmiotowej inwestycji zapewnienia nieograniczonego dostępu do ww. linii w celu ich eksploatacji, wykonywania napraw, remontów, konserwacji, przebudowy, rozbudowy oraz prawie wykonywania wykopów;</w:t>
      </w:r>
    </w:p>
    <w:p w14:paraId="0F763031" w14:textId="77777777" w:rsidR="00C7012C" w:rsidRPr="008C1EA7" w:rsidRDefault="00C7012C" w:rsidP="001A36A2">
      <w:pPr>
        <w:pStyle w:val="PKTpunkt"/>
      </w:pPr>
      <w:r w:rsidRPr="008C1EA7">
        <w:t>4)</w:t>
      </w:r>
      <w:r w:rsidRPr="008C1EA7">
        <w:tab/>
        <w:t xml:space="preserve">ułożenie telekomunikacyjnej linii kablowej w odległości mniejszej </w:t>
      </w:r>
      <w:r w:rsidR="00DF2A2E" w:rsidRPr="008C1EA7">
        <w:t xml:space="preserve">niż </w:t>
      </w:r>
      <w:r w:rsidRPr="008C1EA7">
        <w:t>2,2 m od osi zewnętrznego toru lub na głębokości mniejszej od 1,5 m od główki szyny w obszarze torowiska wymaga uzyskania zgody zarządcy lub właściciela obiektu;</w:t>
      </w:r>
    </w:p>
    <w:p w14:paraId="44236E64" w14:textId="5BF40B42" w:rsidR="00C7012C" w:rsidRPr="008C1EA7" w:rsidRDefault="00C7012C" w:rsidP="001A36A2">
      <w:pPr>
        <w:pStyle w:val="PKTpunkt"/>
      </w:pPr>
      <w:r w:rsidRPr="008C1EA7">
        <w:lastRenderedPageBreak/>
        <w:t>5)</w:t>
      </w:r>
      <w:r w:rsidRPr="008C1EA7">
        <w:tab/>
        <w:t>telekomunikacyjne linie kablowe należy prowadzić po zewnętrznej stronie (patrząc od osi toru) konstrukcji wsporczych sieci trakcyjnej, linii energetycznych i oświetleniowych, w</w:t>
      </w:r>
      <w:r w:rsidR="00165EB3">
        <w:t> </w:t>
      </w:r>
      <w:r w:rsidRPr="008C1EA7">
        <w:t>odległości nie mniejszej niż 1m od fundamentów ww. konstrukcji wsporczych;</w:t>
      </w:r>
    </w:p>
    <w:p w14:paraId="1E4EBAB6" w14:textId="77777777" w:rsidR="00C7012C" w:rsidRPr="008C1EA7" w:rsidRDefault="00C7012C" w:rsidP="00636B9C">
      <w:pPr>
        <w:pStyle w:val="PKTpunkt"/>
      </w:pPr>
      <w:r w:rsidRPr="008C1EA7">
        <w:rPr>
          <w:bCs w:val="0"/>
        </w:rPr>
        <w:t>6)</w:t>
      </w:r>
      <w:r w:rsidRPr="008C1EA7">
        <w:rPr>
          <w:bCs w:val="0"/>
        </w:rPr>
        <w:tab/>
        <w:t>przez tereny stacji kolejowych trasa telekomunikacyjnej linii kablowej przebiega poza budynkami stacyjnymi od zewnętrznej strony linii kolejowej</w:t>
      </w:r>
      <w:r w:rsidR="00636B9C" w:rsidRPr="008C1EA7">
        <w:rPr>
          <w:bCs w:val="0"/>
        </w:rPr>
        <w:t>.</w:t>
      </w:r>
    </w:p>
    <w:p w14:paraId="4D5D9D6D" w14:textId="6896F44F" w:rsidR="00C7012C" w:rsidRPr="008C1EA7" w:rsidRDefault="001A36A2" w:rsidP="001A36A2">
      <w:pPr>
        <w:pStyle w:val="USTustnpkodeksu"/>
      </w:pPr>
      <w:r w:rsidRPr="008C1EA7">
        <w:t xml:space="preserve">4. </w:t>
      </w:r>
      <w:r w:rsidR="00C7012C" w:rsidRPr="008C1EA7">
        <w:t>Usytuowanie i zabezpieczenia telekomunikacyjnych obiektów budowlanych z</w:t>
      </w:r>
      <w:r w:rsidR="00165EB3">
        <w:t> </w:t>
      </w:r>
      <w:r w:rsidR="00C7012C" w:rsidRPr="008C1EA7">
        <w:t>drogowymi obiektami inżynierskimi:</w:t>
      </w:r>
    </w:p>
    <w:p w14:paraId="1B6D391D" w14:textId="77777777" w:rsidR="00C7012C" w:rsidRPr="008C1EA7" w:rsidRDefault="00537EFE" w:rsidP="00537EFE">
      <w:pPr>
        <w:pStyle w:val="PKTpunkt"/>
      </w:pPr>
      <w:r w:rsidRPr="008C1EA7">
        <w:t>1)</w:t>
      </w:r>
      <w:r w:rsidRPr="008C1EA7">
        <w:tab/>
      </w:r>
      <w:r w:rsidR="00C7012C" w:rsidRPr="008C1EA7">
        <w:t>usytuowan</w:t>
      </w:r>
      <w:r w:rsidR="009F7CFF" w:rsidRPr="008C1EA7">
        <w:t>i</w:t>
      </w:r>
      <w:r w:rsidR="00C7012C" w:rsidRPr="008C1EA7">
        <w:t>e i zabezpieczenia:</w:t>
      </w:r>
    </w:p>
    <w:p w14:paraId="4834D132" w14:textId="77777777" w:rsidR="00C7012C" w:rsidRPr="008C1EA7" w:rsidRDefault="00C7012C" w:rsidP="001A36A2">
      <w:pPr>
        <w:spacing w:after="120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Y="779"/>
        <w:tblW w:w="9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5"/>
        <w:gridCol w:w="3543"/>
        <w:gridCol w:w="2268"/>
        <w:gridCol w:w="2552"/>
      </w:tblGrid>
      <w:tr w:rsidR="00C7012C" w:rsidRPr="008C1EA7" w14:paraId="4DD44115" w14:textId="77777777" w:rsidTr="00CD0F95">
        <w:trPr>
          <w:trHeight w:val="685"/>
        </w:trPr>
        <w:tc>
          <w:tcPr>
            <w:tcW w:w="110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A45D4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Rodzaj</w:t>
            </w:r>
          </w:p>
          <w:p w14:paraId="1565A79E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obiektu</w:t>
            </w:r>
          </w:p>
        </w:tc>
        <w:tc>
          <w:tcPr>
            <w:tcW w:w="3543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C0474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Usytuowanie</w:t>
            </w:r>
          </w:p>
        </w:tc>
        <w:tc>
          <w:tcPr>
            <w:tcW w:w="226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3CED9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Zabezpieczenie </w:t>
            </w:r>
          </w:p>
          <w:p w14:paraId="7D434CA5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specjalne</w:t>
            </w:r>
          </w:p>
        </w:tc>
        <w:tc>
          <w:tcPr>
            <w:tcW w:w="255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052C6" w14:textId="77777777" w:rsidR="00C7012C" w:rsidRPr="008C1EA7" w:rsidRDefault="00C7012C" w:rsidP="00CD0F95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Zabezpieczenie szczególne</w:t>
            </w:r>
          </w:p>
        </w:tc>
      </w:tr>
      <w:tr w:rsidR="00C7012C" w:rsidRPr="008C1EA7" w14:paraId="7D17DC94" w14:textId="77777777" w:rsidTr="00CD0F95">
        <w:trPr>
          <w:trHeight w:val="1774"/>
        </w:trPr>
        <w:tc>
          <w:tcPr>
            <w:tcW w:w="110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D1A396" w14:textId="77777777" w:rsidR="00C7012C" w:rsidRPr="008C1EA7" w:rsidRDefault="00C7012C" w:rsidP="00CD0F95">
            <w:pPr>
              <w:spacing w:after="0" w:line="0" w:lineRule="atLeas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Most</w:t>
            </w:r>
          </w:p>
        </w:tc>
        <w:tc>
          <w:tcPr>
            <w:tcW w:w="3543" w:type="dxa"/>
            <w:tcBorders>
              <w:top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D8CFB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w istniejącym ciągu przeznaczonym dla kabli,</w:t>
            </w:r>
          </w:p>
          <w:p w14:paraId="2E964AB5" w14:textId="77777777" w:rsidR="00C7012C" w:rsidRPr="008C1EA7" w:rsidRDefault="00C7012C" w:rsidP="00CD0F95">
            <w:pPr>
              <w:spacing w:after="0" w:line="220" w:lineRule="exac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umocowanie do konstrukcji mostu lub w inny sposób</w:t>
            </w:r>
          </w:p>
          <w:p w14:paraId="56BCCD35" w14:textId="77777777" w:rsidR="00C7012C" w:rsidRPr="008C1EA7" w:rsidRDefault="00C7012C" w:rsidP="00CD0F95">
            <w:pPr>
              <w:spacing w:after="0" w:line="220" w:lineRule="exac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wg uzgodnienia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940B9" w14:textId="77777777" w:rsidR="00C7012C" w:rsidRPr="008C1EA7" w:rsidRDefault="00C7012C" w:rsidP="00CD0F95">
            <w:pPr>
              <w:spacing w:after="0" w:line="220" w:lineRule="exac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Rury osłonowe przepustowe</w:t>
            </w:r>
          </w:p>
          <w:p w14:paraId="77D4C435" w14:textId="77777777" w:rsidR="00C7012C" w:rsidRPr="008C1EA7" w:rsidRDefault="00C7012C" w:rsidP="00CD0F95">
            <w:pPr>
              <w:spacing w:after="0" w:line="220" w:lineRule="exac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nierozprzestrzeniające płomienia i odporne na promieniowanie UV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81EA3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Rury osłonowe przepustowe</w:t>
            </w:r>
          </w:p>
          <w:p w14:paraId="733C36F1" w14:textId="77777777" w:rsidR="00C7012C" w:rsidRPr="008C1EA7" w:rsidRDefault="00C7012C" w:rsidP="00CD0F95">
            <w:pPr>
              <w:spacing w:after="0" w:line="220" w:lineRule="exac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nierozprzestrzeniające płomienia i odporne na promieniowanie UV </w:t>
            </w:r>
          </w:p>
          <w:p w14:paraId="6814B2AF" w14:textId="77777777" w:rsidR="00C7012C" w:rsidRPr="008C1EA7" w:rsidRDefault="00267E43" w:rsidP="00CD0F95">
            <w:pPr>
              <w:spacing w:after="0" w:line="0" w:lineRule="atLeast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P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łyty ochronne</w:t>
            </w:r>
          </w:p>
        </w:tc>
      </w:tr>
      <w:tr w:rsidR="00C7012C" w:rsidRPr="008C1EA7" w14:paraId="71CCCAF0" w14:textId="77777777" w:rsidTr="00CD0F95">
        <w:trPr>
          <w:trHeight w:val="1774"/>
        </w:trPr>
        <w:tc>
          <w:tcPr>
            <w:tcW w:w="1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62762" w14:textId="77777777" w:rsidR="00C7012C" w:rsidRPr="008C1EA7" w:rsidRDefault="00C7012C" w:rsidP="00CD0F95">
            <w:pPr>
              <w:spacing w:after="0" w:line="0" w:lineRule="atLeas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Tunel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D199C5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w istniejącym kanale kablowym, pod chodnikiem, na ścianie tunelu, w kanałach kablowych pod stacjami metra lub w inny sposób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14:paraId="4604D2C3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wg uzgodnienia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166585" w14:textId="77777777" w:rsidR="00C7012C" w:rsidRPr="008C1EA7" w:rsidRDefault="00C7012C" w:rsidP="00CD0F95">
            <w:pPr>
              <w:spacing w:after="0" w:line="0" w:lineRule="atLeas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Rury osłonowe przepustowe</w:t>
            </w:r>
          </w:p>
          <w:p w14:paraId="7041819F" w14:textId="77777777" w:rsidR="00C7012C" w:rsidRPr="008C1EA7" w:rsidRDefault="00C7012C" w:rsidP="00CD0F95">
            <w:pPr>
              <w:spacing w:after="0" w:line="220" w:lineRule="exac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nierozprzestrzeniające płomienia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69697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Rury osłonowe przepustowe</w:t>
            </w:r>
          </w:p>
          <w:p w14:paraId="299BF300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nierozprzestrzeniające płomienia </w:t>
            </w:r>
          </w:p>
          <w:p w14:paraId="5EC6202A" w14:textId="77777777" w:rsidR="00C7012C" w:rsidRPr="008C1EA7" w:rsidRDefault="00267E43" w:rsidP="00267E43">
            <w:pPr>
              <w:spacing w:after="0" w:line="220" w:lineRule="exact"/>
              <w:ind w:left="14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P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łyty ochronne </w:t>
            </w:r>
          </w:p>
        </w:tc>
      </w:tr>
      <w:tr w:rsidR="00C7012C" w:rsidRPr="008C1EA7" w14:paraId="30870165" w14:textId="77777777" w:rsidTr="00CD0F95">
        <w:trPr>
          <w:trHeight w:val="1498"/>
        </w:trPr>
        <w:tc>
          <w:tcPr>
            <w:tcW w:w="1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257AA" w14:textId="77777777" w:rsidR="00C7012C" w:rsidRPr="008C1EA7" w:rsidRDefault="00C7012C" w:rsidP="00CD0F95">
            <w:pPr>
              <w:spacing w:after="0" w:line="0" w:lineRule="atLeas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Wiadukt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A05FB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w istniejącym kanale kablowym, pod chodnikiem, na konstrukcji wiaduktu lub w inny sposób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wg uzgodnienia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40CE8" w14:textId="77777777" w:rsidR="00C7012C" w:rsidRPr="008C1EA7" w:rsidRDefault="00C7012C" w:rsidP="00CD0F95">
            <w:pPr>
              <w:spacing w:after="0" w:line="0" w:lineRule="atLeas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Rury osłonowe przepustowe</w:t>
            </w:r>
          </w:p>
          <w:p w14:paraId="786FE5E3" w14:textId="77777777" w:rsidR="00C7012C" w:rsidRPr="008C1EA7" w:rsidRDefault="00C7012C" w:rsidP="00CD0F95">
            <w:pPr>
              <w:spacing w:after="0" w:line="220" w:lineRule="exact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nierozprzestrzeniające płomienia i odporne na promieniowanie UV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3375A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Rury osłonowe przepustowe</w:t>
            </w:r>
          </w:p>
          <w:p w14:paraId="7CFF5FEB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nierozprzestrzeniające płomienia i odporne na promieniowanie UV </w:t>
            </w:r>
          </w:p>
          <w:p w14:paraId="6C0FADAF" w14:textId="77777777" w:rsidR="00C7012C" w:rsidRPr="008C1EA7" w:rsidRDefault="00267E43" w:rsidP="00267E43">
            <w:pPr>
              <w:spacing w:after="0" w:line="220" w:lineRule="exact"/>
              <w:ind w:right="2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P</w:t>
            </w:r>
            <w:r w:rsidR="00C7012C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łyty ochronne</w:t>
            </w:r>
            <w:r w:rsidR="00C7012C" w:rsidRPr="008C1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464D4C0B" w14:textId="77777777" w:rsidR="00C7012C" w:rsidRPr="008C1EA7" w:rsidRDefault="00C7012C" w:rsidP="001A36A2">
      <w:pPr>
        <w:spacing w:before="120" w:after="120"/>
        <w:rPr>
          <w:rFonts w:ascii="Times New Roman" w:hAnsi="Times New Roman"/>
          <w:sz w:val="24"/>
          <w:szCs w:val="24"/>
        </w:rPr>
      </w:pPr>
    </w:p>
    <w:p w14:paraId="1E6B1F5C" w14:textId="77777777" w:rsidR="00C7012C" w:rsidRPr="008C1EA7" w:rsidRDefault="00C7012C" w:rsidP="001A36A2">
      <w:pPr>
        <w:pStyle w:val="PKTpunkt"/>
      </w:pPr>
      <w:r w:rsidRPr="008C1EA7">
        <w:t>2)</w:t>
      </w:r>
      <w:r w:rsidRPr="008C1EA7">
        <w:tab/>
      </w:r>
      <w:r w:rsidR="009F7CFF" w:rsidRPr="008C1EA7">
        <w:t xml:space="preserve">trasę </w:t>
      </w:r>
      <w:r w:rsidRPr="008C1EA7">
        <w:t xml:space="preserve">telekomunikacyjnej linii kablowej na drogowym obiekcie inżynierskim </w:t>
      </w:r>
      <w:r w:rsidR="009F7CFF" w:rsidRPr="008C1EA7">
        <w:t xml:space="preserve">uzgadnia się </w:t>
      </w:r>
      <w:r w:rsidRPr="008C1EA7">
        <w:t>z zarządcą lub właścicielem obiektu;</w:t>
      </w:r>
    </w:p>
    <w:p w14:paraId="0E9ECC57" w14:textId="77777777" w:rsidR="00C7012C" w:rsidRPr="008C1EA7" w:rsidRDefault="00C7012C" w:rsidP="001A36A2">
      <w:pPr>
        <w:pStyle w:val="PKTpunkt"/>
      </w:pPr>
      <w:r w:rsidRPr="008C1EA7">
        <w:t>3)</w:t>
      </w:r>
      <w:r w:rsidRPr="008C1EA7">
        <w:tab/>
        <w:t xml:space="preserve">umieszczenie na drogowym obiekcie inżynierskim telekomunikacyjnej linii kablowej nie narusza elementów technicznych obiektu inżynierskiego oraz nie </w:t>
      </w:r>
      <w:r w:rsidR="009F7CFF" w:rsidRPr="008C1EA7">
        <w:t>powoduje</w:t>
      </w:r>
      <w:r w:rsidRPr="008C1EA7">
        <w:t xml:space="preserve"> ani </w:t>
      </w:r>
      <w:r w:rsidR="009F7CFF" w:rsidRPr="008C1EA7">
        <w:t xml:space="preserve">nie </w:t>
      </w:r>
      <w:r w:rsidRPr="008C1EA7">
        <w:t>przyczynia się do czasowego lub trwałego zagrożenia bezpieczeństwa ruchu drogowego albo zmniejszenia wartości użytkowej obiektu;</w:t>
      </w:r>
    </w:p>
    <w:p w14:paraId="7D11D6C1" w14:textId="77777777" w:rsidR="00C7012C" w:rsidRPr="008C1EA7" w:rsidRDefault="00C7012C" w:rsidP="001A36A2">
      <w:pPr>
        <w:pStyle w:val="PKTpunkt"/>
      </w:pPr>
      <w:r w:rsidRPr="008C1EA7">
        <w:t>4)</w:t>
      </w:r>
      <w:r w:rsidRPr="008C1EA7">
        <w:tab/>
        <w:t xml:space="preserve">telekomunikacyjne linie kablowe </w:t>
      </w:r>
      <w:r w:rsidR="006348E0">
        <w:t xml:space="preserve">nie </w:t>
      </w:r>
      <w:r w:rsidR="00227EDF" w:rsidRPr="008C1EA7">
        <w:t xml:space="preserve">oddziałują szkodliwie </w:t>
      </w:r>
      <w:r w:rsidRPr="008C1EA7">
        <w:t xml:space="preserve">na konstrukcję obiektu, pomieszczenia oraz jego otoczenie, jak również nie </w:t>
      </w:r>
      <w:r w:rsidR="00227EDF" w:rsidRPr="008C1EA7">
        <w:t>ograniczają</w:t>
      </w:r>
      <w:r w:rsidRPr="008C1EA7">
        <w:t xml:space="preserve"> ich światła;</w:t>
      </w:r>
    </w:p>
    <w:p w14:paraId="3068B050" w14:textId="77777777" w:rsidR="00C7012C" w:rsidRPr="008C1EA7" w:rsidRDefault="00C7012C" w:rsidP="001A36A2">
      <w:pPr>
        <w:pStyle w:val="PKTpunkt"/>
      </w:pPr>
      <w:r w:rsidRPr="008C1EA7">
        <w:lastRenderedPageBreak/>
        <w:t>5)</w:t>
      </w:r>
      <w:r w:rsidRPr="008C1EA7">
        <w:tab/>
        <w:t xml:space="preserve">studnie kablowe </w:t>
      </w:r>
      <w:r w:rsidR="00227EDF" w:rsidRPr="008C1EA7">
        <w:t>są</w:t>
      </w:r>
      <w:r w:rsidRPr="008C1EA7">
        <w:t xml:space="preserve"> umieszczane poza konstrukcją obiektu, a ich posadowienie nie pogarsza warunków, o których mowa w ust. </w:t>
      </w:r>
      <w:r w:rsidR="00267E43" w:rsidRPr="008C1EA7">
        <w:t>3</w:t>
      </w:r>
      <w:r w:rsidRPr="008C1EA7">
        <w:t>;</w:t>
      </w:r>
    </w:p>
    <w:p w14:paraId="3B40ACD4" w14:textId="3BBD4E77" w:rsidR="00C7012C" w:rsidRPr="008C1EA7" w:rsidRDefault="00C7012C" w:rsidP="001A36A2">
      <w:pPr>
        <w:pStyle w:val="PKTpunkt"/>
      </w:pPr>
      <w:r w:rsidRPr="008C1EA7">
        <w:t>6)</w:t>
      </w:r>
      <w:r w:rsidRPr="008C1EA7">
        <w:tab/>
        <w:t xml:space="preserve">telekomunikacyjna linia kablowa nie </w:t>
      </w:r>
      <w:r w:rsidR="00227EDF" w:rsidRPr="008C1EA7">
        <w:t>narusza</w:t>
      </w:r>
      <w:r w:rsidRPr="008C1EA7">
        <w:t xml:space="preserve"> skrajni drogowego obiektu inżynierskiego, ani </w:t>
      </w:r>
      <w:r w:rsidR="00227EDF" w:rsidRPr="008C1EA7">
        <w:t xml:space="preserve">nie ogranicza- </w:t>
      </w:r>
      <w:r w:rsidRPr="008C1EA7">
        <w:t xml:space="preserve">możliwości remontu, jak również </w:t>
      </w:r>
      <w:r w:rsidR="00227EDF" w:rsidRPr="008C1EA7">
        <w:t xml:space="preserve">nie powoduje </w:t>
      </w:r>
      <w:r w:rsidRPr="008C1EA7">
        <w:t>utrudnień w</w:t>
      </w:r>
      <w:r w:rsidR="00165EB3">
        <w:t> </w:t>
      </w:r>
      <w:r w:rsidRPr="008C1EA7">
        <w:t>wykonywaniu czynności utrzymaniowych;</w:t>
      </w:r>
    </w:p>
    <w:p w14:paraId="3B330A99" w14:textId="77777777" w:rsidR="00C7012C" w:rsidRPr="008C1EA7" w:rsidRDefault="00C7012C" w:rsidP="001A36A2">
      <w:pPr>
        <w:pStyle w:val="PKTpunkt"/>
      </w:pPr>
      <w:r w:rsidRPr="008C1EA7">
        <w:t>7)</w:t>
      </w:r>
      <w:r w:rsidRPr="008C1EA7">
        <w:tab/>
        <w:t xml:space="preserve">posadowienie telekomunikacyjnej linii kablowej oraz studni nie </w:t>
      </w:r>
      <w:r w:rsidR="00227EDF" w:rsidRPr="008C1EA7">
        <w:t>pogarsza</w:t>
      </w:r>
      <w:r w:rsidRPr="008C1EA7">
        <w:t xml:space="preserve"> warunków umieszczania instalacji służących zarządzaniu ruchem drogowym, posadowienia urządzeń bezpieczeństwa ruchu drogowego, a także odwodnienia obiektu;</w:t>
      </w:r>
    </w:p>
    <w:p w14:paraId="302A514C" w14:textId="77777777" w:rsidR="00C7012C" w:rsidRPr="008C1EA7" w:rsidRDefault="00C7012C" w:rsidP="001A36A2">
      <w:pPr>
        <w:pStyle w:val="PKTpunkt"/>
      </w:pPr>
      <w:r w:rsidRPr="008C1EA7">
        <w:t>8)</w:t>
      </w:r>
      <w:r w:rsidRPr="008C1EA7">
        <w:tab/>
        <w:t xml:space="preserve">wszystkie rury osłonowe przeznaczone do stosowania w przestrzeniach otwartych </w:t>
      </w:r>
      <w:r w:rsidR="00227EDF" w:rsidRPr="008C1EA7">
        <w:t>są</w:t>
      </w:r>
      <w:r w:rsidRPr="008C1EA7">
        <w:t xml:space="preserve"> odporne na promieniowanie UV i rozprzestrzenianie płomienia;</w:t>
      </w:r>
    </w:p>
    <w:p w14:paraId="627D8F8C" w14:textId="77777777" w:rsidR="00C7012C" w:rsidRPr="008C1EA7" w:rsidRDefault="00C7012C" w:rsidP="001A36A2">
      <w:pPr>
        <w:pStyle w:val="PKTpunkt"/>
      </w:pPr>
      <w:r w:rsidRPr="008C1EA7">
        <w:t>9)</w:t>
      </w:r>
      <w:r w:rsidRPr="008C1EA7">
        <w:tab/>
        <w:t xml:space="preserve">ze względu na możliwość rozszerzania lub kurczenia rur osłonowych na obiektach mostowych </w:t>
      </w:r>
      <w:r w:rsidR="00227EDF" w:rsidRPr="008C1EA7">
        <w:t>są</w:t>
      </w:r>
      <w:r w:rsidRPr="008C1EA7">
        <w:t xml:space="preserve"> instalowane specjalne systemy kompensacyjne.</w:t>
      </w:r>
    </w:p>
    <w:p w14:paraId="05F8DDE2" w14:textId="77777777" w:rsidR="00C7012C" w:rsidRPr="008C1EA7" w:rsidRDefault="00634C09" w:rsidP="00636B9C">
      <w:pPr>
        <w:pStyle w:val="USTustnpkodeksu"/>
      </w:pPr>
      <w:r w:rsidRPr="008C1EA7">
        <w:t>5</w:t>
      </w:r>
      <w:r w:rsidR="001A36A2" w:rsidRPr="008C1EA7">
        <w:t xml:space="preserve">. </w:t>
      </w:r>
      <w:r w:rsidR="00F70F4C" w:rsidRPr="008C1EA7">
        <w:t>Usytuowanie i zabezpieczenia p</w:t>
      </w:r>
      <w:r w:rsidR="00C7012C" w:rsidRPr="008C1EA7">
        <w:t>ozostał</w:t>
      </w:r>
      <w:r w:rsidR="00F70F4C" w:rsidRPr="008C1EA7">
        <w:t>ych</w:t>
      </w:r>
      <w:r w:rsidR="00C7012C" w:rsidRPr="008C1EA7">
        <w:t xml:space="preserve"> obiekt</w:t>
      </w:r>
      <w:r w:rsidR="00F70F4C" w:rsidRPr="008C1EA7">
        <w:t>ów</w:t>
      </w:r>
      <w:r w:rsidR="00C7012C" w:rsidRPr="008C1EA7">
        <w:t xml:space="preserve"> budowlan</w:t>
      </w:r>
      <w:r w:rsidR="00F70F4C" w:rsidRPr="008C1EA7">
        <w:t>ych</w:t>
      </w:r>
      <w:r w:rsidR="00C7012C" w:rsidRPr="008C1EA7">
        <w:t xml:space="preserve"> (wodociągi, ciepłociągi, kanalizacja sanitarna, deszczowa lub ogólnospławna, gazociągi, </w:t>
      </w:r>
      <w:r w:rsidR="00965D8F" w:rsidRPr="008C1EA7">
        <w:t>rurociągi przesyłowe dalekosiężne</w:t>
      </w:r>
      <w:r w:rsidR="00C7012C" w:rsidRPr="008C1EA7">
        <w:t>, lotniska, budowle obronne, budowle hydrotechniczne, obiekty małej architektury)</w:t>
      </w:r>
      <w:r w:rsidR="00F70F4C" w:rsidRPr="008C1EA7">
        <w:t xml:space="preserve"> </w:t>
      </w:r>
      <w:r w:rsidR="00227EDF" w:rsidRPr="008C1EA7">
        <w:t xml:space="preserve">- </w:t>
      </w:r>
      <w:r w:rsidR="0007730B" w:rsidRPr="008C1EA7">
        <w:t>zgodnie z</w:t>
      </w:r>
      <w:r w:rsidR="00F70F4C" w:rsidRPr="008C1EA7">
        <w:t xml:space="preserve"> uzgodnieni</w:t>
      </w:r>
      <w:r w:rsidR="0007730B" w:rsidRPr="008C1EA7">
        <w:t>em</w:t>
      </w:r>
      <w:r w:rsidR="00F70F4C" w:rsidRPr="008C1EA7">
        <w:t xml:space="preserve"> </w:t>
      </w:r>
      <w:r w:rsidR="00C7012C" w:rsidRPr="008C1EA7">
        <w:rPr>
          <w:rFonts w:ascii="Times New Roman" w:hAnsi="Times New Roman"/>
          <w:szCs w:val="24"/>
        </w:rPr>
        <w:t>z zarządcą lub właścicielem.</w:t>
      </w:r>
    </w:p>
    <w:p w14:paraId="3764C96B" w14:textId="77777777" w:rsidR="00C7012C" w:rsidRPr="008C1EA7" w:rsidRDefault="00C7012C" w:rsidP="00CD0F95">
      <w:pPr>
        <w:pStyle w:val="ARTartustawynprozporzdzenia"/>
      </w:pPr>
      <w:r w:rsidRPr="008C1EA7">
        <w:t>II.</w:t>
      </w:r>
      <w:r w:rsidRPr="008C1EA7">
        <w:tab/>
        <w:t xml:space="preserve">Usytuowanie i warunki techniczne, jakim odpowiada kanalizacja kablowa oraz telekomunikacyjne linie kablowe </w:t>
      </w:r>
      <w:r w:rsidR="005F75B0" w:rsidRPr="008C1EA7">
        <w:t xml:space="preserve">podziemne </w:t>
      </w:r>
      <w:r w:rsidRPr="008C1EA7">
        <w:t xml:space="preserve">w przypadku zbliżeń </w:t>
      </w:r>
      <w:r w:rsidR="000C0BF9">
        <w:t>do</w:t>
      </w:r>
      <w:r w:rsidR="000C0BF9" w:rsidRPr="008C1EA7">
        <w:t xml:space="preserve"> </w:t>
      </w:r>
      <w:r w:rsidRPr="008C1EA7">
        <w:t>inny</w:t>
      </w:r>
      <w:r w:rsidR="000C0BF9">
        <w:t>ch</w:t>
      </w:r>
      <w:r w:rsidRPr="008C1EA7">
        <w:t xml:space="preserve"> </w:t>
      </w:r>
      <w:r w:rsidR="000C0BF9" w:rsidRPr="008C1EA7">
        <w:t>obiekt</w:t>
      </w:r>
      <w:r w:rsidR="000C0BF9">
        <w:t>ów</w:t>
      </w:r>
      <w:r w:rsidR="000C0BF9" w:rsidRPr="008C1EA7">
        <w:t xml:space="preserve"> </w:t>
      </w:r>
      <w:r w:rsidRPr="008C1EA7">
        <w:t>budowlany</w:t>
      </w:r>
      <w:r w:rsidR="000C0BF9">
        <w:t>ch</w:t>
      </w:r>
    </w:p>
    <w:p w14:paraId="308FEF0E" w14:textId="77777777" w:rsidR="00C7012C" w:rsidRPr="008C1EA7" w:rsidRDefault="00C7012C" w:rsidP="00CD0F95">
      <w:pPr>
        <w:pStyle w:val="USTustnpkodeksu"/>
      </w:pPr>
      <w:r w:rsidRPr="008C1EA7">
        <w:t>1.</w:t>
      </w:r>
      <w:r w:rsidRPr="008C1EA7">
        <w:tab/>
        <w:t>Usytuowanie i zabezpieczenia kanalizacji kablowej oraz telekomunikacyjnej linii kablowej:</w:t>
      </w:r>
    </w:p>
    <w:p w14:paraId="1CD2B61E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odległość podstawowa: 0,1 m;</w:t>
      </w:r>
    </w:p>
    <w:p w14:paraId="5AA1620E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głębokość podstawowa: co najmniej taka sama jak głębokość innej kanalizacji lub kabla;</w:t>
      </w:r>
    </w:p>
    <w:p w14:paraId="7C3BA606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>zabezpieczenie specjalne: taśma ostrzegawcza TO;</w:t>
      </w:r>
    </w:p>
    <w:p w14:paraId="175D2673" w14:textId="3B131717" w:rsidR="00C7012C" w:rsidRPr="008C1EA7" w:rsidRDefault="00C7012C" w:rsidP="00CD0F95">
      <w:pPr>
        <w:pStyle w:val="PKTpunkt"/>
      </w:pPr>
      <w:r w:rsidRPr="008C1EA7">
        <w:t>4)</w:t>
      </w:r>
      <w:r w:rsidRPr="008C1EA7">
        <w:tab/>
        <w:t>zabezpieczenie szczególne: rury osłonowe przepustowe</w:t>
      </w:r>
      <w:r w:rsidR="00187BEF" w:rsidRPr="008C1EA7">
        <w:t>, płyty ochronne</w:t>
      </w:r>
      <w:r w:rsidR="00011EB1">
        <w:t xml:space="preserve"> lub</w:t>
      </w:r>
      <w:r w:rsidR="00011EB1" w:rsidRPr="008C1EA7">
        <w:t xml:space="preserve"> </w:t>
      </w:r>
      <w:r w:rsidR="00187BEF" w:rsidRPr="008C1EA7">
        <w:t>znaczniki elektromagnetyczne</w:t>
      </w:r>
      <w:r w:rsidR="008F23C6">
        <w:t>.</w:t>
      </w:r>
    </w:p>
    <w:p w14:paraId="6B98BD67" w14:textId="77777777" w:rsidR="00C7012C" w:rsidRPr="008C1EA7" w:rsidRDefault="00C7012C" w:rsidP="00CD0F95">
      <w:pPr>
        <w:pStyle w:val="USTustnpkodeksu"/>
      </w:pPr>
      <w:r w:rsidRPr="008C1EA7">
        <w:t>2.</w:t>
      </w:r>
      <w:r w:rsidRPr="008C1EA7">
        <w:tab/>
        <w:t>Usytuowanie i zabezpieczenia telekomunikacyjnych obiektów budowlanych z linią elektroenergetyczną ziemną (kabel ziemny):</w:t>
      </w:r>
    </w:p>
    <w:p w14:paraId="5DA6F806" w14:textId="77777777" w:rsidR="00C7012C" w:rsidRPr="008C1EA7" w:rsidRDefault="00C7012C" w:rsidP="00CD0F95">
      <w:pPr>
        <w:pStyle w:val="PKTpunkt"/>
      </w:pPr>
      <w:r w:rsidRPr="008C1EA7">
        <w:t>1)</w:t>
      </w:r>
      <w:r w:rsidR="009F1F88">
        <w:t xml:space="preserve"> </w:t>
      </w:r>
      <w:r w:rsidRPr="008C1EA7">
        <w:t>odległość podstawowa: 0,5 m lub zgodnie z uzgodnieniem z zarządcą lub właścicielem;</w:t>
      </w:r>
    </w:p>
    <w:p w14:paraId="6985F5B0" w14:textId="77777777" w:rsidR="00636B9C" w:rsidRPr="008C1EA7" w:rsidRDefault="00C7012C" w:rsidP="00CD0F95">
      <w:pPr>
        <w:pStyle w:val="PKTpunkt"/>
      </w:pPr>
      <w:r w:rsidRPr="008C1EA7">
        <w:t>2)</w:t>
      </w:r>
      <w:r w:rsidR="009F1F88">
        <w:t xml:space="preserve"> </w:t>
      </w:r>
      <w:r w:rsidRPr="008C1EA7">
        <w:t>głębokość podstawowa:</w:t>
      </w:r>
      <w:r w:rsidR="00120C68" w:rsidRPr="008C1EA7">
        <w:t xml:space="preserve"> 0,7 m</w:t>
      </w:r>
      <w:r w:rsidR="00636B9C" w:rsidRPr="008C1EA7">
        <w:t>;</w:t>
      </w:r>
    </w:p>
    <w:p w14:paraId="532F5646" w14:textId="77777777" w:rsidR="00636B9C" w:rsidRPr="008C1EA7" w:rsidRDefault="00636B9C" w:rsidP="00A35DC4">
      <w:pPr>
        <w:pStyle w:val="PKTpunkt"/>
      </w:pPr>
      <w:r w:rsidRPr="008C1EA7">
        <w:rPr>
          <w:bCs w:val="0"/>
        </w:rPr>
        <w:t xml:space="preserve">3) </w:t>
      </w:r>
      <w:r w:rsidR="00C7012C" w:rsidRPr="008C1EA7">
        <w:rPr>
          <w:bCs w:val="0"/>
        </w:rPr>
        <w:t>zabezpieczenie specjalne: rury osłonowe przepustowe, taśma ostrzegawcza TO</w:t>
      </w:r>
      <w:r w:rsidR="00ED65E8" w:rsidRPr="008C1EA7">
        <w:rPr>
          <w:bCs w:val="0"/>
        </w:rPr>
        <w:t xml:space="preserve"> lub </w:t>
      </w:r>
      <w:r w:rsidR="00C7012C" w:rsidRPr="008C1EA7">
        <w:rPr>
          <w:bCs w:val="0"/>
        </w:rPr>
        <w:t>znaczniki elektromagnetyczne;</w:t>
      </w:r>
    </w:p>
    <w:p w14:paraId="5A0DA680" w14:textId="77777777" w:rsidR="00C7012C" w:rsidRPr="008C1EA7" w:rsidRDefault="00636B9C" w:rsidP="00A35DC4">
      <w:pPr>
        <w:pStyle w:val="PKTpunkt"/>
      </w:pPr>
      <w:r w:rsidRPr="008C1EA7">
        <w:t>4)</w:t>
      </w:r>
      <w:r w:rsidR="009F1F88">
        <w:t xml:space="preserve"> </w:t>
      </w:r>
      <w:r w:rsidR="00C7012C" w:rsidRPr="008C1EA7">
        <w:t>zabezpieczenie szczególne: płyty ochronne lub kanały kablowe.</w:t>
      </w:r>
    </w:p>
    <w:p w14:paraId="58B96BFE" w14:textId="60EB7AC1" w:rsidR="00C7012C" w:rsidRPr="008C1EA7" w:rsidRDefault="00C7012C" w:rsidP="00CD0F95">
      <w:pPr>
        <w:pStyle w:val="USTustnpkodeksu"/>
      </w:pPr>
      <w:r w:rsidRPr="008C1EA7">
        <w:lastRenderedPageBreak/>
        <w:t>3.</w:t>
      </w:r>
      <w:r w:rsidRPr="008C1EA7">
        <w:tab/>
        <w:t>Usytuowanie i zabezpieczenia telekomunikacyjnych obiektów budowlanych z</w:t>
      </w:r>
      <w:r w:rsidR="00165EB3">
        <w:t> </w:t>
      </w:r>
      <w:r w:rsidRPr="008C1EA7">
        <w:t>elektroenergetyczną linią napowietrzną lub linią trakcyjną:</w:t>
      </w:r>
    </w:p>
    <w:p w14:paraId="5C70D3E7" w14:textId="7BECF59A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 xml:space="preserve">odległość podstawowa od konstrukcji wsporczej linii elektroenergetycznej napowietrznej lub linii trakcyjnej o napięciu znamionowym do 1 </w:t>
      </w:r>
      <w:proofErr w:type="spellStart"/>
      <w:r w:rsidRPr="008C1EA7">
        <w:t>kV</w:t>
      </w:r>
      <w:proofErr w:type="spellEnd"/>
      <w:r w:rsidRPr="008C1EA7">
        <w:t xml:space="preserve"> wynosi 0,</w:t>
      </w:r>
      <w:r w:rsidR="00D74C06">
        <w:t>1</w:t>
      </w:r>
      <w:r w:rsidR="00D74C06" w:rsidRPr="008C1EA7">
        <w:t xml:space="preserve"> </w:t>
      </w:r>
      <w:r w:rsidRPr="008C1EA7">
        <w:t>m;</w:t>
      </w:r>
    </w:p>
    <w:p w14:paraId="6F7E1C95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 xml:space="preserve">odległości podstawowe od konstrukcji wsporczej linii elektroenergetycznej napowietrznej lub linii trakcyjnej o napięciu znamionowym wyższym niż 1 </w:t>
      </w:r>
      <w:proofErr w:type="spellStart"/>
      <w:r w:rsidRPr="008C1EA7">
        <w:t>kV</w:t>
      </w:r>
      <w:proofErr w:type="spellEnd"/>
      <w:r w:rsidRPr="008C1EA7">
        <w:t xml:space="preserve"> lub od uziomu słupa tej linii wynoszą:</w:t>
      </w:r>
    </w:p>
    <w:p w14:paraId="541B6DE6" w14:textId="2600ACC3" w:rsidR="00C7012C" w:rsidRPr="008C1EA7" w:rsidRDefault="00C7012C" w:rsidP="00CD0F95">
      <w:pPr>
        <w:pStyle w:val="LITlitera"/>
      </w:pPr>
      <w:r w:rsidRPr="008C1EA7">
        <w:t>a)</w:t>
      </w:r>
      <w:r w:rsidRPr="008C1EA7">
        <w:tab/>
        <w:t>50 m – w przypadku linii elektroenergetycznych pracujących w układzie z</w:t>
      </w:r>
      <w:r w:rsidR="00165EB3">
        <w:t> </w:t>
      </w:r>
      <w:r w:rsidRPr="008C1EA7">
        <w:t>bezpośrednio (skutecznie) uziemionym punktem zerowym, niezależnie od rodzaju zastosowanych konstrukcji wsporczych linii,</w:t>
      </w:r>
    </w:p>
    <w:p w14:paraId="3B53EE71" w14:textId="5D3D6D52" w:rsidR="00C7012C" w:rsidRPr="008C1EA7" w:rsidRDefault="00C7012C" w:rsidP="00CD0F95">
      <w:pPr>
        <w:pStyle w:val="LITlitera"/>
      </w:pPr>
      <w:r w:rsidRPr="008C1EA7">
        <w:t>b)</w:t>
      </w:r>
      <w:r w:rsidRPr="008C1EA7">
        <w:tab/>
        <w:t>5 m – w przypadku linii elektroenergetycznych pracujących w układzie z</w:t>
      </w:r>
      <w:r w:rsidR="00165EB3">
        <w:t> </w:t>
      </w:r>
      <w:r w:rsidRPr="008C1EA7">
        <w:t>izolowanym punktem zerowym lub linii skompensowanych, mających konstrukcje wsporcze stalowe, betonowe lub drewniane uziemione,</w:t>
      </w:r>
    </w:p>
    <w:p w14:paraId="1DEF2F62" w14:textId="0F7FDCED" w:rsidR="00C7012C" w:rsidRPr="008C1EA7" w:rsidRDefault="00CD0F95" w:rsidP="00CD0F95">
      <w:pPr>
        <w:pStyle w:val="LITlitera"/>
      </w:pPr>
      <w:r w:rsidRPr="008C1EA7">
        <w:t>c)</w:t>
      </w:r>
      <w:r w:rsidRPr="008C1EA7">
        <w:tab/>
        <w:t>0,8 m –</w:t>
      </w:r>
      <w:r w:rsidR="00C7012C" w:rsidRPr="008C1EA7">
        <w:t xml:space="preserve"> w przypadku </w:t>
      </w:r>
      <w:r w:rsidR="00BB5725" w:rsidRPr="008C1EA7">
        <w:t xml:space="preserve">linii kablowych podziemnych zbudowanych z kabli dielektrycznych lub </w:t>
      </w:r>
      <w:r w:rsidR="00C7012C" w:rsidRPr="008C1EA7">
        <w:t>linii elektroenergetycznych pracujących w układzie z</w:t>
      </w:r>
      <w:r w:rsidR="00165EB3">
        <w:t> </w:t>
      </w:r>
      <w:r w:rsidR="00C7012C" w:rsidRPr="008C1EA7">
        <w:t>izolowanym punktem zerowym, linii skompensowanych, mających konstrukcje wsporcze drewniane nieuziemione:</w:t>
      </w:r>
    </w:p>
    <w:p w14:paraId="7BF97D44" w14:textId="77777777" w:rsidR="00C7012C" w:rsidRPr="008C1EA7" w:rsidRDefault="00CD0F95" w:rsidP="00CD0F95">
      <w:pPr>
        <w:pStyle w:val="TIRtiret"/>
      </w:pPr>
      <w:r w:rsidRPr="008C1EA7">
        <w:t>–</w:t>
      </w:r>
      <w:r w:rsidRPr="008C1EA7">
        <w:tab/>
      </w:r>
      <w:r w:rsidR="00C7012C" w:rsidRPr="008C1EA7">
        <w:t>głębokość podstawowa 0,7 m,</w:t>
      </w:r>
    </w:p>
    <w:p w14:paraId="2D47A286" w14:textId="59C2E303" w:rsidR="00C7012C" w:rsidRPr="008C1EA7" w:rsidRDefault="00CD0F95" w:rsidP="00CD0F95">
      <w:pPr>
        <w:pStyle w:val="TIRtiret"/>
      </w:pPr>
      <w:r w:rsidRPr="008C1EA7">
        <w:t>–</w:t>
      </w:r>
      <w:r w:rsidRPr="008C1EA7">
        <w:tab/>
      </w:r>
      <w:r w:rsidR="00C7012C" w:rsidRPr="008C1EA7">
        <w:t>zabezpieczenie specjalne i szczególne: środki ochronne uzgodnione z</w:t>
      </w:r>
      <w:r w:rsidR="00165EB3">
        <w:t> </w:t>
      </w:r>
      <w:r w:rsidR="00C7012C" w:rsidRPr="008C1EA7">
        <w:t>właścicielem lub zarządcą linii elektroenergetycznej.</w:t>
      </w:r>
    </w:p>
    <w:p w14:paraId="3032BC3B" w14:textId="21B469F4" w:rsidR="00C7012C" w:rsidRPr="008C1EA7" w:rsidRDefault="00C7012C" w:rsidP="00CD0F95">
      <w:pPr>
        <w:pStyle w:val="USTustnpkodeksu"/>
      </w:pPr>
      <w:r w:rsidRPr="008C1EA7">
        <w:t>4.</w:t>
      </w:r>
      <w:r w:rsidRPr="008C1EA7">
        <w:tab/>
        <w:t>Usytuowanie i zabezpieczenia telekomunikacyjnych obiektów budowlanych z</w:t>
      </w:r>
      <w:r w:rsidR="00165EB3">
        <w:t> </w:t>
      </w:r>
      <w:r w:rsidRPr="008C1EA7">
        <w:t>wodociągiem:</w:t>
      </w:r>
    </w:p>
    <w:p w14:paraId="256BFD33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odległości podstawowe:</w:t>
      </w:r>
    </w:p>
    <w:p w14:paraId="3ADD583B" w14:textId="77777777" w:rsidR="00C7012C" w:rsidRPr="008C1EA7" w:rsidRDefault="00C7012C" w:rsidP="00CD0F95">
      <w:pPr>
        <w:pStyle w:val="LITlitera"/>
      </w:pPr>
      <w:r w:rsidRPr="008C1EA7">
        <w:t>a)</w:t>
      </w:r>
      <w:r w:rsidRPr="008C1EA7">
        <w:tab/>
        <w:t>wodociąg magistralny: 1,0 m,</w:t>
      </w:r>
    </w:p>
    <w:p w14:paraId="588EACF1" w14:textId="77777777" w:rsidR="00C7012C" w:rsidRPr="008C1EA7" w:rsidRDefault="00C7012C" w:rsidP="00CD0F95">
      <w:pPr>
        <w:pStyle w:val="LITlitera"/>
      </w:pPr>
      <w:r w:rsidRPr="008C1EA7">
        <w:t>b)</w:t>
      </w:r>
      <w:r w:rsidRPr="008C1EA7">
        <w:tab/>
        <w:t>wodociąg rozdzielczy: 0,5 m</w:t>
      </w:r>
      <w:r w:rsidR="00A72434" w:rsidRPr="008C1EA7">
        <w:t>;</w:t>
      </w:r>
    </w:p>
    <w:p w14:paraId="748D8DC3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głębokość podstawowa: 0,7 m;</w:t>
      </w:r>
    </w:p>
    <w:p w14:paraId="75846779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>zabezpieczenie specjalne: rury osłonowe przepustowe oraz taśma ostrzegawcza TO;</w:t>
      </w:r>
    </w:p>
    <w:p w14:paraId="7382940D" w14:textId="77777777" w:rsidR="00C7012C" w:rsidRPr="008C1EA7" w:rsidRDefault="00C7012C" w:rsidP="00CD0F95">
      <w:pPr>
        <w:pStyle w:val="PKTpunkt"/>
      </w:pPr>
      <w:r w:rsidRPr="008C1EA7">
        <w:t>4)</w:t>
      </w:r>
      <w:r w:rsidRPr="008C1EA7">
        <w:tab/>
        <w:t>zabezpieczenie szczególne: rury osłonowe przepustowe oraz taśma ostrzegawcza TO.</w:t>
      </w:r>
    </w:p>
    <w:p w14:paraId="7376A3BE" w14:textId="6136A778" w:rsidR="00C7012C" w:rsidRPr="008C1EA7" w:rsidRDefault="00C7012C" w:rsidP="00CD0F95">
      <w:pPr>
        <w:pStyle w:val="USTustnpkodeksu"/>
      </w:pPr>
      <w:r w:rsidRPr="008C1EA7">
        <w:t>5.</w:t>
      </w:r>
      <w:r w:rsidRPr="008C1EA7">
        <w:tab/>
        <w:t>Usytuowanie i zabezpieczenia telekomunikacyjnych obiektów budowlanych z</w:t>
      </w:r>
      <w:r w:rsidR="009F04C3">
        <w:t> </w:t>
      </w:r>
      <w:r w:rsidRPr="008C1EA7">
        <w:t>ciepłociągiem:</w:t>
      </w:r>
    </w:p>
    <w:p w14:paraId="297494F4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odległości podstawowe:</w:t>
      </w:r>
    </w:p>
    <w:p w14:paraId="788321E3" w14:textId="77777777" w:rsidR="00C7012C" w:rsidRPr="008C1EA7" w:rsidRDefault="00C7012C" w:rsidP="00C7012C">
      <w:p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8C1EA7">
        <w:rPr>
          <w:rFonts w:ascii="Times New Roman" w:hAnsi="Times New Roman"/>
          <w:sz w:val="24"/>
          <w:szCs w:val="24"/>
        </w:rPr>
        <w:t>a)</w:t>
      </w:r>
      <w:r w:rsidRPr="008C1EA7">
        <w:rPr>
          <w:rFonts w:ascii="Times New Roman" w:hAnsi="Times New Roman"/>
          <w:sz w:val="24"/>
          <w:szCs w:val="24"/>
        </w:rPr>
        <w:tab/>
        <w:t>ciepłociąg parowy: 2,0 m,</w:t>
      </w:r>
    </w:p>
    <w:p w14:paraId="59B80C15" w14:textId="77777777" w:rsidR="00C7012C" w:rsidRPr="008C1EA7" w:rsidRDefault="00C7012C" w:rsidP="00C7012C">
      <w:p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8C1EA7">
        <w:rPr>
          <w:rFonts w:ascii="Times New Roman" w:hAnsi="Times New Roman"/>
          <w:sz w:val="24"/>
          <w:szCs w:val="24"/>
        </w:rPr>
        <w:t>b)</w:t>
      </w:r>
      <w:r w:rsidRPr="008C1EA7">
        <w:rPr>
          <w:rFonts w:ascii="Times New Roman" w:hAnsi="Times New Roman"/>
          <w:sz w:val="24"/>
          <w:szCs w:val="24"/>
        </w:rPr>
        <w:tab/>
        <w:t>ciepłociąg wodny: 1,0 m</w:t>
      </w:r>
      <w:r w:rsidR="00A72434" w:rsidRPr="008C1EA7">
        <w:rPr>
          <w:rFonts w:ascii="Times New Roman" w:hAnsi="Times New Roman"/>
          <w:sz w:val="24"/>
          <w:szCs w:val="24"/>
        </w:rPr>
        <w:t>;</w:t>
      </w:r>
    </w:p>
    <w:p w14:paraId="04B45CF8" w14:textId="77777777" w:rsidR="00C7012C" w:rsidRPr="008C1EA7" w:rsidRDefault="00C7012C" w:rsidP="00CD0F95">
      <w:pPr>
        <w:pStyle w:val="PKTpunkt"/>
      </w:pPr>
      <w:r w:rsidRPr="008C1EA7">
        <w:lastRenderedPageBreak/>
        <w:t>2)</w:t>
      </w:r>
      <w:r w:rsidRPr="008C1EA7">
        <w:tab/>
        <w:t>głębokość podstawowa: 0,7 m;</w:t>
      </w:r>
    </w:p>
    <w:p w14:paraId="165F59AF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 xml:space="preserve">zabezpieczenie specjalne: rury osłonowe przepustowe, taśma ostrzegawcza TO </w:t>
      </w:r>
      <w:r w:rsidR="00ED65E8" w:rsidRPr="008C1EA7">
        <w:t xml:space="preserve">lub </w:t>
      </w:r>
      <w:r w:rsidRPr="008C1EA7">
        <w:t xml:space="preserve">znaczniki </w:t>
      </w:r>
      <w:r w:rsidR="00BB5725" w:rsidRPr="008C1EA7">
        <w:t>elektromagnetyczne</w:t>
      </w:r>
      <w:r w:rsidRPr="008C1EA7">
        <w:t>;</w:t>
      </w:r>
    </w:p>
    <w:p w14:paraId="63003BE7" w14:textId="77777777" w:rsidR="00C7012C" w:rsidRPr="008C1EA7" w:rsidRDefault="00C7012C" w:rsidP="00CD0F95">
      <w:pPr>
        <w:pStyle w:val="PKTpunkt"/>
      </w:pPr>
      <w:r w:rsidRPr="008C1EA7">
        <w:t>4)</w:t>
      </w:r>
      <w:r w:rsidRPr="008C1EA7">
        <w:tab/>
        <w:t xml:space="preserve">zabezpieczenie szczególne: rury osłonowe przepustowe, taśma ostrzegawcza TO </w:t>
      </w:r>
      <w:r w:rsidR="00ED65E8" w:rsidRPr="008C1EA7">
        <w:t xml:space="preserve">lub </w:t>
      </w:r>
      <w:r w:rsidRPr="008C1EA7">
        <w:t xml:space="preserve">znaczniki </w:t>
      </w:r>
      <w:r w:rsidR="00BB5725" w:rsidRPr="008C1EA7">
        <w:t>elektromagnetyczne</w:t>
      </w:r>
      <w:r w:rsidRPr="008C1EA7">
        <w:t>.</w:t>
      </w:r>
    </w:p>
    <w:p w14:paraId="1B070900" w14:textId="506205A4" w:rsidR="00C7012C" w:rsidRPr="008C1EA7" w:rsidRDefault="00C7012C" w:rsidP="00CD0F95">
      <w:pPr>
        <w:pStyle w:val="USTustnpkodeksu"/>
      </w:pPr>
      <w:r w:rsidRPr="008C1EA7">
        <w:t>6.</w:t>
      </w:r>
      <w:r w:rsidRPr="008C1EA7">
        <w:tab/>
        <w:t>Usytuowanie i zabezpieczenia telekomunikacyjnych obiektów budowlanych z</w:t>
      </w:r>
      <w:r w:rsidR="009F04C3">
        <w:t> </w:t>
      </w:r>
      <w:r w:rsidRPr="008C1EA7">
        <w:t>kanalizacją sanitarną, deszczową lub ogólnospławną:</w:t>
      </w:r>
    </w:p>
    <w:p w14:paraId="77F1170B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odległość podstawowa: 1,0 m;</w:t>
      </w:r>
    </w:p>
    <w:p w14:paraId="770DFD39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głębokość podstawowa: 0,7 m;</w:t>
      </w:r>
    </w:p>
    <w:p w14:paraId="6EB87A33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>zabezpieczenie specjalne lub szczególne: rury przepustowe.</w:t>
      </w:r>
    </w:p>
    <w:p w14:paraId="3634F887" w14:textId="3BE93C47" w:rsidR="00C7012C" w:rsidRPr="008C1EA7" w:rsidRDefault="00C7012C" w:rsidP="00CD0F95">
      <w:pPr>
        <w:pStyle w:val="USTustnpkodeksu"/>
      </w:pPr>
      <w:r w:rsidRPr="008C1EA7">
        <w:t>7.</w:t>
      </w:r>
      <w:r w:rsidRPr="008C1EA7">
        <w:tab/>
        <w:t>Usytuowanie i zabezpieczenia telekomunikacyjnych obiektów budowlanych z</w:t>
      </w:r>
      <w:r w:rsidR="009F04C3">
        <w:t> </w:t>
      </w:r>
      <w:r w:rsidRPr="008C1EA7">
        <w:t>gazociągiem:</w:t>
      </w:r>
    </w:p>
    <w:p w14:paraId="292F3294" w14:textId="2E435355" w:rsidR="00CC3D0A" w:rsidRPr="008C1EA7" w:rsidRDefault="00E93F07" w:rsidP="008F23C6">
      <w:pPr>
        <w:pStyle w:val="PKTpunkt"/>
      </w:pPr>
      <w:r w:rsidRPr="008C1EA7">
        <w:t>1</w:t>
      </w:r>
      <w:r w:rsidR="00C7012C" w:rsidRPr="008C1EA7">
        <w:t>)</w:t>
      </w:r>
      <w:r w:rsidR="00C7012C" w:rsidRPr="008C1EA7">
        <w:tab/>
      </w:r>
      <w:r w:rsidR="001D32FE">
        <w:t>s</w:t>
      </w:r>
      <w:r w:rsidR="001D32FE" w:rsidRPr="008C1EA7">
        <w:t xml:space="preserve">zerokość </w:t>
      </w:r>
      <w:r w:rsidR="00C7012C" w:rsidRPr="008C1EA7">
        <w:t xml:space="preserve">stref kontrolowanych </w:t>
      </w:r>
      <w:r w:rsidR="00C815E2">
        <w:t xml:space="preserve">określają przepisy </w:t>
      </w:r>
      <w:r w:rsidR="00AC4B39">
        <w:t xml:space="preserve">rozporządzenia ministra właściwego do spraw energii wydanego na podstawie </w:t>
      </w:r>
      <w:r w:rsidR="00AC4B39" w:rsidRPr="00AC4B39">
        <w:t>art. 7 ust. 2 pkt 2 ustawy z dnia 7 lipca 1994 r. – Prawo budowlane</w:t>
      </w:r>
      <w:r w:rsidR="00AC4B39">
        <w:t xml:space="preserve"> </w:t>
      </w:r>
      <w:r w:rsidR="007A66FC">
        <w:t xml:space="preserve">w </w:t>
      </w:r>
      <w:r w:rsidR="00AC4B39">
        <w:t xml:space="preserve">zakresie </w:t>
      </w:r>
      <w:r w:rsidR="00D32A52">
        <w:t>dotyczącym</w:t>
      </w:r>
      <w:r w:rsidR="007A66FC">
        <w:t xml:space="preserve"> warunków technicznych, jakim powinny odpowiadać sieci gazowe i ich usytuowanie</w:t>
      </w:r>
      <w:r w:rsidR="00A72434" w:rsidRPr="008C1EA7">
        <w:t>;</w:t>
      </w:r>
    </w:p>
    <w:p w14:paraId="12B421F3" w14:textId="77777777" w:rsidR="00C7012C" w:rsidRPr="008C1EA7" w:rsidRDefault="001D32FE" w:rsidP="00CD0F95">
      <w:pPr>
        <w:pStyle w:val="PKTpunkt"/>
      </w:pPr>
      <w:r>
        <w:t>2</w:t>
      </w:r>
      <w:r w:rsidR="00C7012C" w:rsidRPr="008C1EA7">
        <w:t>)</w:t>
      </w:r>
      <w:r w:rsidR="00C7012C" w:rsidRPr="008C1EA7">
        <w:tab/>
        <w:t>odległość pozioma gazociągu stalowego od rzutu skrajnego przewodu telekomunikacyjnej linii kablowej nadziemnej nie może być mniejsza niż 0,5 m od granicy strefy kontrolowanej wyznaczonej dla tego gazociągu;</w:t>
      </w:r>
    </w:p>
    <w:p w14:paraId="23871403" w14:textId="77777777" w:rsidR="00C7012C" w:rsidRPr="008C1EA7" w:rsidRDefault="001D32FE" w:rsidP="00CD0F95">
      <w:pPr>
        <w:pStyle w:val="PKTpunkt"/>
      </w:pPr>
      <w:r>
        <w:t>3</w:t>
      </w:r>
      <w:r w:rsidR="00C7012C" w:rsidRPr="008C1EA7">
        <w:t>)</w:t>
      </w:r>
      <w:r w:rsidR="00C7012C" w:rsidRPr="008C1EA7">
        <w:tab/>
        <w:t>odległość gazociągu stalowego od kanalizacji kablowej i telekomunikacyjnej linii kablowej podziemnej nie może być mniejsza niż połowa strefy kontrolowanej wymaganej dla tego gazociągu;</w:t>
      </w:r>
    </w:p>
    <w:p w14:paraId="10177B6D" w14:textId="77777777" w:rsidR="00C7012C" w:rsidRPr="008C1EA7" w:rsidRDefault="001D32FE" w:rsidP="00CD0F95">
      <w:pPr>
        <w:pStyle w:val="PKTpunkt"/>
      </w:pPr>
      <w:r>
        <w:t>4</w:t>
      </w:r>
      <w:r w:rsidR="00C7012C" w:rsidRPr="008C1EA7">
        <w:t>)</w:t>
      </w:r>
      <w:r w:rsidR="00C7012C" w:rsidRPr="008C1EA7">
        <w:tab/>
        <w:t>głębokość podstawowa wynosi co najmniej 0,7 m;</w:t>
      </w:r>
    </w:p>
    <w:p w14:paraId="6FE6D13F" w14:textId="77777777" w:rsidR="00C7012C" w:rsidRPr="008C1EA7" w:rsidRDefault="001D32FE" w:rsidP="00CD0F95">
      <w:pPr>
        <w:pStyle w:val="PKTpunkt"/>
      </w:pPr>
      <w:r>
        <w:t>5</w:t>
      </w:r>
      <w:r w:rsidR="00C7012C" w:rsidRPr="008C1EA7">
        <w:t>)</w:t>
      </w:r>
      <w:r w:rsidR="00C7012C" w:rsidRPr="008C1EA7">
        <w:tab/>
        <w:t xml:space="preserve">zabezpieczenie specjalne: rury osłonowe przepustowe, taśma ostrzegawcza TO </w:t>
      </w:r>
      <w:r w:rsidR="00ED65E8" w:rsidRPr="008C1EA7">
        <w:t xml:space="preserve">lub </w:t>
      </w:r>
      <w:r w:rsidR="00C7012C" w:rsidRPr="008C1EA7">
        <w:t>znaczniki elektromagnetyczne;</w:t>
      </w:r>
    </w:p>
    <w:p w14:paraId="04F65720" w14:textId="77777777" w:rsidR="00C7012C" w:rsidRPr="008C1EA7" w:rsidRDefault="001D32FE" w:rsidP="00CD0F95">
      <w:pPr>
        <w:pStyle w:val="PKTpunkt"/>
      </w:pPr>
      <w:r>
        <w:t>6</w:t>
      </w:r>
      <w:r w:rsidR="00C7012C" w:rsidRPr="008C1EA7">
        <w:t>)</w:t>
      </w:r>
      <w:r w:rsidR="00C7012C" w:rsidRPr="008C1EA7">
        <w:tab/>
        <w:t>zabezpieczenie szczególne: przegroda żelbetowa.</w:t>
      </w:r>
    </w:p>
    <w:p w14:paraId="79791634" w14:textId="70EAD1EB" w:rsidR="00C7012C" w:rsidRPr="008C1EA7" w:rsidRDefault="00C7012C" w:rsidP="00CD0F95">
      <w:pPr>
        <w:pStyle w:val="USTustnpkodeksu"/>
      </w:pPr>
      <w:r w:rsidRPr="008C1EA7">
        <w:t>8.</w:t>
      </w:r>
      <w:r w:rsidRPr="008C1EA7">
        <w:tab/>
        <w:t>Usytuowanie i zabezpieczenia telekomunikacyjnych obiektów budowlanych z</w:t>
      </w:r>
      <w:r w:rsidR="009F04C3">
        <w:t> </w:t>
      </w:r>
      <w:r w:rsidRPr="008C1EA7">
        <w:t>ropociągiem technologicznym na terenie baz i stacji paliw płynnych, rurociągiem dalekosiężnym do transportu ropy naftowej i produktów naftowych:</w:t>
      </w:r>
    </w:p>
    <w:p w14:paraId="3555AFD8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odległości podstawowe:</w:t>
      </w:r>
    </w:p>
    <w:p w14:paraId="3347BB20" w14:textId="77777777" w:rsidR="00C7012C" w:rsidRPr="008C1EA7" w:rsidRDefault="00C7012C" w:rsidP="00CD0F95">
      <w:pPr>
        <w:pStyle w:val="LITlitera"/>
      </w:pPr>
      <w:r w:rsidRPr="008C1EA7">
        <w:t>a)</w:t>
      </w:r>
      <w:r w:rsidRPr="008C1EA7">
        <w:tab/>
        <w:t xml:space="preserve">baza </w:t>
      </w:r>
      <w:r w:rsidR="00C43137" w:rsidRPr="008C1EA7">
        <w:t>i stacja paliw płynnych</w:t>
      </w:r>
      <w:r w:rsidRPr="008C1EA7">
        <w:t xml:space="preserve"> </w:t>
      </w:r>
      <w:r w:rsidR="00147ABD" w:rsidRPr="008C1EA7">
        <w:t>–</w:t>
      </w:r>
      <w:r w:rsidRPr="008C1EA7">
        <w:t xml:space="preserve"> kanalizacja kablowa poza strefą zagrożoną wybuchem,</w:t>
      </w:r>
    </w:p>
    <w:p w14:paraId="61E2834E" w14:textId="5C5DB5C1" w:rsidR="00C7012C" w:rsidRPr="008C1EA7" w:rsidRDefault="00C7012C" w:rsidP="00C43137">
      <w:pPr>
        <w:pStyle w:val="LITlitera"/>
      </w:pPr>
      <w:r w:rsidRPr="008C1EA7">
        <w:rPr>
          <w:bCs w:val="0"/>
        </w:rPr>
        <w:t>b)</w:t>
      </w:r>
      <w:r w:rsidRPr="008C1EA7">
        <w:rPr>
          <w:bCs w:val="0"/>
        </w:rPr>
        <w:tab/>
      </w:r>
      <w:r w:rsidR="00C43137" w:rsidRPr="008C1EA7">
        <w:rPr>
          <w:bCs w:val="0"/>
        </w:rPr>
        <w:t>rurociąg przesyłowy dalekosiężny – połowa szerokości strefy bezpieczeństwa rurociągu dla kanalizacji nieobsługującej rurociąg;</w:t>
      </w:r>
    </w:p>
    <w:p w14:paraId="49D42885" w14:textId="77777777" w:rsidR="00C7012C" w:rsidRPr="008C1EA7" w:rsidRDefault="00C7012C" w:rsidP="00CD0F95">
      <w:pPr>
        <w:pStyle w:val="PKTpunkt"/>
      </w:pPr>
      <w:r w:rsidRPr="008C1EA7">
        <w:lastRenderedPageBreak/>
        <w:t>2)</w:t>
      </w:r>
      <w:r w:rsidRPr="008C1EA7">
        <w:tab/>
        <w:t>dla rurociągów przesyłowych dalekosiężnych ustala się strefy bezpieczeństwa, których środek stanowi oś rurociągu;</w:t>
      </w:r>
    </w:p>
    <w:p w14:paraId="6B234058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>minimalna szerokość strefy bezpieczeństwa dla jednego rurociągu przesyłowego dalekosiężnego, w zależności od jego średnicy nominalnej, wynosi co najmniej:</w:t>
      </w:r>
    </w:p>
    <w:p w14:paraId="42685B7E" w14:textId="77777777" w:rsidR="00C7012C" w:rsidRPr="008C1EA7" w:rsidRDefault="00C7012C" w:rsidP="00CD0F95">
      <w:pPr>
        <w:pStyle w:val="LITlitera"/>
      </w:pPr>
      <w:r w:rsidRPr="008C1EA7">
        <w:t>a)</w:t>
      </w:r>
      <w:r w:rsidRPr="008C1EA7">
        <w:tab/>
        <w:t>12 m – dla rurociągu o średnicy do 400 mm,</w:t>
      </w:r>
    </w:p>
    <w:p w14:paraId="388ABD6D" w14:textId="77777777" w:rsidR="00C7012C" w:rsidRPr="008C1EA7" w:rsidRDefault="00C7012C" w:rsidP="00CD0F95">
      <w:pPr>
        <w:pStyle w:val="LITlitera"/>
      </w:pPr>
      <w:r w:rsidRPr="008C1EA7">
        <w:t>b)</w:t>
      </w:r>
      <w:r w:rsidRPr="008C1EA7">
        <w:tab/>
        <w:t>16 m – dla rurociągu o średnicy od 400 mm do 600 mm,</w:t>
      </w:r>
    </w:p>
    <w:p w14:paraId="3D91D178" w14:textId="77777777" w:rsidR="00C7012C" w:rsidRPr="008C1EA7" w:rsidRDefault="00C7012C" w:rsidP="00CD0F95">
      <w:pPr>
        <w:pStyle w:val="LITlitera"/>
      </w:pPr>
      <w:r w:rsidRPr="008C1EA7">
        <w:t>c)</w:t>
      </w:r>
      <w:r w:rsidRPr="008C1EA7">
        <w:tab/>
        <w:t>20 m – dla rurociągu o średnicy powyżej 600</w:t>
      </w:r>
      <w:r w:rsidR="00DC7FBC" w:rsidRPr="008C1EA7">
        <w:t xml:space="preserve"> </w:t>
      </w:r>
      <w:r w:rsidRPr="008C1EA7">
        <w:t>mm;</w:t>
      </w:r>
    </w:p>
    <w:p w14:paraId="1E1DBE64" w14:textId="77777777" w:rsidR="00C7012C" w:rsidRPr="008C1EA7" w:rsidRDefault="00C7012C" w:rsidP="00CD0F95">
      <w:pPr>
        <w:pStyle w:val="PKTpunkt"/>
      </w:pPr>
      <w:r w:rsidRPr="008C1EA7">
        <w:t>4)</w:t>
      </w:r>
      <w:r w:rsidRPr="008C1EA7">
        <w:tab/>
        <w:t>dopuszcza się w strefie bezpieczeństwa usytuowanie innej infrastruktury sieci uzbrojenia terenu pod warunkiem uzgodnienia jej z właścicielem rurociągu przesyłowego dalekosiężnego;</w:t>
      </w:r>
    </w:p>
    <w:p w14:paraId="761DB4FA" w14:textId="77777777" w:rsidR="00C7012C" w:rsidRPr="008C1EA7" w:rsidRDefault="00C7012C" w:rsidP="00CD0F95">
      <w:pPr>
        <w:pStyle w:val="PKTpunkt"/>
      </w:pPr>
      <w:r w:rsidRPr="008C1EA7">
        <w:t>5)</w:t>
      </w:r>
      <w:r w:rsidRPr="008C1EA7">
        <w:tab/>
        <w:t>głębokość podstawowa:  0,7 m</w:t>
      </w:r>
      <w:r w:rsidR="009F1F88">
        <w:t>;</w:t>
      </w:r>
    </w:p>
    <w:p w14:paraId="6CB4D2EE" w14:textId="77777777" w:rsidR="00CC0C23" w:rsidRPr="008C1EA7" w:rsidRDefault="00CC0C23" w:rsidP="00CC0C23">
      <w:pPr>
        <w:pStyle w:val="PKTpunkt"/>
      </w:pPr>
      <w:r w:rsidRPr="008C1EA7">
        <w:t>6)</w:t>
      </w:r>
      <w:r w:rsidRPr="008C1EA7">
        <w:tab/>
        <w:t xml:space="preserve">zabezpieczenie specjalne: rury osłonowe przepustowe, taśma ostrzegawcza TO </w:t>
      </w:r>
      <w:r w:rsidR="003514DF" w:rsidRPr="008C1EA7">
        <w:t>lub</w:t>
      </w:r>
      <w:r w:rsidRPr="008C1EA7">
        <w:t xml:space="preserve"> znaczniki elektromagnetyczne;</w:t>
      </w:r>
    </w:p>
    <w:p w14:paraId="700CD4E4" w14:textId="77777777" w:rsidR="00CC0C23" w:rsidRPr="008C1EA7" w:rsidRDefault="00CC0C23" w:rsidP="00CC0C23">
      <w:pPr>
        <w:pStyle w:val="PKTpunkt"/>
      </w:pPr>
      <w:r w:rsidRPr="008C1EA7">
        <w:t>7)</w:t>
      </w:r>
      <w:r w:rsidRPr="008C1EA7">
        <w:tab/>
        <w:t>zabezpieczenie szczególne: przegroda żelbetowa.</w:t>
      </w:r>
    </w:p>
    <w:p w14:paraId="37502657" w14:textId="16BE35B0" w:rsidR="00C7012C" w:rsidRPr="008C1EA7" w:rsidRDefault="00C7012C" w:rsidP="00CD0F95">
      <w:pPr>
        <w:pStyle w:val="USTustnpkodeksu"/>
      </w:pPr>
      <w:r w:rsidRPr="008C1EA7">
        <w:t>9.</w:t>
      </w:r>
      <w:r w:rsidRPr="008C1EA7">
        <w:tab/>
        <w:t>Usytuowanie i zabezpieczenia telekomunikacyjnych obiektów budowlanych z</w:t>
      </w:r>
      <w:r w:rsidR="009F04C3">
        <w:t> </w:t>
      </w:r>
      <w:r w:rsidRPr="008C1EA7">
        <w:t>obiektami małej architektury i budynkami:</w:t>
      </w:r>
    </w:p>
    <w:p w14:paraId="18DBA6A8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odległość podstawowa: 0,5 m;</w:t>
      </w:r>
    </w:p>
    <w:p w14:paraId="3D9546B6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odległość podstawowa od uziomu odgromowego: 1 m;</w:t>
      </w:r>
    </w:p>
    <w:p w14:paraId="22C67921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>głębokość podstawowa: 0,7 m;</w:t>
      </w:r>
    </w:p>
    <w:p w14:paraId="3321A5A1" w14:textId="77777777" w:rsidR="00C7012C" w:rsidRPr="008C1EA7" w:rsidRDefault="00C7012C" w:rsidP="00CD0F95">
      <w:pPr>
        <w:pStyle w:val="PKTpunkt"/>
      </w:pPr>
      <w:r w:rsidRPr="008C1EA7">
        <w:t>4)</w:t>
      </w:r>
      <w:r w:rsidRPr="008C1EA7">
        <w:tab/>
        <w:t xml:space="preserve">zabezpieczenie specjalne: taśma ostrzegawcza TO </w:t>
      </w:r>
      <w:r w:rsidR="00ED65E8" w:rsidRPr="008C1EA7">
        <w:t xml:space="preserve">lub </w:t>
      </w:r>
      <w:r w:rsidRPr="008C1EA7">
        <w:t>znaczniki elektromagnetyczne;</w:t>
      </w:r>
    </w:p>
    <w:p w14:paraId="2CDBE5A2" w14:textId="77777777" w:rsidR="00C7012C" w:rsidRPr="008C1EA7" w:rsidRDefault="00C7012C" w:rsidP="00CD0F95">
      <w:pPr>
        <w:pStyle w:val="PKTpunkt"/>
      </w:pPr>
      <w:r w:rsidRPr="008C1EA7">
        <w:t>5)</w:t>
      </w:r>
      <w:r w:rsidRPr="008C1EA7">
        <w:tab/>
        <w:t>zabezpieczenie szczególne: rury osłonowe przepustowe.</w:t>
      </w:r>
    </w:p>
    <w:p w14:paraId="0B055105" w14:textId="77777777" w:rsidR="00C7012C" w:rsidRPr="008C1EA7" w:rsidRDefault="00C7012C" w:rsidP="00CD0F95">
      <w:pPr>
        <w:pStyle w:val="USTustnpkodeksu"/>
      </w:pPr>
      <w:r w:rsidRPr="008C1EA7">
        <w:t xml:space="preserve">10. </w:t>
      </w:r>
      <w:r w:rsidR="00F70F4C" w:rsidRPr="008C1EA7">
        <w:t>Usytuowanie i zabezpieczenia p</w:t>
      </w:r>
      <w:r w:rsidRPr="008C1EA7">
        <w:t>ozostał</w:t>
      </w:r>
      <w:r w:rsidR="00F70F4C" w:rsidRPr="008C1EA7">
        <w:t>ych</w:t>
      </w:r>
      <w:r w:rsidRPr="008C1EA7">
        <w:t xml:space="preserve"> obiekt</w:t>
      </w:r>
      <w:r w:rsidR="00F70F4C" w:rsidRPr="008C1EA7">
        <w:t>ów</w:t>
      </w:r>
      <w:r w:rsidRPr="008C1EA7">
        <w:t xml:space="preserve"> budowlan</w:t>
      </w:r>
      <w:r w:rsidR="00F70F4C" w:rsidRPr="008C1EA7">
        <w:t>ych</w:t>
      </w:r>
      <w:r w:rsidRPr="008C1EA7">
        <w:t xml:space="preserve"> (lotniska, budowle obronne, budowle hydrotechniczne) </w:t>
      </w:r>
      <w:r w:rsidR="00F70F4C" w:rsidRPr="008C1EA7">
        <w:t xml:space="preserve">w uzgodnieniu </w:t>
      </w:r>
      <w:r w:rsidRPr="008C1EA7">
        <w:t>z zarządem, zarządcą lub właścicielem obiektu.</w:t>
      </w:r>
    </w:p>
    <w:p w14:paraId="6601E622" w14:textId="77777777" w:rsidR="00C7012C" w:rsidRPr="008C1EA7" w:rsidRDefault="00C7012C" w:rsidP="00CD0F95">
      <w:pPr>
        <w:pStyle w:val="ARTartustawynprozporzdzenia"/>
      </w:pPr>
      <w:r w:rsidRPr="008C1EA7">
        <w:t xml:space="preserve">III. Usytuowanie i warunki techniczne jakim odpowiada kanalizacja kablowa oraz telekomunikacyjne linie kablowe w przypadku skrzyżowań z innymi obiektami budowlanymi </w:t>
      </w:r>
      <w:r w:rsidR="001474AB" w:rsidRPr="008C1EA7">
        <w:t>wodami morza terytorialnego i morskimi wodami wewnętrznymi oraz</w:t>
      </w:r>
      <w:r w:rsidRPr="008C1EA7">
        <w:t xml:space="preserve"> śródlądowymi wodami powierzchniowymi</w:t>
      </w:r>
      <w:r w:rsidR="008F23C6">
        <w:t>.</w:t>
      </w:r>
    </w:p>
    <w:p w14:paraId="71E6A4D4" w14:textId="77777777" w:rsidR="00C7012C" w:rsidRPr="008C1EA7" w:rsidRDefault="00C7012C" w:rsidP="00CD0F95">
      <w:pPr>
        <w:pStyle w:val="USTustnpkodeksu"/>
      </w:pPr>
      <w:r w:rsidRPr="008C1EA7">
        <w:t>1.</w:t>
      </w:r>
      <w:r w:rsidRPr="008C1EA7">
        <w:tab/>
        <w:t>Wymaganie ogólne</w:t>
      </w:r>
    </w:p>
    <w:p w14:paraId="384E4A3C" w14:textId="1A1A66DA" w:rsidR="00C7012C" w:rsidRPr="008C1EA7" w:rsidRDefault="00C7012C" w:rsidP="00CD0F95">
      <w:pPr>
        <w:pStyle w:val="USTustnpkodeksu"/>
      </w:pPr>
      <w:r w:rsidRPr="008C1EA7">
        <w:t xml:space="preserve">Odcinki kanalizacji kablowej oraz telekomunikacyjnej linii kablowej </w:t>
      </w:r>
      <w:r w:rsidR="00E06A7D" w:rsidRPr="008C1EA7">
        <w:t xml:space="preserve">krzyżują </w:t>
      </w:r>
      <w:r w:rsidRPr="008C1EA7">
        <w:t>się z</w:t>
      </w:r>
      <w:r w:rsidR="009F04C3">
        <w:t> </w:t>
      </w:r>
      <w:r w:rsidRPr="008C1EA7">
        <w:t>innymi obiektami budowlanymi pod kątem prostym.</w:t>
      </w:r>
    </w:p>
    <w:p w14:paraId="2E82A4F5" w14:textId="77777777" w:rsidR="00C43137" w:rsidRPr="008C1EA7" w:rsidRDefault="00C43137" w:rsidP="00CD0F95">
      <w:pPr>
        <w:pStyle w:val="USTustnpkodeksu"/>
      </w:pPr>
      <w:r w:rsidRPr="008C1EA7">
        <w:lastRenderedPageBreak/>
        <w:t>Dopuszczalne odchylenia od kąta prostego podane są poniżej w odniesieniu do poszczególnych obiektó</w:t>
      </w:r>
      <w:r w:rsidR="00A40FB5" w:rsidRPr="008C1EA7">
        <w:t>w budowlanych, wodami morza terytorialnego i morskimi wodami wewnętrznymi oraz śródlądowymi wodami powierzchniowymi.</w:t>
      </w:r>
      <w:r w:rsidRPr="008C1EA7">
        <w:t xml:space="preserve"> </w:t>
      </w:r>
    </w:p>
    <w:p w14:paraId="64FF1794" w14:textId="77777777" w:rsidR="00C7012C" w:rsidRPr="008C1EA7" w:rsidRDefault="00C7012C" w:rsidP="00CD0F95">
      <w:pPr>
        <w:pStyle w:val="USTustnpkodeksu"/>
      </w:pPr>
      <w:r w:rsidRPr="008C1EA7">
        <w:t>2.</w:t>
      </w:r>
      <w:r w:rsidRPr="008C1EA7">
        <w:tab/>
        <w:t>Usytuowanie i zabezpieczenia innej kanalizacji kablowej oraz telekomunikacyjnej linii kablowej:</w:t>
      </w:r>
    </w:p>
    <w:p w14:paraId="29387B08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odległość podstawowa: 0,1 m;</w:t>
      </w:r>
    </w:p>
    <w:p w14:paraId="76D4BBD1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dopuszczalne odchylenie od kąta prostego: 45°;</w:t>
      </w:r>
    </w:p>
    <w:p w14:paraId="5A363FEE" w14:textId="121286E1" w:rsidR="00A1266F" w:rsidRPr="008C1EA7" w:rsidRDefault="00C7012C" w:rsidP="00CD0F95">
      <w:pPr>
        <w:pStyle w:val="PKTpunkt"/>
      </w:pPr>
      <w:r w:rsidRPr="008C1EA7">
        <w:t>3)</w:t>
      </w:r>
      <w:r w:rsidRPr="008C1EA7">
        <w:tab/>
        <w:t>zabezpieczenie specjalne</w:t>
      </w:r>
      <w:r w:rsidR="00E06A7D" w:rsidRPr="008C1EA7">
        <w:t xml:space="preserve"> -</w:t>
      </w:r>
      <w:r w:rsidRPr="008C1EA7">
        <w:t xml:space="preserve"> zgodnie z uzgodnieniem z zarządcą lub właścicielem </w:t>
      </w:r>
      <w:r w:rsidR="001D3617" w:rsidRPr="008C1EA7">
        <w:t>sieci</w:t>
      </w:r>
      <w:r w:rsidR="00B6604B">
        <w:t>.</w:t>
      </w:r>
    </w:p>
    <w:p w14:paraId="10BE4E68" w14:textId="77777777" w:rsidR="00C7012C" w:rsidRPr="008C1EA7" w:rsidRDefault="00C7012C" w:rsidP="00CD0F95">
      <w:pPr>
        <w:pStyle w:val="USTustnpkodeksu"/>
      </w:pPr>
      <w:r w:rsidRPr="008C1EA7">
        <w:t>3.</w:t>
      </w:r>
      <w:r w:rsidRPr="008C1EA7">
        <w:tab/>
        <w:t>Usytuowanie i zabezpieczenia telekomunikacyjnych obiektów budowlanych z drogą</w:t>
      </w:r>
      <w:r w:rsidR="00E06A7D" w:rsidRPr="008C1EA7">
        <w:t>:</w:t>
      </w:r>
    </w:p>
    <w:p w14:paraId="6FD2B00A" w14:textId="287FBAEA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odległość podstawowa</w:t>
      </w:r>
      <w:r w:rsidR="00E06A7D" w:rsidRPr="008C1EA7">
        <w:t xml:space="preserve"> - </w:t>
      </w:r>
      <w:r w:rsidRPr="008C1EA7">
        <w:t xml:space="preserve">zgodnie z uzgodnieniem z zarządcą lub właścicielem </w:t>
      </w:r>
      <w:r w:rsidR="00D74C06">
        <w:t>sieci</w:t>
      </w:r>
      <w:r w:rsidRPr="008C1EA7">
        <w:t>;</w:t>
      </w:r>
    </w:p>
    <w:p w14:paraId="00B85BAF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zabezpieczenie specjalne: rury osłonowe przepustowe;</w:t>
      </w:r>
    </w:p>
    <w:p w14:paraId="3BA1F95A" w14:textId="77777777" w:rsidR="00B6604B" w:rsidRDefault="00C7012C" w:rsidP="00B6604B">
      <w:pPr>
        <w:pStyle w:val="PKTpunkt"/>
      </w:pPr>
      <w:r w:rsidRPr="008C1EA7">
        <w:t>3)</w:t>
      </w:r>
      <w:r w:rsidRPr="008C1EA7">
        <w:tab/>
        <w:t>dopuszczalne odchylenie od kąta prostego: 45°</w:t>
      </w:r>
      <w:r w:rsidR="00B6604B">
        <w:t>;</w:t>
      </w:r>
    </w:p>
    <w:p w14:paraId="4FE7D50D" w14:textId="47325AD4" w:rsidR="00B6604B" w:rsidRPr="008C1EA7" w:rsidRDefault="00B6604B" w:rsidP="00B6604B">
      <w:pPr>
        <w:pStyle w:val="PKTpunkt"/>
      </w:pPr>
      <w:r w:rsidRPr="008C1EA7">
        <w:t xml:space="preserve">4) </w:t>
      </w:r>
      <w:r>
        <w:tab/>
      </w:r>
      <w:r w:rsidRPr="008C1EA7">
        <w:t>telekomunikacyjna linia kablowa nadziemna nie może naruszać skrajni drogi.</w:t>
      </w:r>
    </w:p>
    <w:p w14:paraId="0BE5337C" w14:textId="77777777" w:rsidR="00C7012C" w:rsidRPr="008C1EA7" w:rsidRDefault="00C7012C" w:rsidP="00CD0F95">
      <w:pPr>
        <w:pStyle w:val="PKTpunkt"/>
      </w:pPr>
    </w:p>
    <w:p w14:paraId="72F4D4C4" w14:textId="77777777" w:rsidR="00C7012C" w:rsidRPr="008C1EA7" w:rsidRDefault="00C7012C" w:rsidP="00CD0F95">
      <w:pPr>
        <w:pStyle w:val="USTustnpkodeksu"/>
      </w:pPr>
      <w:r w:rsidRPr="008C1EA7">
        <w:t>4.</w:t>
      </w:r>
      <w:r w:rsidRPr="008C1EA7">
        <w:tab/>
        <w:t>Usytuowanie i zabezpieczenia telekomunikacyjnych obiektów budowlanych z linią kolejową lub tramwajową</w:t>
      </w:r>
      <w:r w:rsidR="00E06A7D" w:rsidRPr="008C1EA7">
        <w:t>:</w:t>
      </w:r>
    </w:p>
    <w:p w14:paraId="3593504D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 xml:space="preserve">głębokość podstawowa: 1,5 m w odległości pionowej mierzonej od górnej powierzchni kanalizacji kablowej do </w:t>
      </w:r>
      <w:r w:rsidR="006C6CE0" w:rsidRPr="008C1EA7">
        <w:t xml:space="preserve">główki </w:t>
      </w:r>
      <w:r w:rsidRPr="008C1EA7">
        <w:t>szyny;</w:t>
      </w:r>
    </w:p>
    <w:p w14:paraId="6F7C5F6E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głębokość ułożenia poza torowiskiem:</w:t>
      </w:r>
    </w:p>
    <w:p w14:paraId="1165E76A" w14:textId="5007ACD7" w:rsidR="00C7012C" w:rsidRPr="008C1EA7" w:rsidRDefault="00C7012C" w:rsidP="00CD0F95">
      <w:pPr>
        <w:pStyle w:val="LITlitera"/>
      </w:pPr>
      <w:r w:rsidRPr="008C1EA7">
        <w:t>a)</w:t>
      </w:r>
      <w:r w:rsidRPr="008C1EA7">
        <w:tab/>
        <w:t>0,3 m od górnej powierzchni kanalizacji kablowej, do zewnętrznej dolnej powierzchni kabla sygnalizacyjnego lub zasilającego ułożonych bezpośrednio w</w:t>
      </w:r>
      <w:r w:rsidR="009F04C3">
        <w:t> </w:t>
      </w:r>
      <w:r w:rsidRPr="008C1EA7">
        <w:t>ziemi,</w:t>
      </w:r>
    </w:p>
    <w:p w14:paraId="0D6B8914" w14:textId="77777777" w:rsidR="00C7012C" w:rsidRPr="008C1EA7" w:rsidRDefault="00C7012C" w:rsidP="00CD0F95">
      <w:pPr>
        <w:pStyle w:val="LITlitera"/>
      </w:pPr>
      <w:r w:rsidRPr="008C1EA7">
        <w:t>b)</w:t>
      </w:r>
      <w:r w:rsidRPr="008C1EA7">
        <w:tab/>
        <w:t>0,5 m od górnej powierzchni kanalizacji kablowej, do najniżej położonego punktu dna rowu ściekowego lub dolnej powierzchni sączka odwadniającego,</w:t>
      </w:r>
    </w:p>
    <w:p w14:paraId="71768740" w14:textId="77777777" w:rsidR="00C7012C" w:rsidRPr="008C1EA7" w:rsidRDefault="00C7012C" w:rsidP="00CD0F95">
      <w:pPr>
        <w:pStyle w:val="LITlitera"/>
      </w:pPr>
      <w:r w:rsidRPr="008C1EA7">
        <w:t>c)</w:t>
      </w:r>
      <w:r w:rsidRPr="008C1EA7">
        <w:tab/>
        <w:t xml:space="preserve">0,8 od górnej powierzchni kanalizacji kablowej, do dolnej powierzchni kanału </w:t>
      </w:r>
      <w:proofErr w:type="spellStart"/>
      <w:r w:rsidRPr="008C1EA7">
        <w:t>pędniowego</w:t>
      </w:r>
      <w:proofErr w:type="spellEnd"/>
      <w:r w:rsidRPr="008C1EA7">
        <w:t xml:space="preserve"> lub kanału kablowego dla kabli sygnalizacyjnych;</w:t>
      </w:r>
    </w:p>
    <w:p w14:paraId="6B2F8AEC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>zabezpieczenie specjalne: rury osłonowe przepustowe;</w:t>
      </w:r>
    </w:p>
    <w:p w14:paraId="19F17680" w14:textId="77777777" w:rsidR="00C7012C" w:rsidRPr="008C1EA7" w:rsidRDefault="00C7012C" w:rsidP="00CD0F95">
      <w:pPr>
        <w:pStyle w:val="PKTpunkt"/>
      </w:pPr>
      <w:r w:rsidRPr="008C1EA7">
        <w:t>4)</w:t>
      </w:r>
      <w:r w:rsidRPr="008C1EA7">
        <w:tab/>
        <w:t xml:space="preserve">zasady skrzyżowań telekomunikacyjnych linii kablowych </w:t>
      </w:r>
      <w:r w:rsidR="00E06A7D" w:rsidRPr="008C1EA7">
        <w:t xml:space="preserve">- </w:t>
      </w:r>
      <w:r w:rsidR="006778C3" w:rsidRPr="008C1EA7">
        <w:t xml:space="preserve">projektuje się spełniając wymagania nie niższe niż w normie </w:t>
      </w:r>
      <w:r w:rsidRPr="008C1EA7">
        <w:t>PN-T-45002:1998</w:t>
      </w:r>
      <w:r w:rsidR="00206855" w:rsidRPr="008C1EA7">
        <w:t xml:space="preserve"> Telekomunikacyjne linie przewodowe - Skrzyżowania z liniami kolejowymi - Wymagania ogólne. </w:t>
      </w:r>
    </w:p>
    <w:p w14:paraId="5F5BBC3A" w14:textId="01010F9C" w:rsidR="00C7012C" w:rsidRPr="008C1EA7" w:rsidRDefault="00C7012C" w:rsidP="00CD0F95">
      <w:pPr>
        <w:pStyle w:val="USTustnpkodeksu"/>
        <w:rPr>
          <w:rFonts w:eastAsia="Times New Roman"/>
        </w:rPr>
      </w:pPr>
      <w:r w:rsidRPr="008C1EA7">
        <w:rPr>
          <w:rFonts w:eastAsia="Times New Roman"/>
        </w:rPr>
        <w:t>5.</w:t>
      </w:r>
      <w:r w:rsidRPr="008C1EA7">
        <w:rPr>
          <w:rFonts w:eastAsia="Times New Roman"/>
        </w:rPr>
        <w:tab/>
        <w:t>Usytuowanie i zabezpieczenia telekomunikacyjnych obiektów budowlanych z</w:t>
      </w:r>
      <w:r w:rsidR="009F04C3">
        <w:t> </w:t>
      </w:r>
      <w:r w:rsidRPr="008C1EA7">
        <w:rPr>
          <w:rFonts w:eastAsia="Times New Roman"/>
        </w:rPr>
        <w:t>dr</w:t>
      </w:r>
      <w:r w:rsidR="00537EFE" w:rsidRPr="008C1EA7">
        <w:rPr>
          <w:rFonts w:eastAsia="Times New Roman"/>
        </w:rPr>
        <w:t>ogowymi obiektami inżynierskimi</w:t>
      </w:r>
      <w:r w:rsidR="00537EFE" w:rsidRPr="008C1EA7">
        <w:t>:</w:t>
      </w:r>
    </w:p>
    <w:p w14:paraId="5D50F1F5" w14:textId="77777777" w:rsidR="00C7012C" w:rsidRPr="008C1EA7" w:rsidRDefault="00C7012C" w:rsidP="00CD0F95">
      <w:pPr>
        <w:pStyle w:val="PKTpunkt"/>
        <w:rPr>
          <w:rFonts w:eastAsia="Times New Roman"/>
        </w:rPr>
      </w:pPr>
      <w:r w:rsidRPr="008C1EA7">
        <w:rPr>
          <w:rFonts w:eastAsia="Times New Roman"/>
        </w:rPr>
        <w:t>1)</w:t>
      </w:r>
      <w:r w:rsidRPr="008C1EA7">
        <w:rPr>
          <w:rFonts w:eastAsia="Times New Roman"/>
        </w:rPr>
        <w:tab/>
        <w:t>usytuowanie i zabezpieczenia:</w:t>
      </w:r>
    </w:p>
    <w:tbl>
      <w:tblPr>
        <w:tblW w:w="9709" w:type="dxa"/>
        <w:jc w:val="center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3497"/>
        <w:gridCol w:w="2409"/>
        <w:gridCol w:w="2268"/>
      </w:tblGrid>
      <w:tr w:rsidR="00C7012C" w:rsidRPr="008C1EA7" w14:paraId="72985FEF" w14:textId="77777777" w:rsidTr="00CD0F95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55F2BA2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lastRenderedPageBreak/>
              <w:t>Rodzaj obiektu</w:t>
            </w:r>
          </w:p>
        </w:tc>
        <w:tc>
          <w:tcPr>
            <w:tcW w:w="3497" w:type="dxa"/>
            <w:tcBorders>
              <w:top w:val="single" w:sz="6" w:space="0" w:color="auto"/>
            </w:tcBorders>
            <w:vAlign w:val="center"/>
          </w:tcPr>
          <w:p w14:paraId="2F19A159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Usytuowanie</w:t>
            </w:r>
          </w:p>
        </w:tc>
        <w:tc>
          <w:tcPr>
            <w:tcW w:w="2409" w:type="dxa"/>
            <w:tcBorders>
              <w:top w:val="single" w:sz="6" w:space="0" w:color="auto"/>
            </w:tcBorders>
            <w:vAlign w:val="center"/>
          </w:tcPr>
          <w:p w14:paraId="054F8F5A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Zabezpieczenie specjalne</w:t>
            </w:r>
          </w:p>
        </w:tc>
        <w:tc>
          <w:tcPr>
            <w:tcW w:w="226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83B3620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Zabezpieczenie szczególne</w:t>
            </w:r>
          </w:p>
        </w:tc>
      </w:tr>
      <w:tr w:rsidR="00C7012C" w:rsidRPr="008C1EA7" w14:paraId="4BA04610" w14:textId="77777777" w:rsidTr="00CD0F95">
        <w:trPr>
          <w:jc w:val="center"/>
        </w:trPr>
        <w:tc>
          <w:tcPr>
            <w:tcW w:w="1535" w:type="dxa"/>
            <w:tcBorders>
              <w:top w:val="double" w:sz="6" w:space="0" w:color="auto"/>
              <w:left w:val="single" w:sz="6" w:space="0" w:color="auto"/>
            </w:tcBorders>
            <w:vAlign w:val="center"/>
          </w:tcPr>
          <w:p w14:paraId="5AA54CC2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Most</w:t>
            </w:r>
          </w:p>
        </w:tc>
        <w:tc>
          <w:tcPr>
            <w:tcW w:w="3497" w:type="dxa"/>
            <w:tcBorders>
              <w:top w:val="double" w:sz="6" w:space="0" w:color="auto"/>
            </w:tcBorders>
            <w:vAlign w:val="center"/>
          </w:tcPr>
          <w:p w14:paraId="127E8EEA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lang w:eastAsia="pl-PL"/>
              </w:rPr>
            </w:pPr>
            <w:r w:rsidRPr="008C1EA7">
              <w:rPr>
                <w:rFonts w:ascii="Times New Roman" w:eastAsia="Arial" w:hAnsi="Times New Roman"/>
                <w:lang w:eastAsia="pl-PL"/>
              </w:rPr>
              <w:t>w istniejącym ciągu przeznaczonym dla kabli,</w:t>
            </w:r>
          </w:p>
          <w:p w14:paraId="1C3D51B8" w14:textId="77777777" w:rsidR="00C7012C" w:rsidRPr="008C1EA7" w:rsidRDefault="00C7012C" w:rsidP="00CD0F95">
            <w:pPr>
              <w:spacing w:after="0" w:line="220" w:lineRule="exact"/>
              <w:ind w:left="80"/>
              <w:jc w:val="center"/>
              <w:rPr>
                <w:rFonts w:ascii="Times New Roman" w:eastAsia="Arial" w:hAnsi="Times New Roman"/>
                <w:lang w:eastAsia="pl-PL"/>
              </w:rPr>
            </w:pPr>
            <w:r w:rsidRPr="008C1EA7">
              <w:rPr>
                <w:rFonts w:ascii="Times New Roman" w:eastAsia="Arial" w:hAnsi="Times New Roman"/>
                <w:lang w:eastAsia="pl-PL"/>
              </w:rPr>
              <w:t>umocowanie do konstrukcji mostu lub w inny sposób</w:t>
            </w:r>
          </w:p>
          <w:p w14:paraId="7774C7D9" w14:textId="77777777" w:rsidR="00C7012C" w:rsidRPr="008C1EA7" w:rsidRDefault="00147ABD" w:rsidP="00CD0F95">
            <w:pPr>
              <w:spacing w:after="0" w:line="220" w:lineRule="exact"/>
              <w:ind w:left="80"/>
              <w:jc w:val="center"/>
              <w:rPr>
                <w:rFonts w:ascii="Times New Roman" w:eastAsia="Arial" w:hAnsi="Times New Roman"/>
                <w:lang w:eastAsia="pl-PL"/>
              </w:rPr>
            </w:pPr>
            <w:r w:rsidRPr="008C1EA7">
              <w:t>–</w:t>
            </w:r>
            <w:r w:rsidR="00C7012C" w:rsidRPr="008C1EA7">
              <w:rPr>
                <w:rFonts w:ascii="Times New Roman" w:eastAsia="Arial" w:hAnsi="Times New Roman"/>
                <w:lang w:eastAsia="pl-PL"/>
              </w:rPr>
              <w:t xml:space="preserve"> wg uzgodnienia</w:t>
            </w:r>
          </w:p>
        </w:tc>
        <w:tc>
          <w:tcPr>
            <w:tcW w:w="2409" w:type="dxa"/>
            <w:tcBorders>
              <w:top w:val="double" w:sz="6" w:space="0" w:color="auto"/>
            </w:tcBorders>
          </w:tcPr>
          <w:p w14:paraId="5623BF06" w14:textId="77777777" w:rsidR="00C7012C" w:rsidRPr="008C1EA7" w:rsidRDefault="00C7012C" w:rsidP="00CD0F9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Rury osłonowe przepustowe</w:t>
            </w:r>
          </w:p>
          <w:p w14:paraId="3464384D" w14:textId="77777777" w:rsidR="00C7012C" w:rsidRPr="008C1EA7" w:rsidRDefault="00C7012C" w:rsidP="00CD0F9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nierozprzestrzeniające płomienia i odporne na promieniowanie UV</w:t>
            </w:r>
          </w:p>
        </w:tc>
        <w:tc>
          <w:tcPr>
            <w:tcW w:w="2268" w:type="dxa"/>
            <w:tcBorders>
              <w:top w:val="double" w:sz="6" w:space="0" w:color="auto"/>
              <w:right w:val="single" w:sz="6" w:space="0" w:color="auto"/>
            </w:tcBorders>
          </w:tcPr>
          <w:p w14:paraId="03D0A3C4" w14:textId="77777777" w:rsidR="00C7012C" w:rsidRPr="008C1EA7" w:rsidRDefault="00C7012C" w:rsidP="00CD0F9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Rury osłonowe przepustowe</w:t>
            </w:r>
          </w:p>
          <w:p w14:paraId="762735BF" w14:textId="77777777" w:rsidR="00C7012C" w:rsidRPr="008C1EA7" w:rsidRDefault="00C7012C" w:rsidP="00CD0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 xml:space="preserve">nierozprzestrzeniające płomienia i odporne na promieniowanie UV </w:t>
            </w:r>
          </w:p>
          <w:p w14:paraId="5945CC48" w14:textId="77777777" w:rsidR="00C7012C" w:rsidRPr="008C1EA7" w:rsidRDefault="00C7012C" w:rsidP="00CD0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14:paraId="65BAD593" w14:textId="77777777" w:rsidR="00C7012C" w:rsidRPr="008C1EA7" w:rsidRDefault="006C6CE0" w:rsidP="00CD0F9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 xml:space="preserve">Płyty </w:t>
            </w:r>
            <w:r w:rsidR="00C7012C" w:rsidRPr="008C1EA7">
              <w:rPr>
                <w:rFonts w:ascii="Times New Roman" w:eastAsia="Times New Roman" w:hAnsi="Times New Roman"/>
                <w:lang w:eastAsia="pl-PL"/>
              </w:rPr>
              <w:t>ochronne</w:t>
            </w:r>
          </w:p>
        </w:tc>
      </w:tr>
      <w:tr w:rsidR="00C7012C" w:rsidRPr="008C1EA7" w14:paraId="3CA73932" w14:textId="77777777" w:rsidTr="00CD0F95">
        <w:trPr>
          <w:jc w:val="center"/>
        </w:trPr>
        <w:tc>
          <w:tcPr>
            <w:tcW w:w="153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EACAF99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Tunel</w:t>
            </w:r>
          </w:p>
        </w:tc>
        <w:tc>
          <w:tcPr>
            <w:tcW w:w="3497" w:type="dxa"/>
            <w:tcBorders>
              <w:bottom w:val="single" w:sz="6" w:space="0" w:color="auto"/>
            </w:tcBorders>
            <w:vAlign w:val="center"/>
          </w:tcPr>
          <w:p w14:paraId="21D96DFB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lang w:eastAsia="pl-PL"/>
              </w:rPr>
            </w:pPr>
            <w:r w:rsidRPr="008C1EA7">
              <w:rPr>
                <w:rFonts w:ascii="Times New Roman" w:eastAsia="Arial" w:hAnsi="Times New Roman"/>
                <w:lang w:eastAsia="pl-PL"/>
              </w:rPr>
              <w:t xml:space="preserve">w istniejącym kanale kablowym, pod chodnikiem, na ścianie tunelu, w kanałach kablowych pod stacjami metra lub w inny sposób </w:t>
            </w:r>
            <w:r w:rsidR="00147ABD" w:rsidRPr="008C1EA7">
              <w:t>–</w:t>
            </w:r>
          </w:p>
          <w:p w14:paraId="2D5CF127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lang w:eastAsia="pl-PL"/>
              </w:rPr>
            </w:pPr>
            <w:r w:rsidRPr="008C1EA7">
              <w:rPr>
                <w:rFonts w:ascii="Times New Roman" w:eastAsia="Arial" w:hAnsi="Times New Roman"/>
                <w:lang w:eastAsia="pl-PL"/>
              </w:rPr>
              <w:t>wg uzgodnienia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14:paraId="619C3D22" w14:textId="77777777" w:rsidR="00C7012C" w:rsidRPr="008C1EA7" w:rsidRDefault="00C7012C" w:rsidP="00CD0F95">
            <w:pPr>
              <w:spacing w:after="0" w:line="0" w:lineRule="atLeast"/>
              <w:rPr>
                <w:rFonts w:ascii="Times New Roman" w:eastAsia="Arial" w:hAnsi="Times New Roman"/>
                <w:lang w:eastAsia="pl-PL"/>
              </w:rPr>
            </w:pPr>
            <w:r w:rsidRPr="008C1EA7">
              <w:rPr>
                <w:rFonts w:ascii="Times New Roman" w:eastAsia="Arial" w:hAnsi="Times New Roman"/>
                <w:lang w:eastAsia="pl-PL"/>
              </w:rPr>
              <w:t>Rury osłonowe przepustowe</w:t>
            </w:r>
          </w:p>
          <w:p w14:paraId="41E224A2" w14:textId="77777777" w:rsidR="00C7012C" w:rsidRPr="008C1EA7" w:rsidRDefault="00C7012C" w:rsidP="00CD0F95">
            <w:pPr>
              <w:spacing w:after="0" w:line="220" w:lineRule="exact"/>
              <w:rPr>
                <w:rFonts w:ascii="Times New Roman" w:eastAsia="Arial" w:hAnsi="Times New Roman"/>
                <w:lang w:eastAsia="pl-PL"/>
              </w:rPr>
            </w:pPr>
            <w:r w:rsidRPr="008C1EA7">
              <w:rPr>
                <w:rFonts w:ascii="Times New Roman" w:eastAsia="Arial" w:hAnsi="Times New Roman"/>
                <w:lang w:eastAsia="pl-PL"/>
              </w:rPr>
              <w:t>nierozprzestrzeniające płomienia</w:t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BA4282E" w14:textId="77777777" w:rsidR="00C7012C" w:rsidRPr="008C1EA7" w:rsidRDefault="00C7012C" w:rsidP="00CD0F95">
            <w:pPr>
              <w:spacing w:after="0" w:line="0" w:lineRule="atLeast"/>
              <w:rPr>
                <w:rFonts w:ascii="Times New Roman" w:eastAsia="Arial" w:hAnsi="Times New Roman"/>
                <w:lang w:eastAsia="pl-PL"/>
              </w:rPr>
            </w:pPr>
            <w:r w:rsidRPr="008C1EA7">
              <w:rPr>
                <w:rFonts w:ascii="Times New Roman" w:eastAsia="Arial" w:hAnsi="Times New Roman"/>
                <w:lang w:eastAsia="pl-PL"/>
              </w:rPr>
              <w:t>Rury osłonowe przepustowe</w:t>
            </w:r>
          </w:p>
          <w:p w14:paraId="03A63193" w14:textId="77777777" w:rsidR="00C7012C" w:rsidRPr="008C1EA7" w:rsidRDefault="00C7012C" w:rsidP="00CD0F95">
            <w:pPr>
              <w:spacing w:after="0" w:line="0" w:lineRule="atLeast"/>
              <w:rPr>
                <w:rFonts w:ascii="Times New Roman" w:eastAsia="Arial" w:hAnsi="Times New Roman"/>
                <w:lang w:eastAsia="pl-PL"/>
              </w:rPr>
            </w:pPr>
            <w:r w:rsidRPr="008C1EA7">
              <w:rPr>
                <w:rFonts w:ascii="Times New Roman" w:eastAsia="Arial" w:hAnsi="Times New Roman"/>
                <w:lang w:eastAsia="pl-PL"/>
              </w:rPr>
              <w:t xml:space="preserve">nierozprzestrzeniające płomienia </w:t>
            </w:r>
          </w:p>
          <w:p w14:paraId="19C8851C" w14:textId="77777777" w:rsidR="00C7012C" w:rsidRPr="008C1EA7" w:rsidRDefault="006C6CE0" w:rsidP="00CD0F95">
            <w:pPr>
              <w:spacing w:after="0" w:line="220" w:lineRule="exact"/>
              <w:rPr>
                <w:rFonts w:ascii="Times New Roman" w:eastAsia="Arial" w:hAnsi="Times New Roman"/>
                <w:lang w:eastAsia="pl-PL"/>
              </w:rPr>
            </w:pPr>
            <w:r w:rsidRPr="008C1EA7">
              <w:rPr>
                <w:rFonts w:ascii="Times New Roman" w:eastAsia="Arial" w:hAnsi="Times New Roman"/>
                <w:lang w:eastAsia="pl-PL"/>
              </w:rPr>
              <w:t>P</w:t>
            </w:r>
            <w:r w:rsidR="00C7012C" w:rsidRPr="008C1EA7">
              <w:rPr>
                <w:rFonts w:ascii="Times New Roman" w:eastAsia="Arial" w:hAnsi="Times New Roman"/>
                <w:lang w:eastAsia="pl-PL"/>
              </w:rPr>
              <w:t>łyty ochronne</w:t>
            </w:r>
          </w:p>
        </w:tc>
      </w:tr>
      <w:tr w:rsidR="00C7012C" w:rsidRPr="008C1EA7" w14:paraId="4E5B9B56" w14:textId="77777777" w:rsidTr="00CD0F95">
        <w:trPr>
          <w:jc w:val="center"/>
        </w:trPr>
        <w:tc>
          <w:tcPr>
            <w:tcW w:w="1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64A0B94" w14:textId="77777777" w:rsidR="00C7012C" w:rsidRPr="008C1EA7" w:rsidRDefault="00C7012C" w:rsidP="00CD0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Wiadukt</w:t>
            </w:r>
          </w:p>
        </w:tc>
        <w:tc>
          <w:tcPr>
            <w:tcW w:w="349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1AB137F" w14:textId="77777777" w:rsidR="00C7012C" w:rsidRPr="008C1EA7" w:rsidRDefault="00C7012C" w:rsidP="00CD0F9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lang w:eastAsia="pl-PL"/>
              </w:rPr>
            </w:pPr>
            <w:r w:rsidRPr="008C1EA7">
              <w:rPr>
                <w:rFonts w:ascii="Times New Roman" w:eastAsia="Arial" w:hAnsi="Times New Roman"/>
                <w:lang w:eastAsia="pl-PL"/>
              </w:rPr>
              <w:t xml:space="preserve">w istniejącym kanale kablowym, pod chodnikiem, na konstrukcji wiaduktu lub w inny sposób </w:t>
            </w:r>
            <w:r w:rsidR="00147ABD" w:rsidRPr="008C1EA7">
              <w:t>–</w:t>
            </w:r>
            <w:r w:rsidRPr="008C1EA7">
              <w:rPr>
                <w:rFonts w:ascii="Times New Roman" w:eastAsia="Arial" w:hAnsi="Times New Roman"/>
                <w:lang w:eastAsia="pl-PL"/>
              </w:rPr>
              <w:t xml:space="preserve"> wg uzgodnienia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4" w:space="0" w:color="auto"/>
            </w:tcBorders>
          </w:tcPr>
          <w:p w14:paraId="6B17A3CF" w14:textId="77777777" w:rsidR="00C7012C" w:rsidRPr="008C1EA7" w:rsidRDefault="00C7012C" w:rsidP="00CD0F9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Rury osłonowe przepustowe</w:t>
            </w:r>
          </w:p>
          <w:p w14:paraId="04F430A4" w14:textId="77777777" w:rsidR="00C7012C" w:rsidRPr="008C1EA7" w:rsidRDefault="00C7012C" w:rsidP="00CD0F9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nierozprzestrzeniające płomienia i odporne na promieniowanie UV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FAC18C" w14:textId="77777777" w:rsidR="00C7012C" w:rsidRPr="008C1EA7" w:rsidRDefault="00C7012C" w:rsidP="00CD0F9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Rury osłonowe przepustowe</w:t>
            </w:r>
          </w:p>
          <w:p w14:paraId="7CDFD3A6" w14:textId="77777777" w:rsidR="00C7012C" w:rsidRPr="008C1EA7" w:rsidRDefault="00C7012C" w:rsidP="00CD0F9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 xml:space="preserve">nierozprzestrzeniające płomienia i odporne na promieniowanie UV </w:t>
            </w:r>
          </w:p>
          <w:p w14:paraId="31C7858F" w14:textId="77777777" w:rsidR="00C7012C" w:rsidRPr="008C1EA7" w:rsidRDefault="006C6CE0" w:rsidP="00CD0F9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C1EA7">
              <w:rPr>
                <w:rFonts w:ascii="Times New Roman" w:eastAsia="Times New Roman" w:hAnsi="Times New Roman"/>
                <w:lang w:eastAsia="pl-PL"/>
              </w:rPr>
              <w:t>P</w:t>
            </w:r>
            <w:r w:rsidR="00C7012C" w:rsidRPr="008C1EA7">
              <w:rPr>
                <w:rFonts w:ascii="Times New Roman" w:eastAsia="Times New Roman" w:hAnsi="Times New Roman"/>
                <w:lang w:eastAsia="pl-PL"/>
              </w:rPr>
              <w:t>łyty ochronne</w:t>
            </w:r>
          </w:p>
        </w:tc>
      </w:tr>
    </w:tbl>
    <w:p w14:paraId="2B630AA9" w14:textId="77777777" w:rsidR="00C7012C" w:rsidRPr="008C1EA7" w:rsidRDefault="00C7012C" w:rsidP="00537EFE">
      <w:pPr>
        <w:pStyle w:val="USTustnpkodeksu"/>
      </w:pPr>
      <w:r w:rsidRPr="008C1EA7">
        <w:t>6.</w:t>
      </w:r>
      <w:r w:rsidRPr="008C1EA7">
        <w:tab/>
        <w:t>Usytuowanie i zabezpieczenia telekomunikacyjnych obiektów budowlanych z linią elektroenergetyczną ziemną (kabel ziemny</w:t>
      </w:r>
      <w:r w:rsidR="00E06A7D" w:rsidRPr="008C1EA7">
        <w:t>):</w:t>
      </w:r>
    </w:p>
    <w:p w14:paraId="119CB5C3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odległość podstawowa: 0,5 m lub zgodnie z uzgodnieniem z zarządcą lub właścicielem;</w:t>
      </w:r>
    </w:p>
    <w:p w14:paraId="43F5AE71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zabezpieczenie specjalne: rury osłonowe przepustowe;</w:t>
      </w:r>
    </w:p>
    <w:p w14:paraId="4331EC28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>zabezpieczenie szczególne: rury osłonowe przepustowe lub kanały kablowe.</w:t>
      </w:r>
    </w:p>
    <w:p w14:paraId="6D3DA2D4" w14:textId="77777777" w:rsidR="00C7012C" w:rsidRPr="008C1EA7" w:rsidRDefault="00C7012C" w:rsidP="00CD0F95">
      <w:pPr>
        <w:pStyle w:val="USTustnpkodeksu"/>
      </w:pPr>
      <w:r w:rsidRPr="008C1EA7">
        <w:t>7.</w:t>
      </w:r>
      <w:r w:rsidRPr="008C1EA7">
        <w:tab/>
        <w:t>Usytuowanie i zabezpieczenia telekomunikacyjnych obiektów budowlanych z linią elektroenergetyczną napowietrzną</w:t>
      </w:r>
      <w:r w:rsidR="00E06A7D" w:rsidRPr="008C1EA7">
        <w:t>:</w:t>
      </w:r>
    </w:p>
    <w:p w14:paraId="709C9939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odległość podstawowa</w:t>
      </w:r>
      <w:r w:rsidR="00E06A7D" w:rsidRPr="008C1EA7">
        <w:t xml:space="preserve"> - </w:t>
      </w:r>
      <w:r w:rsidRPr="008C1EA7">
        <w:t>zgodnie z uzgodnieniem z zarządcą lub właścicielem;</w:t>
      </w:r>
    </w:p>
    <w:p w14:paraId="42AF0370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głębokość ułożenia: 0,7 m lub zgodnie z uzgodnieniem z zarządcą lub właścicielem.</w:t>
      </w:r>
    </w:p>
    <w:p w14:paraId="4F23B089" w14:textId="121F503C" w:rsidR="00C7012C" w:rsidRPr="008C1EA7" w:rsidRDefault="00C7012C" w:rsidP="00CD0F95">
      <w:pPr>
        <w:pStyle w:val="USTustnpkodeksu"/>
      </w:pPr>
      <w:r w:rsidRPr="008C1EA7">
        <w:t>8.</w:t>
      </w:r>
      <w:r w:rsidRPr="008C1EA7">
        <w:tab/>
        <w:t>Usytuowanie i zabezpieczenia telekomunikacyjnych obiektów budowlanych z</w:t>
      </w:r>
      <w:r w:rsidR="009F04C3">
        <w:t> </w:t>
      </w:r>
      <w:r w:rsidRPr="008C1EA7">
        <w:t>wodociągiem</w:t>
      </w:r>
      <w:r w:rsidR="00E06A7D" w:rsidRPr="008C1EA7">
        <w:t>:</w:t>
      </w:r>
    </w:p>
    <w:p w14:paraId="2738513C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odległości podstawowe:</w:t>
      </w:r>
    </w:p>
    <w:p w14:paraId="36913FFE" w14:textId="77777777" w:rsidR="00C7012C" w:rsidRPr="008C1EA7" w:rsidRDefault="00C7012C" w:rsidP="00CD0F95">
      <w:pPr>
        <w:pStyle w:val="LITlitera"/>
      </w:pPr>
      <w:r w:rsidRPr="008C1EA7">
        <w:t>a)</w:t>
      </w:r>
      <w:r w:rsidRPr="008C1EA7">
        <w:tab/>
        <w:t>wodociąg magistralny: 0,25 m,</w:t>
      </w:r>
    </w:p>
    <w:p w14:paraId="7D50BAE7" w14:textId="77777777" w:rsidR="00C7012C" w:rsidRPr="008C1EA7" w:rsidRDefault="00C7012C" w:rsidP="00CD0F95">
      <w:pPr>
        <w:pStyle w:val="LITlitera"/>
      </w:pPr>
      <w:r w:rsidRPr="008C1EA7">
        <w:t>b)</w:t>
      </w:r>
      <w:r w:rsidRPr="008C1EA7">
        <w:tab/>
        <w:t>wodociąg rozdzielczy: 0,15 m;</w:t>
      </w:r>
    </w:p>
    <w:p w14:paraId="1D1F22A3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zabezpieczenie specjalne: rura osłonowa przepustowa;</w:t>
      </w:r>
    </w:p>
    <w:p w14:paraId="4E807E49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>zabezpieczenie szczególne: rura osłonowa przepustowa lub kanał kablowy.</w:t>
      </w:r>
    </w:p>
    <w:p w14:paraId="3279A3C4" w14:textId="34C30692" w:rsidR="00C7012C" w:rsidRPr="008C1EA7" w:rsidRDefault="00C7012C" w:rsidP="00CD0F95">
      <w:pPr>
        <w:pStyle w:val="USTustnpkodeksu"/>
      </w:pPr>
      <w:r w:rsidRPr="008C1EA7">
        <w:t>9.</w:t>
      </w:r>
      <w:r w:rsidRPr="008C1EA7">
        <w:tab/>
        <w:t>Usytuowanie i zabezpieczenia telekomunikacyjnych obiektów budowlanych z</w:t>
      </w:r>
      <w:r w:rsidR="009F04C3">
        <w:t> </w:t>
      </w:r>
      <w:r w:rsidRPr="008C1EA7">
        <w:t>ciepłociągiem</w:t>
      </w:r>
      <w:r w:rsidR="00E06A7D" w:rsidRPr="008C1EA7">
        <w:t>:</w:t>
      </w:r>
    </w:p>
    <w:p w14:paraId="7F8C6998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odległość podstawowa (dla ciepłociągu parowego i wodnego): 0,5 m;</w:t>
      </w:r>
    </w:p>
    <w:p w14:paraId="48BBF2CA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zabezpieczenie specjalne: rura osłonowa przepustowa;</w:t>
      </w:r>
    </w:p>
    <w:p w14:paraId="6D5E11E9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>Zabezpieczenie szczególne: rura osłonowa przepustowa lub kanał kablowy.</w:t>
      </w:r>
    </w:p>
    <w:p w14:paraId="4CE21260" w14:textId="7EAE4BA9" w:rsidR="00C7012C" w:rsidRPr="008C1EA7" w:rsidRDefault="00C7012C" w:rsidP="00CD0F95">
      <w:pPr>
        <w:pStyle w:val="USTustnpkodeksu"/>
      </w:pPr>
      <w:r w:rsidRPr="008C1EA7">
        <w:lastRenderedPageBreak/>
        <w:t>10. Usytuowanie i zabezpieczenia telekomunikacyjnych obiektów budowlanych z</w:t>
      </w:r>
      <w:r w:rsidR="009F04C3">
        <w:t> </w:t>
      </w:r>
      <w:r w:rsidR="00F05151" w:rsidRPr="008C1EA7">
        <w:t>kanalizacją sanitarną, deszczową lub ogólnospławną</w:t>
      </w:r>
      <w:r w:rsidR="00E06A7D" w:rsidRPr="008C1EA7">
        <w:t>:</w:t>
      </w:r>
    </w:p>
    <w:p w14:paraId="17E7DB19" w14:textId="77777777" w:rsidR="00C7012C" w:rsidRPr="008C1EA7" w:rsidRDefault="00C7012C" w:rsidP="00CD0F95">
      <w:pPr>
        <w:pStyle w:val="PKTpunkt"/>
      </w:pPr>
      <w:r w:rsidRPr="008C1EA7">
        <w:t>1)</w:t>
      </w:r>
      <w:r w:rsidRPr="008C1EA7">
        <w:tab/>
        <w:t>odległość podstawowa: 0,3 m;</w:t>
      </w:r>
    </w:p>
    <w:p w14:paraId="34CD08FA" w14:textId="77777777" w:rsidR="00C7012C" w:rsidRPr="008C1EA7" w:rsidRDefault="00C7012C" w:rsidP="00CD0F95">
      <w:pPr>
        <w:pStyle w:val="PKTpunkt"/>
      </w:pPr>
      <w:r w:rsidRPr="008C1EA7">
        <w:t>2)</w:t>
      </w:r>
      <w:r w:rsidRPr="008C1EA7">
        <w:tab/>
        <w:t>zabezpieczenie specjalne: rura osłonowa przepustowa;</w:t>
      </w:r>
    </w:p>
    <w:p w14:paraId="38DE2FD2" w14:textId="77777777" w:rsidR="00C7012C" w:rsidRPr="008C1EA7" w:rsidRDefault="00C7012C" w:rsidP="00CD0F95">
      <w:pPr>
        <w:pStyle w:val="PKTpunkt"/>
      </w:pPr>
      <w:r w:rsidRPr="008C1EA7">
        <w:t>3)</w:t>
      </w:r>
      <w:r w:rsidRPr="008C1EA7">
        <w:tab/>
        <w:t>zabezpieczenie szczególne: rura osłonowa przepustowa lub kanał kablowy.</w:t>
      </w:r>
    </w:p>
    <w:p w14:paraId="3EDD4C54" w14:textId="406BF6FC" w:rsidR="00C7012C" w:rsidRPr="008C1EA7" w:rsidRDefault="00C7012C" w:rsidP="00CD0F95">
      <w:pPr>
        <w:pStyle w:val="USTustnpkodeksu"/>
      </w:pPr>
      <w:r w:rsidRPr="008C1EA7">
        <w:t>11. Usytuowanie i zabezpieczenia telekomunikacyjnych obiektów budowlanych z</w:t>
      </w:r>
      <w:r w:rsidR="009F04C3">
        <w:t> </w:t>
      </w:r>
      <w:r w:rsidRPr="008C1EA7">
        <w:t>gazociągiem</w:t>
      </w:r>
      <w:r w:rsidR="00E06A7D" w:rsidRPr="008C1EA7">
        <w:t>:</w:t>
      </w:r>
    </w:p>
    <w:p w14:paraId="4AC5FF77" w14:textId="77777777" w:rsidR="00C7012C" w:rsidRPr="008C1EA7" w:rsidRDefault="00576EFA" w:rsidP="00CD0F95">
      <w:pPr>
        <w:pStyle w:val="PKTpunkt"/>
      </w:pPr>
      <w:r w:rsidRPr="008C1EA7">
        <w:t>1)</w:t>
      </w:r>
      <w:r w:rsidRPr="008C1EA7">
        <w:tab/>
      </w:r>
      <w:r w:rsidR="00C7012C" w:rsidRPr="008C1EA7">
        <w:t>odległość podstawowa</w:t>
      </w:r>
      <w:r w:rsidR="00E06A7D" w:rsidRPr="008C1EA7">
        <w:t xml:space="preserve"> - </w:t>
      </w:r>
      <w:r w:rsidR="0007730B" w:rsidRPr="008C1EA7">
        <w:t>według</w:t>
      </w:r>
      <w:r w:rsidR="00C7012C" w:rsidRPr="008C1EA7">
        <w:t xml:space="preserve"> uzgodnienia;</w:t>
      </w:r>
    </w:p>
    <w:p w14:paraId="28E666FA" w14:textId="77777777" w:rsidR="00C7012C" w:rsidRPr="008C1EA7" w:rsidRDefault="00576EFA" w:rsidP="00CD0F95">
      <w:pPr>
        <w:pStyle w:val="PKTpunkt"/>
      </w:pPr>
      <w:r w:rsidRPr="008C1EA7">
        <w:t>2)</w:t>
      </w:r>
      <w:r w:rsidRPr="008C1EA7">
        <w:tab/>
      </w:r>
      <w:r w:rsidR="00C7012C" w:rsidRPr="008C1EA7">
        <w:t>przy skrzyżowaniu gazociągu z telekomunikacyjną linią kablową nadziemną odległość pozioma ścianki gazociągu do rzutu fundamentu słupa telekomunikacyjnej linii kablowej oraz do rzutu fundamentu innych słupów, podpór i masztów nie może być mniejsza niż:</w:t>
      </w:r>
    </w:p>
    <w:p w14:paraId="2A094A21" w14:textId="77777777" w:rsidR="00C7012C" w:rsidRPr="008C1EA7" w:rsidRDefault="00576EFA" w:rsidP="00CD0F95">
      <w:pPr>
        <w:pStyle w:val="LITlitera"/>
      </w:pPr>
      <w:r w:rsidRPr="008C1EA7">
        <w:t>a)</w:t>
      </w:r>
      <w:r w:rsidRPr="008C1EA7">
        <w:tab/>
      </w:r>
      <w:r w:rsidR="00C7012C" w:rsidRPr="008C1EA7">
        <w:t xml:space="preserve">0,5 m – dla gazociągu o maksymalnym ciśnieniu roboczym (MOP) do 0,5 </w:t>
      </w:r>
      <w:proofErr w:type="spellStart"/>
      <w:r w:rsidR="00C7012C" w:rsidRPr="008C1EA7">
        <w:t>MPa</w:t>
      </w:r>
      <w:proofErr w:type="spellEnd"/>
      <w:r w:rsidR="00C7012C" w:rsidRPr="008C1EA7">
        <w:t xml:space="preserve"> włącznie,</w:t>
      </w:r>
    </w:p>
    <w:p w14:paraId="416DAE80" w14:textId="77777777" w:rsidR="00C7012C" w:rsidRPr="008C1EA7" w:rsidRDefault="00576EFA" w:rsidP="00CD0F95">
      <w:pPr>
        <w:pStyle w:val="LITlitera"/>
      </w:pPr>
      <w:r w:rsidRPr="008C1EA7">
        <w:t>b)</w:t>
      </w:r>
      <w:r w:rsidRPr="008C1EA7">
        <w:tab/>
      </w:r>
      <w:r w:rsidR="00C7012C" w:rsidRPr="008C1EA7">
        <w:t xml:space="preserve">2,0 m – dla gazociągu o maksymalnym ciśnieniu roboczym (MOP) powyżej 0,5 </w:t>
      </w:r>
      <w:proofErr w:type="spellStart"/>
      <w:r w:rsidR="00C7012C" w:rsidRPr="008C1EA7">
        <w:t>MPa</w:t>
      </w:r>
      <w:proofErr w:type="spellEnd"/>
      <w:r w:rsidR="00232361" w:rsidRPr="008C1EA7">
        <w:t>,</w:t>
      </w:r>
    </w:p>
    <w:p w14:paraId="27CC4E86" w14:textId="77777777" w:rsidR="00CC3D0A" w:rsidRPr="008C1EA7" w:rsidRDefault="00CC3D0A" w:rsidP="00CD0F95">
      <w:pPr>
        <w:pStyle w:val="LITlitera"/>
      </w:pPr>
      <w:r w:rsidRPr="008C1EA7">
        <w:t>c)</w:t>
      </w:r>
      <w:r w:rsidRPr="008C1EA7">
        <w:tab/>
        <w:t xml:space="preserve">połowa szerokości strefy kontrolowanej dla gazociągu o maksymalnym ciśnieniu roboczym (MOP) powyżej 1,6 </w:t>
      </w:r>
      <w:proofErr w:type="spellStart"/>
      <w:r w:rsidRPr="008C1EA7">
        <w:t>MPa</w:t>
      </w:r>
      <w:proofErr w:type="spellEnd"/>
      <w:r w:rsidRPr="008C1EA7">
        <w:t>;</w:t>
      </w:r>
    </w:p>
    <w:p w14:paraId="63ED4557" w14:textId="77777777" w:rsidR="00C7012C" w:rsidRPr="008C1EA7" w:rsidRDefault="00C7012C" w:rsidP="00576EFA">
      <w:pPr>
        <w:pStyle w:val="PKTpunkt"/>
      </w:pPr>
      <w:r w:rsidRPr="008C1EA7">
        <w:t>3)</w:t>
      </w:r>
      <w:r w:rsidRPr="008C1EA7">
        <w:tab/>
        <w:t>przy skrzyżowaniu gazociągu z telekomunikacyjną linią kablową podziemną odległość pionowa od ścianki gazociągu nie może być mniejsza niż 0,2 m;</w:t>
      </w:r>
    </w:p>
    <w:p w14:paraId="208A1291" w14:textId="21CB966A" w:rsidR="00C7012C" w:rsidRPr="008C1EA7" w:rsidRDefault="00C7012C" w:rsidP="00576EFA">
      <w:pPr>
        <w:pStyle w:val="PKTpunkt"/>
      </w:pPr>
      <w:r w:rsidRPr="008C1EA7">
        <w:t>4)</w:t>
      </w:r>
      <w:r w:rsidRPr="008C1EA7">
        <w:tab/>
        <w:t xml:space="preserve">kąt skrzyżowania </w:t>
      </w:r>
      <w:r w:rsidR="008F23C6">
        <w:t>gazociągu z kanalizacją kablową</w:t>
      </w:r>
      <w:r w:rsidR="00E06A7D" w:rsidRPr="008C1EA7">
        <w:t xml:space="preserve"> </w:t>
      </w:r>
      <w:r w:rsidR="008F23C6" w:rsidRPr="008F23C6">
        <w:t xml:space="preserve">– </w:t>
      </w:r>
      <w:r w:rsidRPr="008C1EA7">
        <w:t>nie mniejszy niż 60º, a</w:t>
      </w:r>
      <w:r w:rsidR="009F04C3">
        <w:t> </w:t>
      </w:r>
      <w:r w:rsidRPr="008C1EA7">
        <w:t>z</w:t>
      </w:r>
      <w:r w:rsidR="009F04C3">
        <w:t> </w:t>
      </w:r>
      <w:r w:rsidRPr="008C1EA7">
        <w:t>telekomunikacyjną linią kablową podziemną – nie mniejszy niż 20º;</w:t>
      </w:r>
    </w:p>
    <w:p w14:paraId="6BF71718" w14:textId="77777777" w:rsidR="00C7012C" w:rsidRPr="008C1EA7" w:rsidRDefault="00C7012C" w:rsidP="00576EFA">
      <w:pPr>
        <w:pStyle w:val="PKTpunkt"/>
        <w:rPr>
          <w:color w:val="000000"/>
        </w:rPr>
      </w:pPr>
      <w:r w:rsidRPr="008C1EA7">
        <w:rPr>
          <w:color w:val="000000"/>
        </w:rPr>
        <w:t>5)</w:t>
      </w:r>
      <w:r w:rsidRPr="008C1EA7">
        <w:rPr>
          <w:color w:val="000000"/>
        </w:rPr>
        <w:tab/>
        <w:t>zabezpieczenie specjalne: rura osłonowa przepustowa;</w:t>
      </w:r>
    </w:p>
    <w:p w14:paraId="013DEC6F" w14:textId="77777777" w:rsidR="00C7012C" w:rsidRPr="008C1EA7" w:rsidRDefault="00C7012C" w:rsidP="00576EFA">
      <w:pPr>
        <w:pStyle w:val="PKTpunkt"/>
        <w:rPr>
          <w:color w:val="000000"/>
        </w:rPr>
      </w:pPr>
      <w:r w:rsidRPr="008C1EA7">
        <w:rPr>
          <w:color w:val="000000"/>
        </w:rPr>
        <w:t>6)</w:t>
      </w:r>
      <w:r w:rsidRPr="008C1EA7">
        <w:rPr>
          <w:color w:val="000000"/>
        </w:rPr>
        <w:tab/>
        <w:t xml:space="preserve">zabezpieczenie szczególne: rura osłonowe przepustowa lub </w:t>
      </w:r>
      <w:r w:rsidR="0092204E" w:rsidRPr="008C1EA7">
        <w:rPr>
          <w:color w:val="000000"/>
        </w:rPr>
        <w:t>przegroda żelbetowa</w:t>
      </w:r>
      <w:r w:rsidRPr="008C1EA7">
        <w:rPr>
          <w:color w:val="000000"/>
        </w:rPr>
        <w:t>.</w:t>
      </w:r>
    </w:p>
    <w:p w14:paraId="3FA4036A" w14:textId="7868413E" w:rsidR="00C7012C" w:rsidRPr="008C1EA7" w:rsidRDefault="00C7012C" w:rsidP="00576EFA">
      <w:pPr>
        <w:pStyle w:val="USTustnpkodeksu"/>
      </w:pPr>
      <w:r w:rsidRPr="008C1EA7">
        <w:t>12. Usytuowanie i zabezpieczenia telekomunikacyjnych obiektów budowlanych z</w:t>
      </w:r>
      <w:r w:rsidR="009F04C3">
        <w:t> </w:t>
      </w:r>
      <w:r w:rsidR="00DF46B1" w:rsidRPr="008C1EA7">
        <w:t>rurociąg</w:t>
      </w:r>
      <w:r w:rsidR="008F23C6">
        <w:t>ami przesyłowymi dalekosiężnymi</w:t>
      </w:r>
      <w:r w:rsidR="00E06A7D" w:rsidRPr="008C1EA7">
        <w:t>:</w:t>
      </w:r>
    </w:p>
    <w:p w14:paraId="1223CFFB" w14:textId="69547B77" w:rsidR="00C7012C" w:rsidRPr="008C1EA7" w:rsidRDefault="00C7012C" w:rsidP="00576EFA">
      <w:pPr>
        <w:pStyle w:val="PKTpunkt"/>
      </w:pPr>
      <w:r w:rsidRPr="008C1EA7">
        <w:t>1)</w:t>
      </w:r>
      <w:r w:rsidRPr="008C1EA7">
        <w:tab/>
        <w:t>odległość podstawowa: 4</w:t>
      </w:r>
      <w:r w:rsidR="00273AC6">
        <w:t>,0</w:t>
      </w:r>
      <w:r w:rsidRPr="008C1EA7">
        <w:t xml:space="preserve"> m</w:t>
      </w:r>
      <w:r w:rsidR="00C74A3C" w:rsidRPr="008C1EA7">
        <w:t xml:space="preserve"> od podziemnych części telekomunikacyjnych linii kablowych nadziemnych</w:t>
      </w:r>
      <w:r w:rsidRPr="008C1EA7">
        <w:t>;</w:t>
      </w:r>
    </w:p>
    <w:p w14:paraId="02EE804B" w14:textId="77777777" w:rsidR="00C74A3C" w:rsidRPr="008C1EA7" w:rsidRDefault="00C74A3C" w:rsidP="00576EFA">
      <w:pPr>
        <w:pStyle w:val="PKTpunkt"/>
      </w:pPr>
      <w:r w:rsidRPr="008C1EA7">
        <w:t>2)</w:t>
      </w:r>
      <w:r w:rsidRPr="008C1EA7">
        <w:tab/>
        <w:t>przy skrzyżowaniu rurociągu przesyłowego dalekosiężnego z telekomunikacyjną linią kablową podziemną odległość pionowa od ścianki rurociągu nie może być mniejsza niż 0,2 m;</w:t>
      </w:r>
    </w:p>
    <w:p w14:paraId="12BC61E4" w14:textId="77777777" w:rsidR="00C7012C" w:rsidRPr="008C1EA7" w:rsidRDefault="00C74A3C" w:rsidP="00576EFA">
      <w:pPr>
        <w:pStyle w:val="PKTpunkt"/>
      </w:pPr>
      <w:r w:rsidRPr="008C1EA7">
        <w:t>3</w:t>
      </w:r>
      <w:r w:rsidR="00C7012C" w:rsidRPr="008C1EA7">
        <w:t>)</w:t>
      </w:r>
      <w:r w:rsidR="00C7012C" w:rsidRPr="008C1EA7">
        <w:tab/>
        <w:t>zabezpieczenie specjalne: rura osłonowa przepustowa;</w:t>
      </w:r>
    </w:p>
    <w:p w14:paraId="6004147C" w14:textId="77777777" w:rsidR="00C7012C" w:rsidRPr="008C1EA7" w:rsidRDefault="00C74A3C" w:rsidP="00576EFA">
      <w:pPr>
        <w:pStyle w:val="PKTpunkt"/>
      </w:pPr>
      <w:r w:rsidRPr="008C1EA7">
        <w:t>4</w:t>
      </w:r>
      <w:r w:rsidR="00C7012C" w:rsidRPr="008C1EA7">
        <w:t>)</w:t>
      </w:r>
      <w:r w:rsidR="00C7012C" w:rsidRPr="008C1EA7">
        <w:tab/>
        <w:t>zabezpieczenie szczególne: rura osłonowa przepustowa lub kanał kablowy.</w:t>
      </w:r>
    </w:p>
    <w:p w14:paraId="1792D3C8" w14:textId="77777777" w:rsidR="00DC7FBC" w:rsidRPr="008C1EA7" w:rsidRDefault="00C7012C" w:rsidP="00576EFA">
      <w:pPr>
        <w:pStyle w:val="PKTpunkt"/>
      </w:pPr>
      <w:r w:rsidRPr="008C1EA7">
        <w:lastRenderedPageBreak/>
        <w:t xml:space="preserve">13. Usytuowanie i zabezpieczenia telekomunikacyjnych obiektów budowlanych </w:t>
      </w:r>
      <w:r w:rsidR="00490DE1" w:rsidRPr="008C1EA7">
        <w:t>na skrzyżowaniach ze śródlądowymi wodami powierzchniowymi, wodami morza wewnętrznego or</w:t>
      </w:r>
      <w:r w:rsidR="00DC7FBC" w:rsidRPr="008C1EA7">
        <w:t>az morskimi wodami wewnętrznymi:</w:t>
      </w:r>
    </w:p>
    <w:p w14:paraId="76D3675C" w14:textId="77777777" w:rsidR="00B04017" w:rsidRDefault="00C7012C" w:rsidP="00576EFA">
      <w:pPr>
        <w:pStyle w:val="PKTpunkt"/>
      </w:pPr>
      <w:r w:rsidRPr="008C1EA7">
        <w:t>1)</w:t>
      </w:r>
      <w:r w:rsidRPr="008C1EA7">
        <w:tab/>
        <w:t xml:space="preserve">kanalizacja kablowa oraz telekomunikacyjna linia kablowa </w:t>
      </w:r>
      <w:r w:rsidR="00514DAF" w:rsidRPr="008C1EA7">
        <w:t xml:space="preserve">jest </w:t>
      </w:r>
      <w:r w:rsidRPr="008C1EA7">
        <w:t xml:space="preserve">tak </w:t>
      </w:r>
      <w:r w:rsidR="00514DAF" w:rsidRPr="008C1EA7">
        <w:t>usytuowana</w:t>
      </w:r>
      <w:r w:rsidRPr="008C1EA7">
        <w:t xml:space="preserve">, aby nie </w:t>
      </w:r>
      <w:r w:rsidR="00514DAF" w:rsidRPr="008C1EA7">
        <w:t xml:space="preserve">powodowała </w:t>
      </w:r>
      <w:r w:rsidRPr="008C1EA7">
        <w:t>przeszkód</w:t>
      </w:r>
      <w:r w:rsidR="00B04017">
        <w:t xml:space="preserve"> w:</w:t>
      </w:r>
    </w:p>
    <w:p w14:paraId="27312E1B" w14:textId="77777777" w:rsidR="00B04017" w:rsidRDefault="00B04017" w:rsidP="00E95625">
      <w:pPr>
        <w:pStyle w:val="LITlitera"/>
      </w:pPr>
      <w:r>
        <w:t>a)</w:t>
      </w:r>
      <w:r w:rsidR="00C7012C" w:rsidRPr="008C1EA7">
        <w:t xml:space="preserve"> żegludze</w:t>
      </w:r>
      <w:r>
        <w:t xml:space="preserve">, </w:t>
      </w:r>
    </w:p>
    <w:p w14:paraId="24C29B0D" w14:textId="77777777" w:rsidR="00C7012C" w:rsidRPr="008C1EA7" w:rsidRDefault="00B04017" w:rsidP="00E95625">
      <w:pPr>
        <w:pStyle w:val="LITlitera"/>
      </w:pPr>
      <w:r>
        <w:t xml:space="preserve">b) </w:t>
      </w:r>
      <w:r w:rsidR="00C7012C" w:rsidRPr="008C1EA7">
        <w:t xml:space="preserve"> utrzymaniu śródlądowych wód powierzchniowych;</w:t>
      </w:r>
    </w:p>
    <w:p w14:paraId="58C30203" w14:textId="77777777" w:rsidR="00C7012C" w:rsidRPr="008C1EA7" w:rsidRDefault="00C7012C" w:rsidP="00576EFA">
      <w:pPr>
        <w:pStyle w:val="PKTpunkt"/>
      </w:pPr>
      <w:r w:rsidRPr="008C1EA7">
        <w:t>2)</w:t>
      </w:r>
      <w:r w:rsidRPr="008C1EA7">
        <w:tab/>
        <w:t xml:space="preserve">warunki budowy telekomunikacyjnej linii kablowej na skrzyżowaniach z śródlądowymi </w:t>
      </w:r>
      <w:r w:rsidR="00E17F8C" w:rsidRPr="008C1EA7">
        <w:t xml:space="preserve">wodami </w:t>
      </w:r>
      <w:r w:rsidRPr="008C1EA7">
        <w:t>powierzchniowymi:</w:t>
      </w:r>
    </w:p>
    <w:p w14:paraId="4C310116" w14:textId="77777777" w:rsidR="00C7012C" w:rsidRPr="008C1EA7" w:rsidRDefault="00C7012C" w:rsidP="00576EFA">
      <w:pPr>
        <w:pStyle w:val="LITlitera"/>
      </w:pPr>
      <w:r w:rsidRPr="008C1EA7">
        <w:t>a)</w:t>
      </w:r>
      <w:r w:rsidRPr="008C1EA7">
        <w:tab/>
        <w:t>skrzyżowanie w dogodnym i bezpiecznym dla telekomunikacyjnej linii kablowej miejscu, pod kątem 90° do osi podłużnej cieku, z dopuszczalnym odchyleniem 15°,</w:t>
      </w:r>
    </w:p>
    <w:p w14:paraId="0F037439" w14:textId="77777777" w:rsidR="00C7012C" w:rsidRPr="008C1EA7" w:rsidRDefault="00C7012C" w:rsidP="00576EFA">
      <w:pPr>
        <w:pStyle w:val="LITlitera"/>
      </w:pPr>
      <w:r w:rsidRPr="008C1EA7">
        <w:t>b)</w:t>
      </w:r>
      <w:r w:rsidRPr="008C1EA7">
        <w:tab/>
        <w:t xml:space="preserve">lokalizacja skrzyżowania poza obszarami </w:t>
      </w:r>
      <w:r w:rsidR="00F53BA0" w:rsidRPr="008C1EA7">
        <w:t xml:space="preserve">narażonymi na niebezpieczeństwo powodzi i obszarami szczególnego </w:t>
      </w:r>
      <w:r w:rsidRPr="008C1EA7">
        <w:t>zagrożenia powodzią,</w:t>
      </w:r>
    </w:p>
    <w:p w14:paraId="128E7046" w14:textId="77777777" w:rsidR="00C7012C" w:rsidRPr="008C1EA7" w:rsidRDefault="00C7012C" w:rsidP="00576EFA">
      <w:pPr>
        <w:pStyle w:val="LITlitera"/>
      </w:pPr>
      <w:r w:rsidRPr="008C1EA7">
        <w:t>c)</w:t>
      </w:r>
      <w:r w:rsidRPr="008C1EA7">
        <w:tab/>
        <w:t xml:space="preserve">oznaczenie skrzyżowania znakami </w:t>
      </w:r>
      <w:r w:rsidR="00F53BA0" w:rsidRPr="008C1EA7">
        <w:t xml:space="preserve">pływającymi lub brzegowymi </w:t>
      </w:r>
      <w:r w:rsidRPr="008C1EA7">
        <w:t xml:space="preserve">o zakazie kotwiczenia lub wleczenia kotwicy, </w:t>
      </w:r>
      <w:r w:rsidR="00F53BA0" w:rsidRPr="008C1EA7">
        <w:t xml:space="preserve">łańcucha lub liny </w:t>
      </w:r>
      <w:r w:rsidRPr="008C1EA7">
        <w:t>dobrze widocznymi ze środka toru wodnego, ustawionymi na każdym brzegu w odległości nie większej niż 50 m od kanalizacji kablowej w górę i w dół drogi wodnej</w:t>
      </w:r>
      <w:r w:rsidR="00F53BA0" w:rsidRPr="008C1EA7">
        <w:t xml:space="preserve"> chyba</w:t>
      </w:r>
      <w:r w:rsidRPr="008C1EA7">
        <w:t>,</w:t>
      </w:r>
      <w:r w:rsidR="00F53BA0" w:rsidRPr="008C1EA7">
        <w:t xml:space="preserve"> że przepisy bezpiecznej żeglugi uzasadniają umiejscowienie znaku w innej o</w:t>
      </w:r>
      <w:r w:rsidR="002A604A" w:rsidRPr="008C1EA7">
        <w:t>d</w:t>
      </w:r>
      <w:r w:rsidR="008F23C6">
        <w:t>ległości,</w:t>
      </w:r>
    </w:p>
    <w:p w14:paraId="7D75DE6E" w14:textId="421B5C0F" w:rsidR="00C7012C" w:rsidRPr="008C1EA7" w:rsidRDefault="00C7012C" w:rsidP="00576EFA">
      <w:pPr>
        <w:pStyle w:val="LITlitera"/>
      </w:pPr>
      <w:r w:rsidRPr="008C1EA7">
        <w:t>d)</w:t>
      </w:r>
      <w:r w:rsidRPr="008C1EA7">
        <w:tab/>
        <w:t>przepust telekomunikacyjnej linii kablowej pod śródlądową wodą powierzchniową o</w:t>
      </w:r>
      <w:r w:rsidR="009F04C3">
        <w:t> </w:t>
      </w:r>
      <w:r w:rsidRPr="008C1EA7">
        <w:t>szerokości lustra wody nie większej niż 5 m może być wykonane metodą bagrowania, pod warunkiem przywrócenia stanu pierwotnego po wykonaniu przejścia,</w:t>
      </w:r>
    </w:p>
    <w:p w14:paraId="2DE31A39" w14:textId="6B6F1C87" w:rsidR="00C7012C" w:rsidRPr="008C1EA7" w:rsidRDefault="00C7012C" w:rsidP="00576EFA">
      <w:pPr>
        <w:pStyle w:val="LITlitera"/>
      </w:pPr>
      <w:r w:rsidRPr="008C1EA7">
        <w:t>e)</w:t>
      </w:r>
      <w:r w:rsidRPr="008C1EA7">
        <w:tab/>
        <w:t>przepust telekomunikacyjnej linii kablowej pod śródlądową wodą powierzchniową o</w:t>
      </w:r>
      <w:r w:rsidR="009F04C3">
        <w:t> </w:t>
      </w:r>
      <w:r w:rsidRPr="008C1EA7">
        <w:t xml:space="preserve">szerokości lustra wody powyżej 5 m </w:t>
      </w:r>
      <w:r w:rsidR="00C60BDC" w:rsidRPr="008C1EA7">
        <w:t xml:space="preserve">wykonuje się </w:t>
      </w:r>
      <w:r w:rsidRPr="008C1EA7">
        <w:t>technologią nienaruszającą koryta, pod dnem,</w:t>
      </w:r>
    </w:p>
    <w:p w14:paraId="7C71C4B6" w14:textId="27B77189" w:rsidR="00C7012C" w:rsidRPr="008C1EA7" w:rsidRDefault="00C7012C" w:rsidP="00576EFA">
      <w:pPr>
        <w:pStyle w:val="LITlitera"/>
      </w:pPr>
      <w:r w:rsidRPr="008C1EA7">
        <w:t>f)</w:t>
      </w:r>
      <w:r w:rsidRPr="008C1EA7">
        <w:tab/>
        <w:t>przepust telekomunikacyjnej linii kablowej pod śródlądową wodą powierzchniową o</w:t>
      </w:r>
      <w:r w:rsidR="009F04C3">
        <w:t> </w:t>
      </w:r>
      <w:r w:rsidRPr="008C1EA7">
        <w:t>szerokości lustra powyżej 25 m wykonany na głębokości</w:t>
      </w:r>
      <w:r w:rsidR="00F53BA0" w:rsidRPr="008C1EA7">
        <w:t xml:space="preserve"> poniżej aktywnej strefy ruchu rumowiska</w:t>
      </w:r>
      <w:r w:rsidRPr="008C1EA7">
        <w:t xml:space="preserve">, </w:t>
      </w:r>
      <w:r w:rsidR="00F53BA0" w:rsidRPr="008C1EA7">
        <w:t xml:space="preserve">przy czym nie mniejszej niż 5 m, </w:t>
      </w:r>
      <w:r w:rsidRPr="008C1EA7">
        <w:t>liczonej od najniższego punktu dna oczyszczonego,</w:t>
      </w:r>
    </w:p>
    <w:p w14:paraId="33946950" w14:textId="51FD8372" w:rsidR="00C7012C" w:rsidRPr="008C1EA7" w:rsidRDefault="00C7012C" w:rsidP="00576EFA">
      <w:pPr>
        <w:pStyle w:val="LITlitera"/>
      </w:pPr>
      <w:r w:rsidRPr="008C1EA7">
        <w:t>g)</w:t>
      </w:r>
      <w:r w:rsidRPr="008C1EA7">
        <w:tab/>
        <w:t>przepust telekomunikacyjnej linii kablowej pod śródlądową wodą powierzchniową o</w:t>
      </w:r>
      <w:r w:rsidR="009F04C3">
        <w:t> </w:t>
      </w:r>
      <w:r w:rsidRPr="008C1EA7">
        <w:t xml:space="preserve">szerokości lustra poniżej 25 m wykonany </w:t>
      </w:r>
      <w:r w:rsidR="00F53BA0" w:rsidRPr="008C1EA7">
        <w:t xml:space="preserve">na głębokości poniżej aktywnej strefy rumowiska, przy czym nie mniejszej niż 1,5 m, liczonej od najniższego punktu dna </w:t>
      </w:r>
      <w:r w:rsidR="00F53BA0" w:rsidRPr="008C1EA7">
        <w:lastRenderedPageBreak/>
        <w:t>oczyszczonego</w:t>
      </w:r>
      <w:r w:rsidR="00706ED3" w:rsidRPr="008C1EA7">
        <w:t xml:space="preserve"> a odległość osi przepustu od mostu nie mniejsza niż 20 m przy szerokości lustra wody powyżej 10 m i 10 m – przy szerokości do 10 m,</w:t>
      </w:r>
    </w:p>
    <w:p w14:paraId="5F98EAD1" w14:textId="77777777" w:rsidR="00C7012C" w:rsidRPr="008C1EA7" w:rsidRDefault="00C7012C" w:rsidP="00576EFA">
      <w:pPr>
        <w:pStyle w:val="LITlitera"/>
      </w:pPr>
      <w:r w:rsidRPr="008C1EA7">
        <w:t>h)</w:t>
      </w:r>
      <w:r w:rsidRPr="008C1EA7">
        <w:tab/>
        <w:t>zabezpieczenie specjalne: rury osłonowe przepustowe.</w:t>
      </w:r>
    </w:p>
    <w:p w14:paraId="08753C14" w14:textId="2DA917FC" w:rsidR="00C7012C" w:rsidRPr="008C1EA7" w:rsidRDefault="00C7012C" w:rsidP="00576EFA">
      <w:pPr>
        <w:pStyle w:val="ARTartustawynprozporzdzenia"/>
      </w:pPr>
      <w:r w:rsidRPr="008C1EA7">
        <w:t xml:space="preserve">IV. Wymagania podstawowe dla rur osłonowych przepustowych, rur </w:t>
      </w:r>
      <w:r w:rsidR="004A548A" w:rsidRPr="008C1EA7">
        <w:t xml:space="preserve">osłonowych </w:t>
      </w:r>
      <w:r w:rsidRPr="008C1EA7">
        <w:t xml:space="preserve">światłowodowych, wiązek </w:t>
      </w:r>
      <w:proofErr w:type="spellStart"/>
      <w:r w:rsidRPr="008C1EA7">
        <w:t>mikrorur</w:t>
      </w:r>
      <w:proofErr w:type="spellEnd"/>
      <w:r w:rsidRPr="008C1EA7">
        <w:t xml:space="preserve"> światłowodowych, taśm ostrzegawczych TO i</w:t>
      </w:r>
      <w:r w:rsidR="009F04C3">
        <w:t> </w:t>
      </w:r>
      <w:r w:rsidRPr="008C1EA7">
        <w:t>ostrzegawczo-lokalizacyjnych TOL oraz studni i zasobników kablowych</w:t>
      </w:r>
      <w:r w:rsidR="008F23C6">
        <w:t>.</w:t>
      </w:r>
    </w:p>
    <w:p w14:paraId="148E912D" w14:textId="77777777" w:rsidR="00C7012C" w:rsidRPr="008C1EA7" w:rsidRDefault="00C7012C" w:rsidP="00576EFA">
      <w:pPr>
        <w:pStyle w:val="USTustnpkodeksu"/>
      </w:pPr>
      <w:r w:rsidRPr="008C1EA7">
        <w:t>1.</w:t>
      </w:r>
      <w:r w:rsidRPr="008C1EA7">
        <w:tab/>
        <w:t>Wymagania podstawowe dla rur osłonowych przepustowych:</w:t>
      </w:r>
    </w:p>
    <w:p w14:paraId="3C6430E2" w14:textId="77777777" w:rsidR="00C7012C" w:rsidRPr="008C1EA7" w:rsidRDefault="00C7012C" w:rsidP="00576EFA">
      <w:pPr>
        <w:pStyle w:val="PKTpunkt"/>
      </w:pPr>
      <w:r w:rsidRPr="008C1EA7">
        <w:t>1)</w:t>
      </w:r>
      <w:r w:rsidRPr="008C1EA7">
        <w:tab/>
        <w:t>materiał z polietylenu pierwotnego wysokiej gęstości ≥ 940 kg/m</w:t>
      </w:r>
      <w:r w:rsidRPr="008C1EA7">
        <w:rPr>
          <w:vertAlign w:val="superscript"/>
        </w:rPr>
        <w:t>3</w:t>
      </w:r>
      <w:r w:rsidRPr="008C1EA7">
        <w:t>;</w:t>
      </w:r>
    </w:p>
    <w:p w14:paraId="6AB41728" w14:textId="77777777" w:rsidR="00C7012C" w:rsidRPr="008C1EA7" w:rsidRDefault="00C7012C" w:rsidP="00576EFA">
      <w:pPr>
        <w:pStyle w:val="PKTpunkt"/>
      </w:pPr>
      <w:r w:rsidRPr="008C1EA7">
        <w:t>2)</w:t>
      </w:r>
      <w:r w:rsidRPr="008C1EA7">
        <w:tab/>
        <w:t>powierzchnia zewnętrzna: gładka lub karbowana;</w:t>
      </w:r>
    </w:p>
    <w:p w14:paraId="19E93732" w14:textId="77777777" w:rsidR="00C7012C" w:rsidRPr="008C1EA7" w:rsidRDefault="00C7012C" w:rsidP="00576EFA">
      <w:pPr>
        <w:pStyle w:val="PKTpunkt"/>
      </w:pPr>
      <w:r w:rsidRPr="008C1EA7">
        <w:t>3)</w:t>
      </w:r>
      <w:r w:rsidRPr="008C1EA7">
        <w:tab/>
        <w:t>zakres średnic zewnętrznych od 25 do 250 mm;</w:t>
      </w:r>
    </w:p>
    <w:p w14:paraId="22F72E97" w14:textId="526525DD" w:rsidR="00C7012C" w:rsidRPr="00A35DC4" w:rsidRDefault="00C7012C" w:rsidP="0092204E">
      <w:pPr>
        <w:pStyle w:val="PKTpunkt"/>
        <w:jc w:val="left"/>
      </w:pPr>
      <w:r w:rsidRPr="008C1EA7">
        <w:t>4)</w:t>
      </w:r>
      <w:r w:rsidRPr="008C1EA7">
        <w:tab/>
        <w:t xml:space="preserve">sztywność obwodowa wg </w:t>
      </w:r>
      <w:r w:rsidR="00612EF4" w:rsidRPr="00612EF4">
        <w:t>PN-EN ISO 9969:2016-02 Rury z tworzyw termoplastycznych - Oznaczanie sztywności obwodowej</w:t>
      </w:r>
      <w:r w:rsidR="00612EF4" w:rsidRPr="00612EF4" w:rsidDel="00612EF4">
        <w:t xml:space="preserve"> </w:t>
      </w:r>
      <w:r w:rsidRPr="008C1EA7">
        <w:t xml:space="preserve">w zależności od zastosowania co najmniej </w:t>
      </w:r>
      <w:r w:rsidR="006778C3" w:rsidRPr="008C1EA7">
        <w:t xml:space="preserve">8 </w:t>
      </w:r>
      <w:proofErr w:type="spellStart"/>
      <w:r w:rsidRPr="008C1EA7">
        <w:t>kN</w:t>
      </w:r>
      <w:proofErr w:type="spellEnd"/>
      <w:r w:rsidRPr="008C1EA7">
        <w:t>/m</w:t>
      </w:r>
      <w:r w:rsidRPr="008C1EA7">
        <w:rPr>
          <w:vertAlign w:val="superscript"/>
        </w:rPr>
        <w:t>2</w:t>
      </w:r>
      <w:r w:rsidRPr="00A35DC4">
        <w:t>;</w:t>
      </w:r>
    </w:p>
    <w:p w14:paraId="7FC31DE2" w14:textId="77777777" w:rsidR="00C7012C" w:rsidRPr="008C1EA7" w:rsidRDefault="00C7012C" w:rsidP="00576EFA">
      <w:pPr>
        <w:pStyle w:val="PKTpunkt"/>
      </w:pPr>
      <w:r w:rsidRPr="008C1EA7">
        <w:t>5)</w:t>
      </w:r>
      <w:r w:rsidRPr="008C1EA7">
        <w:tab/>
        <w:t xml:space="preserve">rury osłonowe przepustowe </w:t>
      </w:r>
      <w:r w:rsidR="00C60BDC" w:rsidRPr="008C1EA7">
        <w:t xml:space="preserve">odznaczają </w:t>
      </w:r>
      <w:r w:rsidRPr="008C1EA7">
        <w:t>się odpornością na ściskanie o wartości minimalnej 750, wg PN-EN 61386-</w:t>
      </w:r>
      <w:r w:rsidR="001D32FE">
        <w:t>1</w:t>
      </w:r>
      <w:r w:rsidRPr="008C1EA7">
        <w:t>:</w:t>
      </w:r>
      <w:r w:rsidR="001D32FE" w:rsidRPr="008C1EA7">
        <w:t>201</w:t>
      </w:r>
      <w:r w:rsidR="001D32FE">
        <w:t>1</w:t>
      </w:r>
      <w:r w:rsidR="001D32FE" w:rsidRPr="008C1EA7">
        <w:t xml:space="preserve"> </w:t>
      </w:r>
      <w:r w:rsidR="00206855" w:rsidRPr="008C1EA7">
        <w:t xml:space="preserve">Systemy rur instalacyjnych do prowadzenia przewodów - Część </w:t>
      </w:r>
      <w:r w:rsidR="001D32FE">
        <w:t>1</w:t>
      </w:r>
      <w:r w:rsidR="00206855" w:rsidRPr="008C1EA7">
        <w:t xml:space="preserve">: Wymagania </w:t>
      </w:r>
      <w:r w:rsidR="001D32FE">
        <w:t>ogólne</w:t>
      </w:r>
      <w:r w:rsidRPr="008C1EA7">
        <w:t>;</w:t>
      </w:r>
    </w:p>
    <w:p w14:paraId="7B5E6ECB" w14:textId="77777777" w:rsidR="00C7012C" w:rsidRPr="008C1EA7" w:rsidRDefault="00C7012C" w:rsidP="00576EFA">
      <w:pPr>
        <w:pStyle w:val="PKTpunkt"/>
      </w:pPr>
      <w:r w:rsidRPr="008C1EA7">
        <w:t>6)</w:t>
      </w:r>
      <w:r w:rsidRPr="008C1EA7">
        <w:tab/>
        <w:t>odporność na promieniowanie UV dla zastosowań mostowych i wiaduktowych;</w:t>
      </w:r>
    </w:p>
    <w:p w14:paraId="70CD6026" w14:textId="77777777" w:rsidR="00C7012C" w:rsidRPr="008C1EA7" w:rsidRDefault="00C7012C" w:rsidP="00576EFA">
      <w:pPr>
        <w:pStyle w:val="PKTpunkt"/>
      </w:pPr>
      <w:r w:rsidRPr="008C1EA7">
        <w:t>7)</w:t>
      </w:r>
      <w:r w:rsidRPr="008C1EA7">
        <w:tab/>
        <w:t xml:space="preserve">odporność na nierozprzestrzenianie płomienia z domieszkami </w:t>
      </w:r>
      <w:proofErr w:type="spellStart"/>
      <w:r w:rsidRPr="008C1EA7">
        <w:t>uniepalniającymi</w:t>
      </w:r>
      <w:proofErr w:type="spellEnd"/>
      <w:r w:rsidRPr="008C1EA7">
        <w:t xml:space="preserve"> dla zastosowań tunelowych;</w:t>
      </w:r>
    </w:p>
    <w:p w14:paraId="11EE7C22" w14:textId="77777777" w:rsidR="00C7012C" w:rsidRPr="008C1EA7" w:rsidRDefault="00C7012C" w:rsidP="00576EFA">
      <w:pPr>
        <w:pStyle w:val="PKTpunkt"/>
      </w:pPr>
      <w:r w:rsidRPr="008C1EA7">
        <w:t>8)</w:t>
      </w:r>
      <w:r w:rsidRPr="008C1EA7">
        <w:tab/>
        <w:t>kolor czarny lub pomarańczowy z oznaczeniem właściciela telekomunikacyjnej linii kablowej.</w:t>
      </w:r>
    </w:p>
    <w:p w14:paraId="051CCE3E" w14:textId="77777777" w:rsidR="00C7012C" w:rsidRPr="008C1EA7" w:rsidRDefault="00C7012C" w:rsidP="00576EFA">
      <w:pPr>
        <w:pStyle w:val="USTustnpkodeksu"/>
      </w:pPr>
      <w:r w:rsidRPr="008C1EA7">
        <w:t>2.</w:t>
      </w:r>
      <w:r w:rsidRPr="008C1EA7">
        <w:tab/>
        <w:t xml:space="preserve">Wymagania podstawowe dla rur </w:t>
      </w:r>
      <w:r w:rsidR="004A548A" w:rsidRPr="008C1EA7">
        <w:t xml:space="preserve">osłonowych </w:t>
      </w:r>
      <w:r w:rsidRPr="008C1EA7">
        <w:t>światłowodowych:</w:t>
      </w:r>
    </w:p>
    <w:p w14:paraId="3D20C23E" w14:textId="77777777" w:rsidR="00C7012C" w:rsidRPr="008C1EA7" w:rsidRDefault="00C7012C" w:rsidP="00576EFA">
      <w:pPr>
        <w:pStyle w:val="PKTpunkt"/>
      </w:pPr>
      <w:r w:rsidRPr="008C1EA7">
        <w:t>1)</w:t>
      </w:r>
      <w:r w:rsidRPr="008C1EA7">
        <w:tab/>
        <w:t>materiał z polietylenu pierwotnego wysokiej gęstości ≥ 940 kg/m</w:t>
      </w:r>
      <w:r w:rsidRPr="008C1EA7">
        <w:rPr>
          <w:vertAlign w:val="superscript"/>
        </w:rPr>
        <w:t>3</w:t>
      </w:r>
      <w:r w:rsidRPr="008C1EA7">
        <w:t>;</w:t>
      </w:r>
    </w:p>
    <w:p w14:paraId="2CC89453" w14:textId="77777777" w:rsidR="00C7012C" w:rsidRPr="008C1EA7" w:rsidRDefault="00C7012C" w:rsidP="00576EFA">
      <w:pPr>
        <w:pStyle w:val="PKTpunkt"/>
      </w:pPr>
      <w:r w:rsidRPr="008C1EA7">
        <w:t>2)</w:t>
      </w:r>
      <w:r w:rsidRPr="008C1EA7">
        <w:tab/>
        <w:t>zakres średnic zewnętrznych od 25 do 50 mm, grubość ścianki co najmniej 2,5 mm;</w:t>
      </w:r>
    </w:p>
    <w:p w14:paraId="25EEF8CA" w14:textId="47E51010" w:rsidR="00C7012C" w:rsidRPr="008C1EA7" w:rsidRDefault="00C7012C" w:rsidP="0092204E">
      <w:pPr>
        <w:pStyle w:val="PKTpunkt"/>
        <w:jc w:val="left"/>
      </w:pPr>
      <w:r w:rsidRPr="008C1EA7">
        <w:t>3)</w:t>
      </w:r>
      <w:r w:rsidRPr="008C1EA7">
        <w:tab/>
        <w:t xml:space="preserve">sztywność obwodowa wg </w:t>
      </w:r>
      <w:r w:rsidR="00612EF4" w:rsidRPr="00612EF4">
        <w:t>PN-EN ISO 9969:2016-02 Rury z tworzyw termoplastycznych - Oznaczanie sztywności obwodowej</w:t>
      </w:r>
      <w:r w:rsidR="00206855" w:rsidRPr="008C1EA7">
        <w:t xml:space="preserve"> </w:t>
      </w:r>
      <w:r w:rsidRPr="008C1EA7">
        <w:t xml:space="preserve">co najmniej 8 </w:t>
      </w:r>
      <w:proofErr w:type="spellStart"/>
      <w:r w:rsidRPr="008C1EA7">
        <w:t>kN</w:t>
      </w:r>
      <w:proofErr w:type="spellEnd"/>
      <w:r w:rsidRPr="008C1EA7">
        <w:t>/m</w:t>
      </w:r>
      <w:r w:rsidRPr="008C1EA7">
        <w:rPr>
          <w:vertAlign w:val="superscript"/>
        </w:rPr>
        <w:t>2</w:t>
      </w:r>
      <w:r w:rsidRPr="008C1EA7">
        <w:t>;</w:t>
      </w:r>
    </w:p>
    <w:p w14:paraId="5BCB1F8B" w14:textId="58AF2226" w:rsidR="00C7012C" w:rsidRPr="008C1EA7" w:rsidRDefault="00C7012C" w:rsidP="00576EFA">
      <w:pPr>
        <w:pStyle w:val="PKTpunkt"/>
      </w:pPr>
      <w:r w:rsidRPr="008C1EA7">
        <w:t>4)</w:t>
      </w:r>
      <w:r w:rsidRPr="008C1EA7">
        <w:tab/>
        <w:t xml:space="preserve">rury światłowodowe </w:t>
      </w:r>
      <w:r w:rsidR="00C60BDC" w:rsidRPr="008C1EA7">
        <w:t xml:space="preserve">odznaczają </w:t>
      </w:r>
      <w:r w:rsidRPr="008C1EA7">
        <w:t xml:space="preserve">się odpornością na ściskanie o wartości minimalnej 450, wg normy </w:t>
      </w:r>
      <w:r w:rsidR="00612EF4" w:rsidRPr="00612EF4">
        <w:t>PN-EN 61386-1:2011 Systemy rur instalacyjnych do prowadzenia przewodów -- Część 1: Wymagania ogólne</w:t>
      </w:r>
      <w:r w:rsidRPr="008C1EA7">
        <w:t>;</w:t>
      </w:r>
    </w:p>
    <w:p w14:paraId="1A860040" w14:textId="56267B2F" w:rsidR="00C7012C" w:rsidRPr="008C1EA7" w:rsidRDefault="00C7012C" w:rsidP="00576EFA">
      <w:pPr>
        <w:pStyle w:val="PKTpunkt"/>
      </w:pPr>
      <w:r w:rsidRPr="008C1EA7">
        <w:t>5)</w:t>
      </w:r>
      <w:r w:rsidRPr="008C1EA7">
        <w:tab/>
        <w:t>współczynnik tarcia nie większy niż 0,2 dla rur bez warstwy poślizgowej i 0,1 dla rur z</w:t>
      </w:r>
      <w:r w:rsidR="009F04C3">
        <w:t> </w:t>
      </w:r>
      <w:r w:rsidRPr="008C1EA7">
        <w:t>warstwą poślizgową;</w:t>
      </w:r>
    </w:p>
    <w:p w14:paraId="21C4482E" w14:textId="77777777" w:rsidR="00C7012C" w:rsidRPr="008C1EA7" w:rsidRDefault="00C7012C" w:rsidP="00576EFA">
      <w:pPr>
        <w:pStyle w:val="PKTpunkt"/>
      </w:pPr>
      <w:r w:rsidRPr="008C1EA7">
        <w:t>6)</w:t>
      </w:r>
      <w:r w:rsidRPr="008C1EA7">
        <w:tab/>
        <w:t>kolor czarny lub pomarańczowy z oznaczeniem właściciela telekomunikacyjnej linii kablowej.</w:t>
      </w:r>
    </w:p>
    <w:p w14:paraId="0211D7A5" w14:textId="77777777" w:rsidR="00C7012C" w:rsidRPr="008C1EA7" w:rsidRDefault="00C7012C" w:rsidP="00576EFA">
      <w:pPr>
        <w:pStyle w:val="USTustnpkodeksu"/>
      </w:pPr>
      <w:r w:rsidRPr="008C1EA7">
        <w:lastRenderedPageBreak/>
        <w:t>3.</w:t>
      </w:r>
      <w:r w:rsidRPr="008C1EA7">
        <w:tab/>
        <w:t xml:space="preserve">Wymagania podstawowe dla wiązek </w:t>
      </w:r>
      <w:proofErr w:type="spellStart"/>
      <w:r w:rsidRPr="008C1EA7">
        <w:t>mikrorur</w:t>
      </w:r>
      <w:proofErr w:type="spellEnd"/>
      <w:r w:rsidRPr="008C1EA7">
        <w:t xml:space="preserve"> światłowodowych:</w:t>
      </w:r>
    </w:p>
    <w:p w14:paraId="018A7AA2" w14:textId="77777777" w:rsidR="00C7012C" w:rsidRPr="008C1EA7" w:rsidRDefault="00C7012C" w:rsidP="00576EFA">
      <w:pPr>
        <w:pStyle w:val="PKTpunkt"/>
      </w:pPr>
      <w:r w:rsidRPr="008C1EA7">
        <w:t>1)</w:t>
      </w:r>
      <w:r w:rsidRPr="008C1EA7">
        <w:tab/>
        <w:t>materiał z polietylenu pierwotnego wysokiej gęstości ≥ 940 kg/m</w:t>
      </w:r>
      <w:r w:rsidRPr="008C1EA7">
        <w:rPr>
          <w:vertAlign w:val="superscript"/>
        </w:rPr>
        <w:t>3</w:t>
      </w:r>
      <w:r w:rsidRPr="008C1EA7">
        <w:t>;</w:t>
      </w:r>
    </w:p>
    <w:p w14:paraId="388F5A58" w14:textId="3686B258" w:rsidR="00C7012C" w:rsidRPr="008C1EA7" w:rsidRDefault="00C7012C" w:rsidP="00576EFA">
      <w:pPr>
        <w:pStyle w:val="PKTpunkt"/>
      </w:pPr>
      <w:r w:rsidRPr="008C1EA7">
        <w:t>2)</w:t>
      </w:r>
      <w:r w:rsidRPr="008C1EA7">
        <w:tab/>
        <w:t xml:space="preserve">wiązki </w:t>
      </w:r>
      <w:proofErr w:type="spellStart"/>
      <w:r w:rsidRPr="008C1EA7">
        <w:t>mikrorur</w:t>
      </w:r>
      <w:proofErr w:type="spellEnd"/>
      <w:r w:rsidRPr="008C1EA7">
        <w:t xml:space="preserve"> zbudowane z prefabrykowanych </w:t>
      </w:r>
      <w:proofErr w:type="spellStart"/>
      <w:r w:rsidRPr="008C1EA7">
        <w:t>mikrorur</w:t>
      </w:r>
      <w:proofErr w:type="spellEnd"/>
      <w:r w:rsidRPr="008C1EA7">
        <w:t xml:space="preserve"> cienkościennych o średnicy zewnętrznej od 5,0 do 16,0 mm i grubości ścianki od 0,75 do 1,6 mm, instalowanych w</w:t>
      </w:r>
      <w:r w:rsidR="009F04C3">
        <w:t> </w:t>
      </w:r>
      <w:r w:rsidRPr="008C1EA7">
        <w:t>osłonach o średnicy od 32 mm do 50 mm;</w:t>
      </w:r>
    </w:p>
    <w:p w14:paraId="6E89A300" w14:textId="6133F195" w:rsidR="00C7012C" w:rsidRPr="008C1EA7" w:rsidRDefault="00C7012C" w:rsidP="00576EFA">
      <w:pPr>
        <w:pStyle w:val="PKTpunkt"/>
      </w:pPr>
      <w:r w:rsidRPr="008C1EA7">
        <w:t>3)</w:t>
      </w:r>
      <w:r w:rsidRPr="008C1EA7">
        <w:tab/>
        <w:t xml:space="preserve">w przypadku zastosowania wiązek </w:t>
      </w:r>
      <w:proofErr w:type="spellStart"/>
      <w:r w:rsidRPr="008C1EA7">
        <w:t>mikrorur</w:t>
      </w:r>
      <w:proofErr w:type="spellEnd"/>
      <w:r w:rsidRPr="008C1EA7">
        <w:t xml:space="preserve"> bezpośrednio w ziemi buduje się je z</w:t>
      </w:r>
      <w:r w:rsidR="009F04C3">
        <w:t> </w:t>
      </w:r>
      <w:r w:rsidRPr="008C1EA7">
        <w:t xml:space="preserve">prefabrykowanych </w:t>
      </w:r>
      <w:proofErr w:type="spellStart"/>
      <w:r w:rsidRPr="008C1EA7">
        <w:t>mikrorur</w:t>
      </w:r>
      <w:proofErr w:type="spellEnd"/>
      <w:r w:rsidRPr="008C1EA7">
        <w:t xml:space="preserve"> grubościennych o średnicy zewnętrznej od 7,0 do 16,0 mm i grubości ścianki od 1,5 do 2,5 mm;</w:t>
      </w:r>
    </w:p>
    <w:p w14:paraId="313F1736" w14:textId="77777777" w:rsidR="00C7012C" w:rsidRPr="008C1EA7" w:rsidRDefault="00C7012C" w:rsidP="00576EFA">
      <w:pPr>
        <w:pStyle w:val="PKTpunkt"/>
      </w:pPr>
      <w:r w:rsidRPr="008C1EA7">
        <w:t>4)</w:t>
      </w:r>
      <w:r w:rsidRPr="008C1EA7">
        <w:tab/>
        <w:t xml:space="preserve">konfiguracja wiązek </w:t>
      </w:r>
      <w:proofErr w:type="spellStart"/>
      <w:r w:rsidRPr="008C1EA7">
        <w:t>mikrorur</w:t>
      </w:r>
      <w:proofErr w:type="spellEnd"/>
      <w:r w:rsidRPr="008C1EA7">
        <w:t xml:space="preserve"> może być dowolna, z zastrzeżeniem okrągłego kształtu wiązki i maksymalnego wypełnienia wynikającego z wartości średnicy wewnętrznej rury osłonowej. W przypadku prefabrykowanej wiązki </w:t>
      </w:r>
      <w:proofErr w:type="spellStart"/>
      <w:r w:rsidRPr="008C1EA7">
        <w:t>mikrorur</w:t>
      </w:r>
      <w:proofErr w:type="spellEnd"/>
      <w:r w:rsidRPr="008C1EA7">
        <w:t xml:space="preserve"> grubościennych, przekrój wiązki w postaci płaskiej lub wielokąta;</w:t>
      </w:r>
    </w:p>
    <w:p w14:paraId="5C6A2EC8" w14:textId="77777777" w:rsidR="00C7012C" w:rsidRPr="008C1EA7" w:rsidRDefault="00C7012C" w:rsidP="00576EFA">
      <w:pPr>
        <w:pStyle w:val="PKTpunkt"/>
      </w:pPr>
      <w:r w:rsidRPr="008C1EA7">
        <w:t>5)</w:t>
      </w:r>
      <w:r w:rsidRPr="008C1EA7">
        <w:tab/>
        <w:t xml:space="preserve">dopuszcza się instalowanie pojedynczych </w:t>
      </w:r>
      <w:proofErr w:type="spellStart"/>
      <w:r w:rsidRPr="008C1EA7">
        <w:t>mikrorur</w:t>
      </w:r>
      <w:proofErr w:type="spellEnd"/>
      <w:r w:rsidRPr="008C1EA7">
        <w:t xml:space="preserve"> w rurze światłowodowej metodą wdmuchiwania. Liczbę </w:t>
      </w:r>
      <w:proofErr w:type="spellStart"/>
      <w:r w:rsidRPr="008C1EA7">
        <w:t>mikrorur</w:t>
      </w:r>
      <w:proofErr w:type="spellEnd"/>
      <w:r w:rsidRPr="008C1EA7">
        <w:t xml:space="preserve"> uzależnia się od średnicy wewnętrznej rury światłowodowej oraz wolnego miejsca w tej rurze;</w:t>
      </w:r>
    </w:p>
    <w:p w14:paraId="7091A963" w14:textId="77777777" w:rsidR="00C7012C" w:rsidRPr="008C1EA7" w:rsidRDefault="00C7012C" w:rsidP="00576EFA">
      <w:pPr>
        <w:pStyle w:val="PKTpunkt"/>
      </w:pPr>
      <w:r w:rsidRPr="008C1EA7">
        <w:t>6)</w:t>
      </w:r>
      <w:r w:rsidRPr="008C1EA7">
        <w:tab/>
        <w:t>kolor czarny lub pomarańczowy z oznaczeniem właściciela telekomunikacyjnej linii kablowej.</w:t>
      </w:r>
    </w:p>
    <w:p w14:paraId="1F1C2909" w14:textId="77777777" w:rsidR="00C7012C" w:rsidRPr="008C1EA7" w:rsidRDefault="00C7012C" w:rsidP="00576EFA">
      <w:pPr>
        <w:pStyle w:val="USTustnpkodeksu"/>
      </w:pPr>
      <w:r w:rsidRPr="008C1EA7">
        <w:t>4.</w:t>
      </w:r>
      <w:r w:rsidRPr="008C1EA7">
        <w:tab/>
        <w:t>Wymagania podstawowe dla taśm ostrzegawczych TO i ostrzegawczo-lokalizacyjnych TOL:</w:t>
      </w:r>
    </w:p>
    <w:p w14:paraId="165F11AB" w14:textId="77777777" w:rsidR="00C7012C" w:rsidRPr="008C1EA7" w:rsidRDefault="00C7012C" w:rsidP="00576EFA">
      <w:pPr>
        <w:pStyle w:val="PKTpunkt"/>
      </w:pPr>
      <w:r w:rsidRPr="008C1EA7">
        <w:t>1)</w:t>
      </w:r>
      <w:r w:rsidRPr="008C1EA7">
        <w:tab/>
        <w:t xml:space="preserve">taśma ostrzegawcza TO o szerokości </w:t>
      </w:r>
      <w:r w:rsidR="00C74A3C" w:rsidRPr="008C1EA7">
        <w:t>co najmniej 100 mm</w:t>
      </w:r>
      <w:r w:rsidRPr="008C1EA7">
        <w:t xml:space="preserve"> i grubości co najmniej 0,</w:t>
      </w:r>
      <w:r w:rsidR="00142510">
        <w:t>8</w:t>
      </w:r>
      <w:r w:rsidRPr="008C1EA7">
        <w:t xml:space="preserve"> mm w kolorze pomarańczowym z trwałym napisem uzgodnionym z zarządcą telekomunikacyjnej linii kablowej;</w:t>
      </w:r>
    </w:p>
    <w:p w14:paraId="583586F7" w14:textId="2DDD39E8" w:rsidR="00C7012C" w:rsidRPr="008C1EA7" w:rsidRDefault="00C7012C" w:rsidP="00576EFA">
      <w:pPr>
        <w:pStyle w:val="PKTpunkt"/>
      </w:pPr>
      <w:r w:rsidRPr="008C1EA7">
        <w:t>2)</w:t>
      </w:r>
      <w:r w:rsidRPr="008C1EA7">
        <w:tab/>
        <w:t>taśma ostrzegawczo-lokalizacyjna TOL o szerokości</w:t>
      </w:r>
      <w:r w:rsidR="00C74A3C" w:rsidRPr="008C1EA7">
        <w:t xml:space="preserve"> co najmniej </w:t>
      </w:r>
      <w:r w:rsidRPr="008C1EA7">
        <w:t xml:space="preserve"> 100</w:t>
      </w:r>
      <w:r w:rsidR="00630F8C">
        <w:t xml:space="preserve"> </w:t>
      </w:r>
      <w:r w:rsidR="00C74A3C" w:rsidRPr="008C1EA7">
        <w:t>mm</w:t>
      </w:r>
      <w:r w:rsidRPr="008C1EA7">
        <w:t xml:space="preserve"> i grubości co najmniej 0,8mm w kolorze pomarańczowym z czynnikiem lokalizacyjnym w postaci taśmy kwasoodpornej o szerokości co najmniej 25 mm i grubości co najmniej 0,1 mm z</w:t>
      </w:r>
      <w:r w:rsidR="009F04C3">
        <w:t> </w:t>
      </w:r>
      <w:r w:rsidRPr="008C1EA7">
        <w:t>trwałym napisem uzgodnionym z zarządcą telekomunikacyjnej linii kablowej;</w:t>
      </w:r>
    </w:p>
    <w:p w14:paraId="18879444" w14:textId="77777777" w:rsidR="00C7012C" w:rsidRPr="008C1EA7" w:rsidRDefault="00C7012C" w:rsidP="00576EFA">
      <w:pPr>
        <w:pStyle w:val="PKTpunkt"/>
      </w:pPr>
      <w:r w:rsidRPr="008C1EA7">
        <w:t>3)</w:t>
      </w:r>
      <w:r w:rsidRPr="008C1EA7">
        <w:tab/>
        <w:t>taśmę ostrzegawczą TO umieszcza się nad telekomunikacyjnymi liniami kablowymi podziemnymi w połowie głębokości ich ułożenia;</w:t>
      </w:r>
    </w:p>
    <w:p w14:paraId="244FA2B6" w14:textId="77777777" w:rsidR="00C7012C" w:rsidRPr="008C1EA7" w:rsidRDefault="00C7012C" w:rsidP="00576EFA">
      <w:pPr>
        <w:pStyle w:val="PKTpunkt"/>
      </w:pPr>
      <w:r w:rsidRPr="008C1EA7">
        <w:t>4)</w:t>
      </w:r>
      <w:r w:rsidRPr="008C1EA7">
        <w:tab/>
        <w:t>taśmę ostrzegawczo-lokalizacyjną TOL umieszcza się bezpośrednio nad telekomunikacyjnymi liniami kablowymi podziemnymi.</w:t>
      </w:r>
    </w:p>
    <w:p w14:paraId="1E21E7D3" w14:textId="77777777" w:rsidR="00C7012C" w:rsidRPr="008C1EA7" w:rsidRDefault="00C7012C" w:rsidP="00576EFA">
      <w:pPr>
        <w:pStyle w:val="USTustnpkodeksu"/>
      </w:pPr>
      <w:r w:rsidRPr="008C1EA7">
        <w:t>5.</w:t>
      </w:r>
      <w:r w:rsidRPr="008C1EA7">
        <w:tab/>
        <w:t>Wymagania podstawowe dla studni kablowych</w:t>
      </w:r>
      <w:r w:rsidR="00764AEF" w:rsidRPr="008C1EA7">
        <w:t xml:space="preserve"> i zasobników</w:t>
      </w:r>
      <w:r w:rsidR="00186EF1" w:rsidRPr="008C1EA7">
        <w:t xml:space="preserve"> kablowych</w:t>
      </w:r>
      <w:r w:rsidRPr="008C1EA7">
        <w:t>:</w:t>
      </w:r>
    </w:p>
    <w:p w14:paraId="15C75CFA" w14:textId="77777777" w:rsidR="00C7012C" w:rsidRPr="008C1EA7" w:rsidRDefault="00C7012C" w:rsidP="00576EFA">
      <w:pPr>
        <w:pStyle w:val="PKTpunkt"/>
      </w:pPr>
      <w:r w:rsidRPr="008C1EA7">
        <w:t>1)</w:t>
      </w:r>
      <w:r w:rsidRPr="008C1EA7">
        <w:tab/>
        <w:t xml:space="preserve">wielkość studni kablowych i zasobników </w:t>
      </w:r>
      <w:r w:rsidR="00186EF1" w:rsidRPr="008C1EA7">
        <w:t>kablowych</w:t>
      </w:r>
      <w:r w:rsidR="00186EF1" w:rsidRPr="008C1EA7" w:rsidDel="00C60BDC">
        <w:t xml:space="preserve"> </w:t>
      </w:r>
      <w:r w:rsidR="00C60BDC" w:rsidRPr="008C1EA7">
        <w:t xml:space="preserve">dostosowuje się </w:t>
      </w:r>
      <w:r w:rsidRPr="008C1EA7">
        <w:t>do rodzaju i typów ciągów telekomunikacyjnych linii kablowych;</w:t>
      </w:r>
    </w:p>
    <w:p w14:paraId="1C4695B3" w14:textId="77777777" w:rsidR="00C7012C" w:rsidRPr="00A35DC4" w:rsidRDefault="00C7012C" w:rsidP="00576EFA">
      <w:pPr>
        <w:pStyle w:val="PKTpunkt"/>
      </w:pPr>
      <w:r w:rsidRPr="008C1EA7">
        <w:lastRenderedPageBreak/>
        <w:t>2)</w:t>
      </w:r>
      <w:r w:rsidRPr="008C1EA7">
        <w:tab/>
        <w:t xml:space="preserve">na pokrywie studni </w:t>
      </w:r>
      <w:r w:rsidR="00630F8C" w:rsidRPr="00A35DC4">
        <w:t>kablowej</w:t>
      </w:r>
      <w:r w:rsidR="00630F8C" w:rsidRPr="008C1EA7" w:rsidDel="00630F8C">
        <w:t xml:space="preserve"> </w:t>
      </w:r>
      <w:r w:rsidRPr="005055FC">
        <w:t xml:space="preserve">umieszcza się na trwałe logo właściciela </w:t>
      </w:r>
      <w:r w:rsidR="00630F8C">
        <w:t xml:space="preserve">tej </w:t>
      </w:r>
      <w:r w:rsidR="0007106E" w:rsidRPr="00A35DC4">
        <w:t>studni</w:t>
      </w:r>
      <w:r w:rsidRPr="00A35DC4">
        <w:t>;</w:t>
      </w:r>
    </w:p>
    <w:p w14:paraId="5AE9B451" w14:textId="77777777" w:rsidR="00C7012C" w:rsidRPr="008C1EA7" w:rsidRDefault="00C7012C" w:rsidP="00576EFA">
      <w:pPr>
        <w:pStyle w:val="PKTpunkt"/>
      </w:pPr>
      <w:r w:rsidRPr="008C1EA7">
        <w:t>3)</w:t>
      </w:r>
      <w:r w:rsidRPr="008C1EA7">
        <w:tab/>
        <w:t xml:space="preserve">pokrywy studni kablowych </w:t>
      </w:r>
      <w:r w:rsidR="00186EF1" w:rsidRPr="008C1EA7">
        <w:t xml:space="preserve">lub zasobnika kablowego </w:t>
      </w:r>
      <w:r w:rsidRPr="008C1EA7">
        <w:t>uniemożliwiają dostęp do wnętrza studni osobom nieuprawnionym;</w:t>
      </w:r>
    </w:p>
    <w:p w14:paraId="52B75B6B" w14:textId="691743C0" w:rsidR="00C7012C" w:rsidRPr="008C1EA7" w:rsidRDefault="00C7012C" w:rsidP="00576EFA">
      <w:pPr>
        <w:pStyle w:val="PKTpunkt"/>
      </w:pPr>
      <w:r w:rsidRPr="008C1EA7">
        <w:t>4)</w:t>
      </w:r>
      <w:r w:rsidRPr="008C1EA7">
        <w:tab/>
        <w:t xml:space="preserve">zabezpieczenia mechaniczne, w tym zwłaszcza zamki lub kłódki, odporne </w:t>
      </w:r>
      <w:r w:rsidR="00C250AB" w:rsidRPr="008C1EA7">
        <w:t xml:space="preserve">są </w:t>
      </w:r>
      <w:r w:rsidRPr="008C1EA7">
        <w:t>na korozję i</w:t>
      </w:r>
      <w:r w:rsidR="009F04C3">
        <w:t> </w:t>
      </w:r>
      <w:r w:rsidRPr="008C1EA7">
        <w:t>czynniki atmosferyczne;</w:t>
      </w:r>
    </w:p>
    <w:p w14:paraId="5F3B0976" w14:textId="77777777" w:rsidR="00C7012C" w:rsidRPr="008C1EA7" w:rsidRDefault="00C7012C" w:rsidP="00576EFA">
      <w:pPr>
        <w:pStyle w:val="PKTpunkt"/>
      </w:pPr>
      <w:r w:rsidRPr="008C1EA7">
        <w:t>5)</w:t>
      </w:r>
      <w:r w:rsidRPr="008C1EA7">
        <w:tab/>
        <w:t xml:space="preserve">materiały do budowy studni kablowych i zasobników </w:t>
      </w:r>
      <w:r w:rsidR="00186EF1" w:rsidRPr="008C1EA7">
        <w:t xml:space="preserve">kablowych </w:t>
      </w:r>
      <w:r w:rsidRPr="008C1EA7">
        <w:t xml:space="preserve">do wytworzenia prefabrykatów studni kablowych zgodne </w:t>
      </w:r>
      <w:r w:rsidR="00186EF1" w:rsidRPr="008C1EA7">
        <w:t xml:space="preserve">są </w:t>
      </w:r>
      <w:r w:rsidRPr="008C1EA7">
        <w:t>pod względem rodzaju, gatunku i właściwości z określonymi w dokumentacji technicznej producenta, z uwzględnieniem następujących ogólnych zaleceń:</w:t>
      </w:r>
    </w:p>
    <w:p w14:paraId="76E6DBCA" w14:textId="77777777" w:rsidR="00C7012C" w:rsidRPr="008C1EA7" w:rsidRDefault="00C7012C" w:rsidP="00576EFA">
      <w:pPr>
        <w:pStyle w:val="LITlitera"/>
      </w:pPr>
      <w:r w:rsidRPr="008C1EA7">
        <w:t>a)</w:t>
      </w:r>
      <w:r w:rsidRPr="008C1EA7">
        <w:tab/>
      </w:r>
      <w:r w:rsidR="00247A84" w:rsidRPr="008C1EA7">
        <w:t>beton zwykły klasy co najmniej C35/45 – do produkcji zwieńczeń oraz klasy co najmniej C30/37 – do produkcji korpusów,</w:t>
      </w:r>
    </w:p>
    <w:p w14:paraId="118AD21E" w14:textId="77777777" w:rsidR="00C7012C" w:rsidRPr="008C1EA7" w:rsidRDefault="00764AEF" w:rsidP="00576EFA">
      <w:pPr>
        <w:pStyle w:val="LITlitera"/>
      </w:pPr>
      <w:r w:rsidRPr="008C1EA7">
        <w:rPr>
          <w:bCs w:val="0"/>
        </w:rPr>
        <w:t>b)</w:t>
      </w:r>
      <w:r w:rsidRPr="008C1EA7">
        <w:rPr>
          <w:bCs w:val="0"/>
        </w:rPr>
        <w:tab/>
      </w:r>
      <w:r w:rsidR="00247A84" w:rsidRPr="008C1EA7">
        <w:rPr>
          <w:bCs w:val="0"/>
        </w:rPr>
        <w:t xml:space="preserve">materiały kompozytowe lub </w:t>
      </w:r>
      <w:proofErr w:type="spellStart"/>
      <w:r w:rsidR="00247A84" w:rsidRPr="008C1EA7">
        <w:rPr>
          <w:bCs w:val="0"/>
        </w:rPr>
        <w:t>polimerobetonowe</w:t>
      </w:r>
      <w:proofErr w:type="spellEnd"/>
      <w:r w:rsidR="00247A84" w:rsidRPr="008C1EA7">
        <w:rPr>
          <w:bCs w:val="0"/>
        </w:rPr>
        <w:t xml:space="preserve"> – do produkcji zwieńczeń,</w:t>
      </w:r>
      <w:r w:rsidR="00C7012C" w:rsidRPr="008C1EA7">
        <w:t>,</w:t>
      </w:r>
    </w:p>
    <w:p w14:paraId="15AB7496" w14:textId="77777777" w:rsidR="00C7012C" w:rsidRPr="008C1EA7" w:rsidRDefault="00C7012C" w:rsidP="00576EFA">
      <w:pPr>
        <w:pStyle w:val="LITlitera"/>
      </w:pPr>
      <w:r w:rsidRPr="008C1EA7">
        <w:t>c)</w:t>
      </w:r>
      <w:r w:rsidRPr="008C1EA7">
        <w:tab/>
        <w:t>pręty stalowe do zbrojenia betonu o średnicach od 4,0 mm do 5,5 mm (pręty gładkie) oraz o średnicach od 6,0 mm do 12,0 mm (pręty żebrowane),</w:t>
      </w:r>
    </w:p>
    <w:p w14:paraId="6DA44DFF" w14:textId="77777777" w:rsidR="00C7012C" w:rsidRPr="008C1EA7" w:rsidRDefault="00C7012C" w:rsidP="00576EFA">
      <w:pPr>
        <w:pStyle w:val="LITlitera"/>
      </w:pPr>
      <w:r w:rsidRPr="008C1EA7">
        <w:t>d)</w:t>
      </w:r>
      <w:r w:rsidRPr="008C1EA7">
        <w:tab/>
      </w:r>
      <w:r w:rsidR="00BA7682" w:rsidRPr="008C1EA7">
        <w:t>kształtowniki/profile ze stali konstrukcyjnej</w:t>
      </w:r>
      <w:r w:rsidRPr="008C1EA7">
        <w:t>,</w:t>
      </w:r>
    </w:p>
    <w:p w14:paraId="53510F9E" w14:textId="77777777" w:rsidR="00C7012C" w:rsidRPr="008C1EA7" w:rsidRDefault="00C7012C" w:rsidP="00576EFA">
      <w:pPr>
        <w:pStyle w:val="LITlitera"/>
      </w:pPr>
      <w:r w:rsidRPr="008C1EA7">
        <w:t>e)</w:t>
      </w:r>
      <w:r w:rsidRPr="008C1EA7">
        <w:tab/>
      </w:r>
      <w:r w:rsidR="00BA7682" w:rsidRPr="008C1EA7">
        <w:t>kruszywo mineralne do betonu, o frakcji do 16 mm – do produkcji zwieńczeń i do 25 mm – do produkcji korpusów</w:t>
      </w:r>
      <w:r w:rsidRPr="008C1EA7">
        <w:t>,</w:t>
      </w:r>
    </w:p>
    <w:p w14:paraId="67D11476" w14:textId="77777777" w:rsidR="00C7012C" w:rsidRPr="008C1EA7" w:rsidRDefault="00C7012C" w:rsidP="00576EFA">
      <w:pPr>
        <w:pStyle w:val="LITlitera"/>
      </w:pPr>
      <w:r w:rsidRPr="008C1EA7">
        <w:t>f)</w:t>
      </w:r>
      <w:r w:rsidRPr="008C1EA7">
        <w:tab/>
        <w:t>żeliwo szare lub sferoidalne,</w:t>
      </w:r>
    </w:p>
    <w:p w14:paraId="5B0ADA91" w14:textId="77777777" w:rsidR="00630F8C" w:rsidRDefault="00BA7682" w:rsidP="00576EFA">
      <w:pPr>
        <w:pStyle w:val="USTustnpkodeksu"/>
        <w:rPr>
          <w:bCs w:val="0"/>
        </w:rPr>
      </w:pPr>
      <w:r w:rsidRPr="008C1EA7">
        <w:rPr>
          <w:bCs w:val="0"/>
        </w:rPr>
        <w:t>g)</w:t>
      </w:r>
      <w:r w:rsidRPr="008C1EA7">
        <w:rPr>
          <w:bCs w:val="0"/>
        </w:rPr>
        <w:tab/>
        <w:t>konstrukcyjne tworzywa sztuczne o wysokiej wytrzymałości mechanicznej lub materiały kompozytowe – do produkcji korpusów</w:t>
      </w:r>
      <w:r w:rsidR="00630F8C">
        <w:rPr>
          <w:bCs w:val="0"/>
        </w:rPr>
        <w:t>.</w:t>
      </w:r>
    </w:p>
    <w:p w14:paraId="4A6FD580" w14:textId="77777777" w:rsidR="00C7012C" w:rsidRPr="008C1EA7" w:rsidRDefault="00C7012C" w:rsidP="00576EFA">
      <w:pPr>
        <w:pStyle w:val="USTustnpkodeksu"/>
      </w:pPr>
      <w:r w:rsidRPr="008C1EA7">
        <w:t>6.</w:t>
      </w:r>
      <w:r w:rsidRPr="008C1EA7">
        <w:tab/>
        <w:t>Usytuowanie i zastosowanie studni kablowych:</w:t>
      </w:r>
    </w:p>
    <w:p w14:paraId="3F5E6DC3" w14:textId="77777777" w:rsidR="00C7012C" w:rsidRPr="008C1EA7" w:rsidRDefault="00C7012C" w:rsidP="00576EFA">
      <w:pPr>
        <w:pStyle w:val="PKTpunkt"/>
      </w:pPr>
      <w:r w:rsidRPr="008C1EA7">
        <w:t>1)</w:t>
      </w:r>
      <w:r w:rsidRPr="008C1EA7">
        <w:tab/>
        <w:t>studnie kablowe projektuje się i instaluje:</w:t>
      </w:r>
    </w:p>
    <w:p w14:paraId="24A598A6" w14:textId="77777777" w:rsidR="00C7012C" w:rsidRPr="008C1EA7" w:rsidRDefault="00C7012C" w:rsidP="00576EFA">
      <w:pPr>
        <w:pStyle w:val="LITlitera"/>
      </w:pPr>
      <w:r w:rsidRPr="008C1EA7">
        <w:t>a)</w:t>
      </w:r>
      <w:r w:rsidRPr="008C1EA7">
        <w:tab/>
        <w:t>na końcach ciągów telekomunikacyjnych linii kablowych,</w:t>
      </w:r>
    </w:p>
    <w:p w14:paraId="7FDDE4BA" w14:textId="77777777" w:rsidR="00C7012C" w:rsidRPr="008C1EA7" w:rsidRDefault="00C7012C" w:rsidP="00576EFA">
      <w:pPr>
        <w:pStyle w:val="LITlitera"/>
      </w:pPr>
      <w:r w:rsidRPr="008C1EA7">
        <w:t>b)</w:t>
      </w:r>
      <w:r w:rsidRPr="008C1EA7">
        <w:tab/>
        <w:t>na odcinkach prostoliniowych jako punkty pośrednie umożliwiające zaciągnięcie kabla,</w:t>
      </w:r>
    </w:p>
    <w:p w14:paraId="7E9CBE42" w14:textId="77777777" w:rsidR="00C7012C" w:rsidRPr="008C1EA7" w:rsidRDefault="00C7012C" w:rsidP="00576EFA">
      <w:pPr>
        <w:pStyle w:val="LITlitera"/>
      </w:pPr>
      <w:r w:rsidRPr="008C1EA7">
        <w:t>c)</w:t>
      </w:r>
      <w:r w:rsidRPr="008C1EA7">
        <w:tab/>
        <w:t>w punktach zmiany profilu trasy telekomunikacyjnej linii kablowej jako punkty pośrednie umożliwiające zaciągnięcie kabla,</w:t>
      </w:r>
    </w:p>
    <w:p w14:paraId="5E3BF292" w14:textId="77777777" w:rsidR="00C7012C" w:rsidRPr="008C1EA7" w:rsidRDefault="00C7012C" w:rsidP="00576EFA">
      <w:pPr>
        <w:pStyle w:val="LITlitera"/>
      </w:pPr>
      <w:r w:rsidRPr="008C1EA7">
        <w:t>d)</w:t>
      </w:r>
      <w:r w:rsidRPr="008C1EA7">
        <w:tab/>
        <w:t>w miejscach przyłączy do obiektów budowlanych,</w:t>
      </w:r>
    </w:p>
    <w:p w14:paraId="3CD5A9F9" w14:textId="77777777" w:rsidR="00A64BC9" w:rsidRPr="008C1EA7" w:rsidRDefault="00C7012C" w:rsidP="00576EFA">
      <w:pPr>
        <w:pStyle w:val="LITlitera"/>
      </w:pPr>
      <w:r w:rsidRPr="008C1EA7">
        <w:t>e)</w:t>
      </w:r>
      <w:r w:rsidRPr="008C1EA7">
        <w:tab/>
        <w:t>w miejscach styku z istniejącym kanałem technologicznym z wyprowadzeniem rury do granicy pasa drogowego</w:t>
      </w:r>
      <w:r w:rsidR="00A64BC9" w:rsidRPr="008C1EA7">
        <w:t>,</w:t>
      </w:r>
    </w:p>
    <w:p w14:paraId="6BE6949D" w14:textId="77777777" w:rsidR="00C7012C" w:rsidRPr="008C1EA7" w:rsidRDefault="00BA7682" w:rsidP="00576EFA">
      <w:pPr>
        <w:pStyle w:val="LITlitera"/>
      </w:pPr>
      <w:r w:rsidRPr="008C1EA7">
        <w:t>f)</w:t>
      </w:r>
      <w:r w:rsidRPr="008C1EA7">
        <w:tab/>
        <w:t>w miejscach zmiany konfiguracji telekomunikacyjnych linii kablowych podziemnych i nadziemnych,</w:t>
      </w:r>
    </w:p>
    <w:p w14:paraId="07E03F1A" w14:textId="77777777" w:rsidR="00C7012C" w:rsidRPr="008C1EA7" w:rsidRDefault="00537EFE" w:rsidP="00576EFA">
      <w:pPr>
        <w:pStyle w:val="PKTpunkt"/>
      </w:pPr>
      <w:r w:rsidRPr="008C1EA7">
        <w:lastRenderedPageBreak/>
        <w:t>2)</w:t>
      </w:r>
      <w:r w:rsidRPr="008C1EA7">
        <w:tab/>
      </w:r>
      <w:r w:rsidR="00C7012C" w:rsidRPr="008C1EA7">
        <w:t xml:space="preserve">Lokalizacja studni </w:t>
      </w:r>
      <w:r w:rsidR="00C60BDC" w:rsidRPr="008C1EA7">
        <w:t xml:space="preserve">obejmuje </w:t>
      </w:r>
      <w:r w:rsidR="00C7012C" w:rsidRPr="008C1EA7">
        <w:t xml:space="preserve">miejsca o ograniczonym ryzyku zalania wodami opadowymi i gruntowymi. </w:t>
      </w:r>
      <w:r w:rsidR="00765E80" w:rsidRPr="008C1EA7">
        <w:t xml:space="preserve">Miejsce połączenia rur osłonowych ze studnią szczelne i wolne </w:t>
      </w:r>
      <w:r w:rsidR="00C7012C" w:rsidRPr="008C1EA7">
        <w:t>od jakichkolwiek stałych zanieczyszczeń, wód opadowych,  z roztopów śniegu i lodu.</w:t>
      </w:r>
    </w:p>
    <w:p w14:paraId="40E189DC" w14:textId="77777777" w:rsidR="00C7012C" w:rsidRPr="008C1EA7" w:rsidRDefault="00C7012C" w:rsidP="00576EFA">
      <w:pPr>
        <w:pStyle w:val="USTustnpkodeksu"/>
      </w:pPr>
      <w:r w:rsidRPr="008C1EA7">
        <w:t>7.</w:t>
      </w:r>
      <w:r w:rsidRPr="008C1EA7">
        <w:tab/>
        <w:t>Usytuowanie i zastosowanie zasobników:</w:t>
      </w:r>
    </w:p>
    <w:p w14:paraId="2772865A" w14:textId="77777777" w:rsidR="00C7012C" w:rsidRPr="008C1EA7" w:rsidRDefault="00537EFE" w:rsidP="00537EFE">
      <w:pPr>
        <w:pStyle w:val="USTustnpkodeksu"/>
      </w:pPr>
      <w:r w:rsidRPr="008C1EA7">
        <w:t>Z</w:t>
      </w:r>
      <w:r w:rsidR="00C7012C" w:rsidRPr="008C1EA7">
        <w:t>asobniki projektuje się i instaluje:</w:t>
      </w:r>
    </w:p>
    <w:p w14:paraId="6F9904D5" w14:textId="77777777" w:rsidR="00C7012C" w:rsidRPr="008C1EA7" w:rsidRDefault="00C7012C" w:rsidP="00576EFA">
      <w:pPr>
        <w:pStyle w:val="LITlitera"/>
      </w:pPr>
      <w:r w:rsidRPr="008C1EA7">
        <w:t>a)</w:t>
      </w:r>
      <w:r w:rsidRPr="008C1EA7">
        <w:tab/>
        <w:t>w celu ułożenia osłon złączowych kabla światłowodowego oraz niezbędnych zapasów kabla,</w:t>
      </w:r>
    </w:p>
    <w:p w14:paraId="5C5B4CEC" w14:textId="77777777" w:rsidR="00C7012C" w:rsidRPr="008C1EA7" w:rsidRDefault="00C7012C" w:rsidP="00576EFA">
      <w:pPr>
        <w:pStyle w:val="LITlitera"/>
      </w:pPr>
      <w:r w:rsidRPr="008C1EA7">
        <w:t>b)</w:t>
      </w:r>
      <w:r w:rsidRPr="008C1EA7">
        <w:tab/>
      </w:r>
      <w:r w:rsidR="00DE5725" w:rsidRPr="008C1EA7">
        <w:t xml:space="preserve">dla </w:t>
      </w:r>
      <w:r w:rsidRPr="008C1EA7">
        <w:t>kabli światłowodowych, w tym dodatkowego kabla światłowodowego w razie awarii lub rozbudowy telekomunikacyjnej linii kablowej,</w:t>
      </w:r>
    </w:p>
    <w:p w14:paraId="35A2E927" w14:textId="77777777" w:rsidR="00C7012C" w:rsidRPr="008C1EA7" w:rsidRDefault="00C7012C" w:rsidP="00576EFA">
      <w:pPr>
        <w:pStyle w:val="LITlitera"/>
      </w:pPr>
      <w:r w:rsidRPr="008C1EA7">
        <w:t>c)</w:t>
      </w:r>
      <w:r w:rsidRPr="008C1EA7">
        <w:tab/>
      </w:r>
      <w:r w:rsidR="00F47416" w:rsidRPr="008C1EA7">
        <w:t>w miejscach o ograniczonym ryzyku zalania wodami opadowymi i gruntowymi.</w:t>
      </w:r>
    </w:p>
    <w:p w14:paraId="45D75AD4" w14:textId="77777777" w:rsidR="00C7012C" w:rsidRPr="008C1EA7" w:rsidRDefault="00C7012C" w:rsidP="00C7012C">
      <w:pPr>
        <w:autoSpaceDE w:val="0"/>
        <w:autoSpaceDN w:val="0"/>
        <w:adjustRightInd w:val="0"/>
        <w:spacing w:after="0" w:line="240" w:lineRule="auto"/>
        <w:rPr>
          <w:rFonts w:ascii="Times New Roman" w:eastAsia="Univers-BoldPL" w:hAnsi="Times New Roman"/>
          <w:b/>
          <w:bCs/>
          <w:sz w:val="24"/>
          <w:szCs w:val="24"/>
          <w:lang w:eastAsia="pl-PL"/>
        </w:rPr>
      </w:pPr>
      <w:r w:rsidRPr="008C1EA7">
        <w:rPr>
          <w:rFonts w:ascii="Times New Roman" w:eastAsia="Univers-BoldPL" w:hAnsi="Times New Roman"/>
          <w:b/>
          <w:bCs/>
          <w:sz w:val="24"/>
          <w:szCs w:val="24"/>
          <w:lang w:eastAsia="pl-PL"/>
        </w:rPr>
        <w:br w:type="page"/>
      </w:r>
    </w:p>
    <w:p w14:paraId="71C452CD" w14:textId="77777777" w:rsidR="00C7012C" w:rsidRPr="008C1EA7" w:rsidRDefault="00C7012C" w:rsidP="00C701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Univers-BoldPL" w:hAnsi="Times New Roman"/>
          <w:b/>
          <w:bCs/>
          <w:sz w:val="24"/>
          <w:szCs w:val="24"/>
          <w:lang w:eastAsia="pl-PL"/>
        </w:rPr>
      </w:pPr>
      <w:r w:rsidRPr="008C1EA7">
        <w:rPr>
          <w:rFonts w:ascii="Times New Roman" w:eastAsia="Univers-BoldPL" w:hAnsi="Times New Roman"/>
          <w:b/>
          <w:bCs/>
          <w:sz w:val="24"/>
          <w:szCs w:val="24"/>
          <w:lang w:eastAsia="pl-PL"/>
        </w:rPr>
        <w:lastRenderedPageBreak/>
        <w:t>Załącznik nr 2</w:t>
      </w:r>
    </w:p>
    <w:p w14:paraId="13A96FDF" w14:textId="77777777" w:rsidR="00C7012C" w:rsidRPr="008C1EA7" w:rsidRDefault="00C7012C" w:rsidP="00C701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Univers-BoldPL" w:hAnsi="Times New Roman"/>
          <w:b/>
          <w:bCs/>
          <w:sz w:val="24"/>
          <w:szCs w:val="24"/>
          <w:lang w:eastAsia="pl-PL"/>
        </w:rPr>
      </w:pPr>
    </w:p>
    <w:p w14:paraId="663578FA" w14:textId="77777777" w:rsidR="00C7012C" w:rsidRPr="008C1EA7" w:rsidRDefault="00C7012C" w:rsidP="00C70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nivers-PL" w:hAnsi="Times New Roman"/>
          <w:sz w:val="24"/>
          <w:szCs w:val="24"/>
          <w:lang w:eastAsia="pl-PL"/>
        </w:rPr>
      </w:pPr>
      <w:r w:rsidRPr="008C1EA7">
        <w:rPr>
          <w:rFonts w:ascii="Times New Roman" w:eastAsia="Univers-PL" w:hAnsi="Times New Roman"/>
          <w:sz w:val="24"/>
          <w:szCs w:val="24"/>
          <w:lang w:eastAsia="pl-PL"/>
        </w:rPr>
        <w:t xml:space="preserve">WYMAGANIA TECHNICZNE DOTYCZĄCE OCHRONY TELEKOMUNIKACYJNYCH LINII KABLOWYCH I URZĄDZEŃ TELEKOMUNIKACYJNYCH PRZED PRZEPIĘCIAMI I PRZETĘŻENIAMI </w:t>
      </w:r>
    </w:p>
    <w:p w14:paraId="2C6F0D27" w14:textId="77777777" w:rsidR="00C7012C" w:rsidRPr="008C1EA7" w:rsidRDefault="00C7012C" w:rsidP="00C7012C">
      <w:pPr>
        <w:autoSpaceDE w:val="0"/>
        <w:autoSpaceDN w:val="0"/>
        <w:adjustRightInd w:val="0"/>
        <w:spacing w:after="0" w:line="240" w:lineRule="auto"/>
        <w:rPr>
          <w:rFonts w:ascii="Times New Roman" w:eastAsia="Univers-PL" w:hAnsi="Times New Roman"/>
          <w:sz w:val="24"/>
          <w:szCs w:val="24"/>
          <w:lang w:eastAsia="pl-PL"/>
        </w:rPr>
      </w:pPr>
    </w:p>
    <w:p w14:paraId="3B584E16" w14:textId="77777777" w:rsidR="00C12B75" w:rsidRPr="008C1EA7" w:rsidRDefault="00C12B75" w:rsidP="00C12B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Univers-PL" w:hAnsi="Times New Roman"/>
          <w:sz w:val="24"/>
          <w:szCs w:val="24"/>
          <w:lang w:eastAsia="pl-PL"/>
        </w:rPr>
      </w:pPr>
      <w:r w:rsidRPr="008C1EA7">
        <w:rPr>
          <w:rFonts w:ascii="Times New Roman" w:eastAsia="Univers-PL" w:hAnsi="Times New Roman"/>
          <w:sz w:val="24"/>
          <w:szCs w:val="24"/>
          <w:lang w:eastAsia="pl-PL"/>
        </w:rPr>
        <w:t>Wymagania ogólne</w:t>
      </w:r>
    </w:p>
    <w:p w14:paraId="45B86F51" w14:textId="77777777" w:rsidR="00C12B75" w:rsidRPr="008C1EA7" w:rsidRDefault="00C12B75" w:rsidP="00C12B75">
      <w:pPr>
        <w:pStyle w:val="USTustnpkodeksu"/>
        <w:rPr>
          <w:rFonts w:eastAsia="Univers-PL"/>
        </w:rPr>
      </w:pPr>
      <w:r w:rsidRPr="008C1EA7">
        <w:rPr>
          <w:rFonts w:eastAsia="Univers-PL"/>
        </w:rPr>
        <w:t>1. Określenia użyte w załączniku oznaczają:</w:t>
      </w:r>
    </w:p>
    <w:p w14:paraId="4F9361A6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1)</w:t>
      </w:r>
      <w:r w:rsidRPr="008C1EA7">
        <w:rPr>
          <w:rFonts w:eastAsia="Univers-PL"/>
        </w:rPr>
        <w:tab/>
        <w:t xml:space="preserve">dynamiczne napięcie zadziałania ogranicznika przepięć </w:t>
      </w:r>
      <w:r w:rsidRPr="008C1EA7">
        <w:t xml:space="preserve">– </w:t>
      </w:r>
      <w:r w:rsidRPr="008C1EA7">
        <w:rPr>
          <w:rFonts w:eastAsia="Univers-PL"/>
        </w:rPr>
        <w:t xml:space="preserve">maksymalne napięcie na wyjściu ogranicznika, przy dołączeniu na jego wejściu układu napięcia narastającego od wartości 0 V, ze stromością 1 </w:t>
      </w:r>
      <w:proofErr w:type="spellStart"/>
      <w:r w:rsidRPr="008C1EA7">
        <w:rPr>
          <w:rFonts w:eastAsia="Univers-PL"/>
        </w:rPr>
        <w:t>kV</w:t>
      </w:r>
      <w:proofErr w:type="spellEnd"/>
      <w:r w:rsidRPr="008C1EA7">
        <w:rPr>
          <w:rFonts w:eastAsia="Univers-PL"/>
        </w:rPr>
        <w:t>/</w:t>
      </w:r>
      <w:proofErr w:type="spellStart"/>
      <w:r w:rsidRPr="008C1EA7">
        <w:rPr>
          <w:rFonts w:eastAsia="Univers-PL"/>
        </w:rPr>
        <w:t>μs</w:t>
      </w:r>
      <w:proofErr w:type="spellEnd"/>
      <w:r w:rsidRPr="008C1EA7">
        <w:rPr>
          <w:rFonts w:eastAsia="Univers-PL"/>
        </w:rPr>
        <w:t>;</w:t>
      </w:r>
    </w:p>
    <w:p w14:paraId="6415F45F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2)</w:t>
      </w:r>
      <w:r w:rsidRPr="008C1EA7">
        <w:rPr>
          <w:rFonts w:eastAsia="Univers-PL"/>
        </w:rPr>
        <w:tab/>
        <w:t xml:space="preserve">jednostopniowy ogranicznik przepięć </w:t>
      </w:r>
      <w:r w:rsidRPr="008C1EA7">
        <w:t xml:space="preserve">– </w:t>
      </w:r>
      <w:r w:rsidRPr="008C1EA7">
        <w:rPr>
          <w:rFonts w:eastAsia="Univers-PL"/>
        </w:rPr>
        <w:t>układ zawierający dwa pojedyncze lub jeden trójelektrodowy element ograniczający napięcie w obu przewodach toru w stosunku do przewodu połączonego z uziemieniem;</w:t>
      </w:r>
    </w:p>
    <w:p w14:paraId="394CBCE6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3)</w:t>
      </w:r>
      <w:r w:rsidRPr="008C1EA7">
        <w:rPr>
          <w:rFonts w:eastAsia="Univers-PL"/>
        </w:rPr>
        <w:tab/>
        <w:t xml:space="preserve">ogranicznik przepięć typu POP </w:t>
      </w:r>
      <w:r w:rsidRPr="008C1EA7">
        <w:t xml:space="preserve">– </w:t>
      </w:r>
      <w:r w:rsidRPr="008C1EA7">
        <w:rPr>
          <w:rFonts w:eastAsia="Univers-PL"/>
        </w:rPr>
        <w:t>ogranicznik iskiernikowy, którego elektrody wyładowcze mogą być utworzone przez dwa końce przewodów zbliżonych do siebie na określoną odległość;</w:t>
      </w:r>
    </w:p>
    <w:p w14:paraId="4FF79BF8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4)</w:t>
      </w:r>
      <w:r w:rsidRPr="008C1EA7">
        <w:rPr>
          <w:rFonts w:eastAsia="Univers-PL"/>
        </w:rPr>
        <w:tab/>
        <w:t xml:space="preserve">przepięcie </w:t>
      </w:r>
      <w:r w:rsidRPr="008C1EA7">
        <w:t xml:space="preserve">– </w:t>
      </w:r>
      <w:r w:rsidRPr="008C1EA7">
        <w:rPr>
          <w:rFonts w:eastAsia="Univers-PL"/>
        </w:rPr>
        <w:t>napięcie przekraczające o co najmniej 20 % maksymalne napięcie, jakie może wystąpić w czasie normalnej pracy telekomunikacyjnych linii kablowych lub urządzenia telekomunikacyjnego;</w:t>
      </w:r>
    </w:p>
    <w:p w14:paraId="69275FD1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5)</w:t>
      </w:r>
      <w:r w:rsidRPr="008C1EA7">
        <w:rPr>
          <w:rFonts w:eastAsia="Univers-PL"/>
        </w:rPr>
        <w:tab/>
        <w:t xml:space="preserve">przetężenie </w:t>
      </w:r>
      <w:r w:rsidRPr="008C1EA7">
        <w:t xml:space="preserve">– </w:t>
      </w:r>
      <w:r w:rsidRPr="008C1EA7">
        <w:rPr>
          <w:rFonts w:eastAsia="Univers-PL"/>
        </w:rPr>
        <w:t>prąd przekraczający o co najmniej 20 % wartość maksymalnego prądu, jaki może wystąpić w czasie normalnej pracy telekomunikacyjnych linii kablowych lub urządzenia telekomunikacyjnego;</w:t>
      </w:r>
    </w:p>
    <w:p w14:paraId="2693D641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6)</w:t>
      </w:r>
      <w:r w:rsidRPr="008C1EA7">
        <w:rPr>
          <w:rFonts w:eastAsia="Univers-PL"/>
        </w:rPr>
        <w:tab/>
        <w:t>termistor PTC (</w:t>
      </w:r>
      <w:proofErr w:type="spellStart"/>
      <w:r w:rsidRPr="008C1EA7">
        <w:rPr>
          <w:rFonts w:eastAsia="Univers-PL"/>
        </w:rPr>
        <w:t>Positive</w:t>
      </w:r>
      <w:proofErr w:type="spellEnd"/>
      <w:r w:rsidRPr="008C1EA7">
        <w:rPr>
          <w:rFonts w:eastAsia="Univers-PL"/>
        </w:rPr>
        <w:t xml:space="preserve"> </w:t>
      </w:r>
      <w:proofErr w:type="spellStart"/>
      <w:r w:rsidRPr="008C1EA7">
        <w:rPr>
          <w:rFonts w:eastAsia="Univers-PL"/>
        </w:rPr>
        <w:t>Temperature</w:t>
      </w:r>
      <w:proofErr w:type="spellEnd"/>
      <w:r w:rsidRPr="008C1EA7">
        <w:rPr>
          <w:rFonts w:eastAsia="Univers-PL"/>
        </w:rPr>
        <w:t xml:space="preserve"> </w:t>
      </w:r>
      <w:proofErr w:type="spellStart"/>
      <w:r w:rsidRPr="008C1EA7">
        <w:rPr>
          <w:rFonts w:eastAsia="Univers-PL"/>
        </w:rPr>
        <w:t>Coefficient</w:t>
      </w:r>
      <w:proofErr w:type="spellEnd"/>
      <w:r w:rsidRPr="008C1EA7">
        <w:rPr>
          <w:rFonts w:eastAsia="Univers-PL"/>
        </w:rPr>
        <w:t xml:space="preserve">) </w:t>
      </w:r>
      <w:r w:rsidRPr="008C1EA7">
        <w:t xml:space="preserve">– rezystor </w:t>
      </w:r>
      <w:r w:rsidRPr="008C1EA7">
        <w:rPr>
          <w:rFonts w:eastAsia="Univers-PL"/>
        </w:rPr>
        <w:t>o dodatnim współczynniku temperaturowym;</w:t>
      </w:r>
    </w:p>
    <w:p w14:paraId="108F42B9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7)</w:t>
      </w:r>
      <w:r w:rsidRPr="008C1EA7">
        <w:rPr>
          <w:rFonts w:eastAsia="Univers-PL"/>
        </w:rPr>
        <w:tab/>
        <w:t xml:space="preserve">wielostopniowy ogranicznik przepięć </w:t>
      </w:r>
      <w:r w:rsidRPr="008C1EA7">
        <w:t xml:space="preserve">– </w:t>
      </w:r>
      <w:r w:rsidRPr="008C1EA7">
        <w:rPr>
          <w:rFonts w:eastAsia="Univers-PL"/>
        </w:rPr>
        <w:t>układ zawierający więcej elementów ograniczających napięcie niż układ jednostopniowy;</w:t>
      </w:r>
    </w:p>
    <w:p w14:paraId="62FF7524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8)</w:t>
      </w:r>
      <w:r w:rsidRPr="008C1EA7">
        <w:rPr>
          <w:rFonts w:eastAsia="Univers-PL"/>
        </w:rPr>
        <w:tab/>
        <w:t xml:space="preserve">tor kablowy (abonencki) </w:t>
      </w:r>
      <w:r w:rsidRPr="008C1EA7">
        <w:t>–</w:t>
      </w:r>
      <w:r w:rsidRPr="008C1EA7">
        <w:rPr>
          <w:rFonts w:eastAsia="Univers-PL"/>
        </w:rPr>
        <w:t xml:space="preserve"> para żył miedzianych w kablach połączonych wzdłużnie, zawarta pomiędzy łączówką przełącznicy głównej a gniazdkiem abonenckim;</w:t>
      </w:r>
    </w:p>
    <w:p w14:paraId="7D3DE048" w14:textId="5850FA14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9)</w:t>
      </w:r>
      <w:r w:rsidRPr="008C1EA7">
        <w:rPr>
          <w:rFonts w:eastAsia="Univers-PL"/>
        </w:rPr>
        <w:tab/>
        <w:t xml:space="preserve">tor kablowy (międzycentralowy) </w:t>
      </w:r>
      <w:r w:rsidRPr="008C1EA7">
        <w:t xml:space="preserve">– </w:t>
      </w:r>
      <w:r w:rsidRPr="008C1EA7">
        <w:rPr>
          <w:rFonts w:eastAsia="Univers-PL"/>
        </w:rPr>
        <w:t>para żył miedzianych w kablu międzycentralowym zawarta między łączówkami przełącznicy głównej dwóch central lub centrali i</w:t>
      </w:r>
      <w:r w:rsidR="009F04C3">
        <w:t> </w:t>
      </w:r>
      <w:r w:rsidRPr="008C1EA7">
        <w:rPr>
          <w:rFonts w:eastAsia="Univers-PL"/>
        </w:rPr>
        <w:t>koncentratora bądź centrali abonenckiej;</w:t>
      </w:r>
    </w:p>
    <w:p w14:paraId="49D2342D" w14:textId="7492E9E9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10)</w:t>
      </w:r>
      <w:r w:rsidRPr="008C1EA7">
        <w:rPr>
          <w:rFonts w:eastAsia="Univers-PL"/>
        </w:rPr>
        <w:tab/>
      </w:r>
      <w:r w:rsidR="0012183D" w:rsidRPr="008C1EA7">
        <w:rPr>
          <w:rFonts w:eastAsia="Univers-PL"/>
        </w:rPr>
        <w:t xml:space="preserve">linia napowietrzna (abonencka, międzycentralowa) – linia napowietrzna </w:t>
      </w:r>
      <w:r w:rsidRPr="008C1EA7">
        <w:rPr>
          <w:rFonts w:eastAsia="Univers-PL"/>
        </w:rPr>
        <w:t xml:space="preserve"> </w:t>
      </w:r>
      <w:r w:rsidR="0012183D" w:rsidRPr="008C1EA7">
        <w:rPr>
          <w:rFonts w:eastAsia="Univers-PL"/>
        </w:rPr>
        <w:t xml:space="preserve">zbudowana </w:t>
      </w:r>
      <w:r w:rsidRPr="008C1EA7">
        <w:rPr>
          <w:rFonts w:eastAsia="Univers-PL"/>
        </w:rPr>
        <w:t>z</w:t>
      </w:r>
      <w:r w:rsidR="009F04C3">
        <w:t> </w:t>
      </w:r>
      <w:r w:rsidRPr="008C1EA7">
        <w:rPr>
          <w:rFonts w:eastAsia="Univers-PL"/>
        </w:rPr>
        <w:t>dwóch położonych obok siebie i odizolowanych od siebie przewodów metalowych umieszczonych na podbudowie słupowej.</w:t>
      </w:r>
    </w:p>
    <w:p w14:paraId="20286C4E" w14:textId="77777777" w:rsidR="00C12B75" w:rsidRPr="008C1EA7" w:rsidRDefault="00C12B75" w:rsidP="00C12B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Univers-PL" w:hAnsi="Times New Roman"/>
          <w:sz w:val="24"/>
          <w:szCs w:val="24"/>
          <w:lang w:eastAsia="pl-PL"/>
        </w:rPr>
      </w:pPr>
      <w:r w:rsidRPr="008C1EA7">
        <w:rPr>
          <w:rFonts w:ascii="Times New Roman" w:eastAsia="Univers-PL" w:hAnsi="Times New Roman"/>
          <w:sz w:val="24"/>
          <w:szCs w:val="24"/>
          <w:lang w:eastAsia="pl-PL"/>
        </w:rPr>
        <w:lastRenderedPageBreak/>
        <w:t>2.</w:t>
      </w:r>
      <w:r w:rsidRPr="008C1EA7">
        <w:rPr>
          <w:rFonts w:ascii="Times New Roman" w:eastAsia="Univers-PL" w:hAnsi="Times New Roman"/>
          <w:sz w:val="24"/>
          <w:szCs w:val="24"/>
          <w:lang w:eastAsia="pl-PL"/>
        </w:rPr>
        <w:tab/>
        <w:t>Telekomunikacyjne linie kablowe nadziemne:</w:t>
      </w:r>
    </w:p>
    <w:p w14:paraId="49CFAA87" w14:textId="77777777" w:rsidR="00C12B75" w:rsidRPr="008C1EA7" w:rsidRDefault="00C12B75" w:rsidP="00C12B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Univers-PL" w:hAnsi="Times New Roman"/>
          <w:sz w:val="24"/>
          <w:szCs w:val="24"/>
          <w:lang w:eastAsia="pl-PL"/>
        </w:rPr>
      </w:pPr>
      <w:r w:rsidRPr="008C1EA7">
        <w:rPr>
          <w:rFonts w:ascii="Times New Roman" w:eastAsia="Univers-PL" w:hAnsi="Times New Roman"/>
          <w:sz w:val="24"/>
          <w:szCs w:val="24"/>
          <w:lang w:eastAsia="pl-PL"/>
        </w:rPr>
        <w:t>Telekomunikacyjna linia kablowa nadziemna posiada ochronę zapewniającą bezpieczeństwo jej użytkowania.</w:t>
      </w:r>
    </w:p>
    <w:p w14:paraId="3ECDCDBE" w14:textId="77777777" w:rsidR="00C12B75" w:rsidRPr="008C1EA7" w:rsidRDefault="00C12B75" w:rsidP="00C12B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Univers-PL" w:hAnsi="Times New Roman"/>
          <w:sz w:val="24"/>
          <w:szCs w:val="24"/>
          <w:lang w:eastAsia="pl-PL"/>
        </w:rPr>
      </w:pPr>
      <w:r w:rsidRPr="008C1EA7">
        <w:rPr>
          <w:rFonts w:ascii="Times New Roman" w:eastAsia="Univers-PL" w:hAnsi="Times New Roman"/>
          <w:sz w:val="24"/>
          <w:szCs w:val="24"/>
          <w:lang w:eastAsia="pl-PL"/>
        </w:rPr>
        <w:t>Do ochrony tej zaliczamy systemy uziemiające oraz ograniczniki przepięć, przy czym:</w:t>
      </w:r>
    </w:p>
    <w:p w14:paraId="785ABD8C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1)</w:t>
      </w:r>
      <w:r w:rsidRPr="008C1EA7">
        <w:rPr>
          <w:rFonts w:eastAsia="Univers-PL"/>
        </w:rPr>
        <w:tab/>
        <w:t xml:space="preserve">w telekomunikacyjnych liniach kablowych nadziemnych element nośny kabla </w:t>
      </w:r>
      <w:r w:rsidR="00C60BDC" w:rsidRPr="008C1EA7">
        <w:rPr>
          <w:rFonts w:eastAsia="Univers-PL"/>
        </w:rPr>
        <w:t>jest</w:t>
      </w:r>
      <w:r w:rsidRPr="008C1EA7">
        <w:rPr>
          <w:rFonts w:eastAsia="Univers-PL"/>
        </w:rPr>
        <w:t xml:space="preserve"> uziemiony na początku i na końcu tych linii oraz na co piątym słupie oraz na każdym słupie posiadającym uziom. Rezystancja uziemienia uziomu nie </w:t>
      </w:r>
      <w:r w:rsidR="00C60BDC" w:rsidRPr="008C1EA7">
        <w:rPr>
          <w:rFonts w:eastAsia="Univers-PL"/>
        </w:rPr>
        <w:t xml:space="preserve">może </w:t>
      </w:r>
      <w:r w:rsidRPr="008C1EA7">
        <w:rPr>
          <w:rFonts w:eastAsia="Univers-PL"/>
        </w:rPr>
        <w:t xml:space="preserve">być mniejsza niż 25 </w:t>
      </w:r>
      <w:r w:rsidRPr="008C1EA7">
        <w:rPr>
          <w:rFonts w:eastAsia="Univers-BoldPL"/>
        </w:rPr>
        <w:t>Ω</w:t>
      </w:r>
      <w:r w:rsidRPr="008C1EA7">
        <w:rPr>
          <w:rFonts w:eastAsia="Univers-PL"/>
        </w:rPr>
        <w:t>;</w:t>
      </w:r>
    </w:p>
    <w:p w14:paraId="4C26A7A8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2)</w:t>
      </w:r>
      <w:r w:rsidRPr="008C1EA7">
        <w:rPr>
          <w:rFonts w:eastAsia="Univers-PL"/>
        </w:rPr>
        <w:tab/>
        <w:t xml:space="preserve">na obydwu końcach kabla </w:t>
      </w:r>
      <w:r w:rsidR="00C60BDC" w:rsidRPr="008C1EA7">
        <w:rPr>
          <w:rFonts w:eastAsia="Univers-PL"/>
        </w:rPr>
        <w:t xml:space="preserve">uziemia się </w:t>
      </w:r>
      <w:r w:rsidRPr="008C1EA7">
        <w:rPr>
          <w:rFonts w:eastAsia="Univers-PL"/>
        </w:rPr>
        <w:t>zaporę przeciwwilgociową kabla;</w:t>
      </w:r>
    </w:p>
    <w:p w14:paraId="01FAC55B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3)</w:t>
      </w:r>
      <w:r w:rsidRPr="008C1EA7">
        <w:rPr>
          <w:rFonts w:eastAsia="Univers-PL"/>
        </w:rPr>
        <w:tab/>
        <w:t xml:space="preserve">połączenie uziemienia z elementem nośnym oraz z zaporą przeciwwilgociową </w:t>
      </w:r>
      <w:r w:rsidR="001B58D4" w:rsidRPr="008C1EA7">
        <w:rPr>
          <w:rFonts w:eastAsia="Univers-PL"/>
        </w:rPr>
        <w:t xml:space="preserve">wykonuje się </w:t>
      </w:r>
      <w:r w:rsidRPr="008C1EA7">
        <w:rPr>
          <w:rFonts w:eastAsia="Univers-PL"/>
        </w:rPr>
        <w:t>przewodem o przekroju co najmniej 16 mm</w:t>
      </w:r>
      <w:r w:rsidRPr="008C1EA7">
        <w:rPr>
          <w:rFonts w:eastAsia="Univers-PL"/>
          <w:vertAlign w:val="superscript"/>
        </w:rPr>
        <w:t>2</w:t>
      </w:r>
      <w:r w:rsidRPr="008C1EA7">
        <w:rPr>
          <w:rFonts w:eastAsia="Univers-PL"/>
        </w:rPr>
        <w:t xml:space="preserve"> Cu. Sposób dołączenia zapewnia wartość rezystancji stykowej poniżej 0,01 Ω</w:t>
      </w:r>
      <w:r w:rsidR="007D0283" w:rsidRPr="008C1EA7">
        <w:rPr>
          <w:rFonts w:eastAsia="Univers-PL"/>
        </w:rPr>
        <w:t>;</w:t>
      </w:r>
    </w:p>
    <w:p w14:paraId="0C71E810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4)</w:t>
      </w:r>
      <w:r w:rsidRPr="008C1EA7">
        <w:rPr>
          <w:rFonts w:eastAsia="Univers-PL"/>
        </w:rPr>
        <w:tab/>
        <w:t xml:space="preserve">miejsca dołączenia uziemienia do elementu nośnego oraz do zapory przeciwwilgociowej </w:t>
      </w:r>
      <w:r w:rsidR="001B58D4" w:rsidRPr="008C1EA7">
        <w:rPr>
          <w:rFonts w:eastAsia="Univers-PL"/>
        </w:rPr>
        <w:t xml:space="preserve">zabezpiecza się </w:t>
      </w:r>
      <w:r w:rsidRPr="008C1EA7">
        <w:rPr>
          <w:rFonts w:eastAsia="Univers-PL"/>
        </w:rPr>
        <w:t>przed wpływami atmosferycznymi;</w:t>
      </w:r>
    </w:p>
    <w:p w14:paraId="08E0638B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5)</w:t>
      </w:r>
      <w:r w:rsidRPr="008C1EA7">
        <w:rPr>
          <w:rFonts w:eastAsia="Univers-PL"/>
        </w:rPr>
        <w:tab/>
        <w:t xml:space="preserve">w miejscu przejścia telekomunikacyjnej linii kablowej nadziemnej w telekomunikacyjną linię kablową podziemną lub w linię kablową ułożoną w kanalizacji kablowej na wszystkich torach kablowych </w:t>
      </w:r>
      <w:r w:rsidR="001B58D4" w:rsidRPr="008C1EA7">
        <w:rPr>
          <w:rFonts w:eastAsia="Univers-PL"/>
        </w:rPr>
        <w:t xml:space="preserve">instaluje się </w:t>
      </w:r>
      <w:r w:rsidRPr="008C1EA7">
        <w:rPr>
          <w:rFonts w:eastAsia="Univers-PL"/>
        </w:rPr>
        <w:t xml:space="preserve">ograniczniki przepięć o znamionowym prądzie wyładowczym nie mniejszym niż 10 </w:t>
      </w:r>
      <w:proofErr w:type="spellStart"/>
      <w:r w:rsidRPr="008C1EA7">
        <w:rPr>
          <w:rFonts w:eastAsia="Univers-PL"/>
        </w:rPr>
        <w:t>kA</w:t>
      </w:r>
      <w:proofErr w:type="spellEnd"/>
      <w:r w:rsidRPr="008C1EA7">
        <w:rPr>
          <w:rFonts w:eastAsia="Univers-PL"/>
        </w:rPr>
        <w:t xml:space="preserve"> (8/20 </w:t>
      </w:r>
      <w:proofErr w:type="spellStart"/>
      <w:r w:rsidRPr="008C1EA7">
        <w:rPr>
          <w:rFonts w:eastAsia="Univers-PL"/>
        </w:rPr>
        <w:t>μs</w:t>
      </w:r>
      <w:proofErr w:type="spellEnd"/>
      <w:r w:rsidRPr="008C1EA7">
        <w:rPr>
          <w:rFonts w:eastAsia="Univers-PL"/>
        </w:rPr>
        <w:t xml:space="preserve">) oraz o dynamicznym napięciu zadziałania poniżej 800 V (1 </w:t>
      </w:r>
      <w:proofErr w:type="spellStart"/>
      <w:r w:rsidRPr="008C1EA7">
        <w:rPr>
          <w:rFonts w:eastAsia="Univers-PL"/>
        </w:rPr>
        <w:t>kV</w:t>
      </w:r>
      <w:proofErr w:type="spellEnd"/>
      <w:r w:rsidRPr="008C1EA7">
        <w:rPr>
          <w:rFonts w:eastAsia="Univers-PL"/>
        </w:rPr>
        <w:t>/</w:t>
      </w:r>
      <w:proofErr w:type="spellStart"/>
      <w:r w:rsidRPr="008C1EA7">
        <w:rPr>
          <w:rFonts w:eastAsia="Univers-PL"/>
        </w:rPr>
        <w:t>μs</w:t>
      </w:r>
      <w:proofErr w:type="spellEnd"/>
      <w:r w:rsidRPr="008C1EA7">
        <w:rPr>
          <w:rFonts w:eastAsia="Univers-PL"/>
        </w:rPr>
        <w:t xml:space="preserve">); rezystancja uziemienia uziomu nie może być większa niż 10 </w:t>
      </w:r>
      <w:r w:rsidRPr="008C1EA7">
        <w:rPr>
          <w:rFonts w:eastAsia="Univers-BoldPL"/>
        </w:rPr>
        <w:t>Ω</w:t>
      </w:r>
      <w:r w:rsidRPr="008C1EA7">
        <w:rPr>
          <w:rFonts w:eastAsia="Univers-PL"/>
        </w:rPr>
        <w:t>;</w:t>
      </w:r>
    </w:p>
    <w:p w14:paraId="235778AC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6)</w:t>
      </w:r>
      <w:r w:rsidRPr="008C1EA7">
        <w:rPr>
          <w:rFonts w:eastAsia="Univers-PL"/>
        </w:rPr>
        <w:tab/>
        <w:t xml:space="preserve">ograniczniki przepięć </w:t>
      </w:r>
      <w:r w:rsidR="00225D83" w:rsidRPr="008C1EA7">
        <w:rPr>
          <w:rFonts w:eastAsia="Univers-PL"/>
        </w:rPr>
        <w:t xml:space="preserve">zabezpiecza się </w:t>
      </w:r>
      <w:r w:rsidRPr="008C1EA7">
        <w:rPr>
          <w:rFonts w:eastAsia="Univers-PL"/>
        </w:rPr>
        <w:t xml:space="preserve">przed wpływami atmosferycznymi oraz </w:t>
      </w:r>
      <w:r w:rsidR="00225D83" w:rsidRPr="008C1EA7">
        <w:rPr>
          <w:rFonts w:eastAsia="Univers-PL"/>
        </w:rPr>
        <w:t xml:space="preserve">zabezpiecza się </w:t>
      </w:r>
      <w:r w:rsidRPr="008C1EA7">
        <w:rPr>
          <w:rFonts w:eastAsia="Univers-PL"/>
        </w:rPr>
        <w:t>przed dostępem do nich osób nieuprawnionych;</w:t>
      </w:r>
    </w:p>
    <w:p w14:paraId="6DBD1702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7)</w:t>
      </w:r>
      <w:r w:rsidRPr="008C1EA7">
        <w:rPr>
          <w:rFonts w:eastAsia="Univers-PL"/>
        </w:rPr>
        <w:tab/>
        <w:t xml:space="preserve">tory kablowe bezpośrednio </w:t>
      </w:r>
      <w:r w:rsidR="00225D83" w:rsidRPr="008C1EA7">
        <w:rPr>
          <w:rFonts w:eastAsia="Univers-PL"/>
        </w:rPr>
        <w:t xml:space="preserve">dołącza się </w:t>
      </w:r>
      <w:r w:rsidRPr="008C1EA7">
        <w:rPr>
          <w:rFonts w:eastAsia="Univers-PL"/>
        </w:rPr>
        <w:t xml:space="preserve">do opraw (łączówek) ograniczników przepięć; dołączenie uziemienia </w:t>
      </w:r>
      <w:r w:rsidR="00225D83" w:rsidRPr="008C1EA7">
        <w:rPr>
          <w:rFonts w:eastAsia="Univers-PL"/>
        </w:rPr>
        <w:t xml:space="preserve">wykonuje się </w:t>
      </w:r>
      <w:r w:rsidRPr="008C1EA7">
        <w:rPr>
          <w:rFonts w:eastAsia="Univers-PL"/>
        </w:rPr>
        <w:t>przewodem o przekroju co najmniej 16 mm</w:t>
      </w:r>
      <w:r w:rsidRPr="008C1EA7">
        <w:rPr>
          <w:rFonts w:eastAsia="Univers-PL"/>
          <w:vertAlign w:val="superscript"/>
        </w:rPr>
        <w:t>2</w:t>
      </w:r>
      <w:r w:rsidRPr="008C1EA7">
        <w:rPr>
          <w:rFonts w:eastAsia="Univers-PL"/>
        </w:rPr>
        <w:t>.</w:t>
      </w:r>
    </w:p>
    <w:p w14:paraId="0A288757" w14:textId="77777777" w:rsidR="00C12B75" w:rsidRPr="008C1EA7" w:rsidRDefault="00C12B75" w:rsidP="00C12B75">
      <w:pPr>
        <w:pStyle w:val="USTustnpkodeksu"/>
        <w:rPr>
          <w:rFonts w:eastAsia="Univers-PL"/>
        </w:rPr>
      </w:pPr>
      <w:r w:rsidRPr="008C1EA7">
        <w:rPr>
          <w:rFonts w:eastAsia="Univers-PL"/>
        </w:rPr>
        <w:t>3.</w:t>
      </w:r>
      <w:r w:rsidRPr="008C1EA7">
        <w:rPr>
          <w:rFonts w:eastAsia="Univers-PL"/>
        </w:rPr>
        <w:tab/>
      </w:r>
      <w:r w:rsidR="0012183D" w:rsidRPr="008C1EA7">
        <w:rPr>
          <w:rFonts w:eastAsia="Univers-PL"/>
        </w:rPr>
        <w:t>Linie napowietrzne</w:t>
      </w:r>
      <w:r w:rsidRPr="008C1EA7">
        <w:rPr>
          <w:rFonts w:eastAsia="Univers-PL"/>
        </w:rPr>
        <w:t>:</w:t>
      </w:r>
    </w:p>
    <w:p w14:paraId="4FDCBF64" w14:textId="6C9B2A68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1)</w:t>
      </w:r>
      <w:r w:rsidRPr="008C1EA7">
        <w:rPr>
          <w:rFonts w:eastAsia="Univers-PL"/>
        </w:rPr>
        <w:tab/>
        <w:t xml:space="preserve">w miejscu przejścia </w:t>
      </w:r>
      <w:r w:rsidR="0012183D" w:rsidRPr="008C1EA7">
        <w:rPr>
          <w:rFonts w:eastAsia="Univers-PL"/>
        </w:rPr>
        <w:t xml:space="preserve">linii </w:t>
      </w:r>
      <w:r w:rsidRPr="008C1EA7">
        <w:rPr>
          <w:rFonts w:eastAsia="Univers-PL"/>
        </w:rPr>
        <w:t xml:space="preserve">napowietrznych w telekomunikacyjną linię kablową nadziemną lub podziemną lub telekomunikacyjną linię kablową ułożoną w kanalizacji kablowej </w:t>
      </w:r>
      <w:r w:rsidR="00225D83" w:rsidRPr="008C1EA7">
        <w:rPr>
          <w:rFonts w:eastAsia="Univers-PL"/>
        </w:rPr>
        <w:t xml:space="preserve">instaluje się </w:t>
      </w:r>
      <w:r w:rsidRPr="008C1EA7">
        <w:rPr>
          <w:rFonts w:eastAsia="Univers-PL"/>
        </w:rPr>
        <w:t>zespoły zabezpieczające, składające się z bezpiecznika zwłocznego (o</w:t>
      </w:r>
      <w:r w:rsidR="009F04C3">
        <w:t> </w:t>
      </w:r>
      <w:r w:rsidRPr="008C1EA7">
        <w:rPr>
          <w:rFonts w:eastAsia="Univers-PL"/>
        </w:rPr>
        <w:t xml:space="preserve">wartości prądu znamionowego zależnej od przeznaczenia) oraz ogranicznika przepięć o znamionowym prądzie wyładowczym minimum 15 </w:t>
      </w:r>
      <w:proofErr w:type="spellStart"/>
      <w:r w:rsidRPr="008C1EA7">
        <w:rPr>
          <w:rFonts w:eastAsia="Univers-PL"/>
        </w:rPr>
        <w:t>kA</w:t>
      </w:r>
      <w:proofErr w:type="spellEnd"/>
      <w:r w:rsidRPr="008C1EA7">
        <w:rPr>
          <w:rFonts w:eastAsia="Univers-PL"/>
        </w:rPr>
        <w:t xml:space="preserve"> (8/20 </w:t>
      </w:r>
      <w:proofErr w:type="spellStart"/>
      <w:r w:rsidRPr="008C1EA7">
        <w:rPr>
          <w:rFonts w:eastAsia="Univers-PL"/>
        </w:rPr>
        <w:t>μs</w:t>
      </w:r>
      <w:proofErr w:type="spellEnd"/>
      <w:r w:rsidRPr="008C1EA7">
        <w:rPr>
          <w:rFonts w:eastAsia="Univers-PL"/>
        </w:rPr>
        <w:t xml:space="preserve">) oraz o dynamicznym napięciu zadziałania poniżej 800 V (1 </w:t>
      </w:r>
      <w:proofErr w:type="spellStart"/>
      <w:r w:rsidRPr="008C1EA7">
        <w:rPr>
          <w:rFonts w:eastAsia="Univers-PL"/>
        </w:rPr>
        <w:t>kV</w:t>
      </w:r>
      <w:proofErr w:type="spellEnd"/>
      <w:r w:rsidRPr="008C1EA7">
        <w:rPr>
          <w:rFonts w:eastAsia="Univers-PL"/>
        </w:rPr>
        <w:t>/</w:t>
      </w:r>
      <w:proofErr w:type="spellStart"/>
      <w:r w:rsidRPr="008C1EA7">
        <w:rPr>
          <w:rFonts w:eastAsia="Univers-PL"/>
        </w:rPr>
        <w:t>μs</w:t>
      </w:r>
      <w:proofErr w:type="spellEnd"/>
      <w:r w:rsidRPr="008C1EA7">
        <w:rPr>
          <w:rFonts w:eastAsia="Univers-PL"/>
        </w:rPr>
        <w:t>);</w:t>
      </w:r>
    </w:p>
    <w:p w14:paraId="62A72E4D" w14:textId="5B0A6191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2)</w:t>
      </w:r>
      <w:r w:rsidRPr="008C1EA7">
        <w:rPr>
          <w:rFonts w:eastAsia="Univers-PL"/>
        </w:rPr>
        <w:tab/>
      </w:r>
      <w:r w:rsidR="00225D83" w:rsidRPr="008C1EA7">
        <w:rPr>
          <w:rFonts w:eastAsia="Univers-PL"/>
        </w:rPr>
        <w:t xml:space="preserve">stosuje się </w:t>
      </w:r>
      <w:r w:rsidRPr="008C1EA7">
        <w:rPr>
          <w:rFonts w:eastAsia="Univers-PL"/>
        </w:rPr>
        <w:t xml:space="preserve">bezpieczniki odporne (nie </w:t>
      </w:r>
      <w:r w:rsidR="00225D83" w:rsidRPr="008C1EA7">
        <w:rPr>
          <w:rFonts w:eastAsia="Univers-PL"/>
        </w:rPr>
        <w:t xml:space="preserve">ulegające </w:t>
      </w:r>
      <w:r w:rsidRPr="008C1EA7">
        <w:rPr>
          <w:rFonts w:eastAsia="Univers-PL"/>
        </w:rPr>
        <w:t>przepaleniu) na wielokrotne udary o</w:t>
      </w:r>
      <w:r w:rsidR="009F04C3">
        <w:t> </w:t>
      </w:r>
      <w:r w:rsidRPr="008C1EA7">
        <w:rPr>
          <w:rFonts w:eastAsia="Univers-PL"/>
        </w:rPr>
        <w:t xml:space="preserve">napięciu 5 </w:t>
      </w:r>
      <w:proofErr w:type="spellStart"/>
      <w:r w:rsidRPr="008C1EA7">
        <w:rPr>
          <w:rFonts w:eastAsia="Univers-PL"/>
        </w:rPr>
        <w:t>kV</w:t>
      </w:r>
      <w:proofErr w:type="spellEnd"/>
      <w:r w:rsidRPr="008C1EA7">
        <w:rPr>
          <w:rFonts w:eastAsia="Univers-PL"/>
        </w:rPr>
        <w:t xml:space="preserve"> i prądzie maksymalnym 50 A (10/700 </w:t>
      </w:r>
      <w:proofErr w:type="spellStart"/>
      <w:r w:rsidRPr="008C1EA7">
        <w:rPr>
          <w:rFonts w:eastAsia="Univers-PL"/>
        </w:rPr>
        <w:t>μs</w:t>
      </w:r>
      <w:proofErr w:type="spellEnd"/>
      <w:r w:rsidRPr="008C1EA7">
        <w:rPr>
          <w:rFonts w:eastAsia="Univers-PL"/>
        </w:rPr>
        <w:t>);</w:t>
      </w:r>
    </w:p>
    <w:p w14:paraId="42A82B0C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lastRenderedPageBreak/>
        <w:t>3)</w:t>
      </w:r>
      <w:r w:rsidRPr="008C1EA7">
        <w:rPr>
          <w:rFonts w:eastAsia="Univers-PL"/>
        </w:rPr>
        <w:tab/>
        <w:t xml:space="preserve">zespoły zabezpieczające </w:t>
      </w:r>
      <w:r w:rsidR="00225D83" w:rsidRPr="008C1EA7">
        <w:rPr>
          <w:rFonts w:eastAsia="Univers-PL"/>
        </w:rPr>
        <w:t xml:space="preserve">zabezpiecza się </w:t>
      </w:r>
      <w:r w:rsidRPr="008C1EA7">
        <w:rPr>
          <w:rFonts w:eastAsia="Univers-PL"/>
        </w:rPr>
        <w:t xml:space="preserve">przed wpływami atmosferycznymi oraz </w:t>
      </w:r>
      <w:r w:rsidR="00225D83" w:rsidRPr="008C1EA7">
        <w:rPr>
          <w:rFonts w:eastAsia="Univers-PL"/>
        </w:rPr>
        <w:t xml:space="preserve">zabezpiecza </w:t>
      </w:r>
      <w:r w:rsidRPr="008C1EA7">
        <w:rPr>
          <w:rFonts w:eastAsia="Univers-PL"/>
        </w:rPr>
        <w:t>przed dostępem osób nieuprawnionych;</w:t>
      </w:r>
    </w:p>
    <w:p w14:paraId="4888347D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4)</w:t>
      </w:r>
      <w:r w:rsidRPr="008C1EA7">
        <w:rPr>
          <w:rFonts w:eastAsia="Univers-PL"/>
        </w:rPr>
        <w:tab/>
        <w:t xml:space="preserve">wartość rezystancji uziemienia nie może być większa niż 10 Ω, a dołączenie uziemienia </w:t>
      </w:r>
      <w:r w:rsidR="00225D83" w:rsidRPr="008C1EA7">
        <w:rPr>
          <w:rFonts w:eastAsia="Univers-PL"/>
        </w:rPr>
        <w:t xml:space="preserve">wykonuje się </w:t>
      </w:r>
      <w:r w:rsidRPr="008C1EA7">
        <w:rPr>
          <w:rFonts w:eastAsia="Univers-PL"/>
        </w:rPr>
        <w:t>przewodem o przekroju co najmniej 16 mm2 Cu;</w:t>
      </w:r>
    </w:p>
    <w:p w14:paraId="2C52840A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5)</w:t>
      </w:r>
      <w:r w:rsidRPr="008C1EA7">
        <w:rPr>
          <w:rFonts w:eastAsia="Univers-PL"/>
        </w:rPr>
        <w:tab/>
        <w:t xml:space="preserve">tory kablowe bezpośrednio </w:t>
      </w:r>
      <w:r w:rsidR="00225D83" w:rsidRPr="008C1EA7">
        <w:rPr>
          <w:rFonts w:eastAsia="Univers-PL"/>
        </w:rPr>
        <w:t xml:space="preserve">dołącza się </w:t>
      </w:r>
      <w:r w:rsidRPr="008C1EA7">
        <w:rPr>
          <w:rFonts w:eastAsia="Univers-PL"/>
        </w:rPr>
        <w:t xml:space="preserve">do opraw (łączówek) zespołów zabezpieczających; dołączenie </w:t>
      </w:r>
      <w:r w:rsidR="0012183D" w:rsidRPr="008C1EA7">
        <w:rPr>
          <w:rFonts w:eastAsia="Univers-PL"/>
        </w:rPr>
        <w:t xml:space="preserve">linii </w:t>
      </w:r>
      <w:r w:rsidRPr="008C1EA7">
        <w:rPr>
          <w:rFonts w:eastAsia="Univers-PL"/>
        </w:rPr>
        <w:t xml:space="preserve">napowietrznych do zespołów zabezpieczających </w:t>
      </w:r>
      <w:r w:rsidR="00225D83" w:rsidRPr="008C1EA7">
        <w:rPr>
          <w:rFonts w:eastAsia="Univers-PL"/>
        </w:rPr>
        <w:t xml:space="preserve">wykonuje się </w:t>
      </w:r>
      <w:r w:rsidRPr="008C1EA7">
        <w:rPr>
          <w:rFonts w:eastAsia="Univers-PL"/>
        </w:rPr>
        <w:t>przewodem o maksymalnym przekroju zgodnym z dokumentacją opraw (łączówek);</w:t>
      </w:r>
    </w:p>
    <w:p w14:paraId="74A04B4C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6)</w:t>
      </w:r>
      <w:r w:rsidRPr="008C1EA7">
        <w:rPr>
          <w:rFonts w:eastAsia="Univers-PL"/>
        </w:rPr>
        <w:tab/>
        <w:t xml:space="preserve">w odległości około 150 m (3 przęsła) przed słupem kablowym </w:t>
      </w:r>
      <w:r w:rsidR="00225D83" w:rsidRPr="008C1EA7">
        <w:rPr>
          <w:rFonts w:eastAsia="Univers-PL"/>
        </w:rPr>
        <w:t>instaluje się</w:t>
      </w:r>
      <w:r w:rsidRPr="008C1EA7">
        <w:rPr>
          <w:rFonts w:eastAsia="Univers-PL"/>
        </w:rPr>
        <w:t xml:space="preserve"> ograniczniki przepięć typu POP, z przerwą iskrową około 5 mm;</w:t>
      </w:r>
    </w:p>
    <w:p w14:paraId="44759061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7)</w:t>
      </w:r>
      <w:r w:rsidRPr="008C1EA7">
        <w:rPr>
          <w:rFonts w:eastAsia="Univers-PL"/>
        </w:rPr>
        <w:tab/>
        <w:t xml:space="preserve">rezystancja uziemienia uziomu odgromnika typu POP nie może być większa ni 20 </w:t>
      </w:r>
      <w:r w:rsidRPr="008C1EA7">
        <w:rPr>
          <w:rFonts w:eastAsia="Univers-BoldPL"/>
        </w:rPr>
        <w:t>Ω</w:t>
      </w:r>
      <w:r w:rsidRPr="008C1EA7">
        <w:rPr>
          <w:rFonts w:eastAsia="Univers-PL"/>
        </w:rPr>
        <w:t xml:space="preserve">; dołączenie uziemienia </w:t>
      </w:r>
      <w:r w:rsidR="00225D83" w:rsidRPr="008C1EA7">
        <w:rPr>
          <w:rFonts w:eastAsia="Univers-PL"/>
        </w:rPr>
        <w:t>wykonuje się</w:t>
      </w:r>
      <w:r w:rsidRPr="008C1EA7">
        <w:rPr>
          <w:rFonts w:eastAsia="Univers-PL"/>
        </w:rPr>
        <w:t xml:space="preserve"> przewodem o przekroju co najmniej 50 mm</w:t>
      </w:r>
      <w:r w:rsidRPr="008C1EA7">
        <w:rPr>
          <w:rFonts w:eastAsia="Univers-PL"/>
          <w:vertAlign w:val="superscript"/>
        </w:rPr>
        <w:t>2</w:t>
      </w:r>
      <w:r w:rsidRPr="008C1EA7">
        <w:rPr>
          <w:rFonts w:eastAsia="Univers-PL"/>
        </w:rPr>
        <w:t>;</w:t>
      </w:r>
    </w:p>
    <w:p w14:paraId="6D30B71F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8)</w:t>
      </w:r>
      <w:r w:rsidRPr="008C1EA7">
        <w:rPr>
          <w:rFonts w:eastAsia="Univers-PL"/>
        </w:rPr>
        <w:tab/>
        <w:t xml:space="preserve">zabezpieczenie telekomunikacyjnej linii kablowej nadziemnej umiejscowionej między </w:t>
      </w:r>
      <w:r w:rsidR="0012183D" w:rsidRPr="008C1EA7">
        <w:rPr>
          <w:rFonts w:eastAsia="Univers-PL"/>
        </w:rPr>
        <w:t xml:space="preserve">liniami </w:t>
      </w:r>
      <w:r w:rsidRPr="008C1EA7">
        <w:rPr>
          <w:rFonts w:eastAsia="Univers-PL"/>
        </w:rPr>
        <w:t>napowietrznymi musi być zgodne z wymaganiami</w:t>
      </w:r>
      <w:r w:rsidR="000116C8">
        <w:rPr>
          <w:rFonts w:eastAsia="Univers-PL"/>
        </w:rPr>
        <w:t xml:space="preserve">, o których mowa </w:t>
      </w:r>
      <w:r w:rsidRPr="008C1EA7">
        <w:rPr>
          <w:rFonts w:eastAsia="Univers-PL"/>
        </w:rPr>
        <w:t>w pkt 7 i ust. 2 pkt 5.</w:t>
      </w:r>
    </w:p>
    <w:p w14:paraId="00EE10F5" w14:textId="51BDEB30" w:rsidR="00C12B75" w:rsidRPr="008C1EA7" w:rsidRDefault="00C12B75" w:rsidP="00C12B75">
      <w:pPr>
        <w:pStyle w:val="USTustnpkodeksu"/>
        <w:rPr>
          <w:rFonts w:eastAsia="Univers-PL"/>
        </w:rPr>
      </w:pPr>
      <w:r w:rsidRPr="008C1EA7">
        <w:rPr>
          <w:rFonts w:eastAsia="Univers-PL"/>
        </w:rPr>
        <w:t>4.</w:t>
      </w:r>
      <w:r w:rsidRPr="008C1EA7">
        <w:rPr>
          <w:rFonts w:eastAsia="Univers-PL"/>
        </w:rPr>
        <w:tab/>
        <w:t xml:space="preserve">Zabezpieczenie torów kablowych telekomunikacyjnych linii kablowych </w:t>
      </w:r>
      <w:r w:rsidR="00FF1B7E">
        <w:rPr>
          <w:rFonts w:eastAsia="Univers-PL"/>
        </w:rPr>
        <w:t>nadziemnych</w:t>
      </w:r>
      <w:r w:rsidRPr="008C1EA7">
        <w:rPr>
          <w:rFonts w:eastAsia="Univers-PL"/>
        </w:rPr>
        <w:t xml:space="preserve">, </w:t>
      </w:r>
      <w:r w:rsidR="0012183D" w:rsidRPr="008C1EA7">
        <w:rPr>
          <w:rFonts w:eastAsia="Univers-PL"/>
        </w:rPr>
        <w:t xml:space="preserve">linii </w:t>
      </w:r>
      <w:r w:rsidRPr="008C1EA7">
        <w:rPr>
          <w:rFonts w:eastAsia="Univers-PL"/>
        </w:rPr>
        <w:t>napowietrznych oraz torów kablowych telekomunikacyjnych linii kablowych podziemnych współpracujących z urządzeniami telekomunikacyjnymi:</w:t>
      </w:r>
    </w:p>
    <w:p w14:paraId="480D41AC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1)</w:t>
      </w:r>
      <w:r w:rsidRPr="008C1EA7">
        <w:rPr>
          <w:rFonts w:eastAsia="Univers-PL"/>
        </w:rPr>
        <w:tab/>
        <w:t xml:space="preserve">tory kablowe telekomunikacyjnych linii kablowych i </w:t>
      </w:r>
      <w:r w:rsidR="0012183D" w:rsidRPr="008C1EA7">
        <w:rPr>
          <w:rFonts w:eastAsia="Univers-PL"/>
        </w:rPr>
        <w:t xml:space="preserve">linie </w:t>
      </w:r>
      <w:r w:rsidRPr="008C1EA7">
        <w:rPr>
          <w:rFonts w:eastAsia="Univers-PL"/>
        </w:rPr>
        <w:t xml:space="preserve">napowietrzne, współpracujące z urządzeniami telekomunikacyjnymi znajdującymi się w obiekcie budowlanym lub szafie telekomunikacyjnej, </w:t>
      </w:r>
      <w:r w:rsidR="00225D83" w:rsidRPr="008C1EA7">
        <w:rPr>
          <w:rFonts w:eastAsia="Univers-PL"/>
        </w:rPr>
        <w:t xml:space="preserve">zabezpiecza się </w:t>
      </w:r>
      <w:r w:rsidRPr="008C1EA7">
        <w:rPr>
          <w:rFonts w:eastAsia="Univers-PL"/>
        </w:rPr>
        <w:t>przed przepięciami i przetężeniami;</w:t>
      </w:r>
    </w:p>
    <w:p w14:paraId="3F9D45F1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2)</w:t>
      </w:r>
      <w:r w:rsidRPr="008C1EA7">
        <w:rPr>
          <w:rFonts w:eastAsia="Univers-PL"/>
        </w:rPr>
        <w:tab/>
        <w:t xml:space="preserve">układy zabezpieczające </w:t>
      </w:r>
      <w:r w:rsidR="00225D83" w:rsidRPr="008C1EA7">
        <w:rPr>
          <w:rFonts w:eastAsia="Univers-PL"/>
        </w:rPr>
        <w:t>instaluje się</w:t>
      </w:r>
      <w:r w:rsidRPr="008C1EA7">
        <w:rPr>
          <w:rFonts w:eastAsia="Univers-PL"/>
        </w:rPr>
        <w:t xml:space="preserve"> na przełącznicy, na której są zakończone tory kablowe;</w:t>
      </w:r>
    </w:p>
    <w:p w14:paraId="0F91076B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3)</w:t>
      </w:r>
      <w:r w:rsidRPr="008C1EA7">
        <w:rPr>
          <w:rFonts w:eastAsia="Univers-PL"/>
        </w:rPr>
        <w:tab/>
        <w:t>dopuszcza się zainstalowanie zabezpieczeń poza przełącznicą w oddzielnym pomieszczeniu lub na oddzielnym stojaku (szafie);</w:t>
      </w:r>
    </w:p>
    <w:p w14:paraId="49D657AE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4)</w:t>
      </w:r>
      <w:r w:rsidRPr="008C1EA7">
        <w:rPr>
          <w:rFonts w:eastAsia="Univers-PL"/>
        </w:rPr>
        <w:tab/>
        <w:t xml:space="preserve">w przypadku toru kablowego umiejscowionego w telekomunikacyjnej linii kablowej podziemnej, połączonego z </w:t>
      </w:r>
      <w:r w:rsidR="0012183D" w:rsidRPr="008C1EA7">
        <w:rPr>
          <w:rFonts w:eastAsia="Univers-PL"/>
        </w:rPr>
        <w:t xml:space="preserve">linią napowietrzną </w:t>
      </w:r>
      <w:r w:rsidR="000F704B" w:rsidRPr="008C1EA7">
        <w:rPr>
          <w:rFonts w:eastAsia="Univers-PL"/>
        </w:rPr>
        <w:t xml:space="preserve">zabezpieczoną </w:t>
      </w:r>
      <w:r w:rsidRPr="008C1EA7">
        <w:rPr>
          <w:rFonts w:eastAsia="Univers-PL"/>
        </w:rPr>
        <w:t>zgodnie z ust. 2 pkt 5 i ust. 3 pkt 7, dopuszcza się stosowanie tylko ochrony przed przepięciami;</w:t>
      </w:r>
    </w:p>
    <w:p w14:paraId="3EEE96D0" w14:textId="20177C56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5)</w:t>
      </w:r>
      <w:r w:rsidRPr="008C1EA7">
        <w:rPr>
          <w:rFonts w:eastAsia="Univers-PL"/>
        </w:rPr>
        <w:tab/>
        <w:t xml:space="preserve">do zabezpieczeń przed przepięciami </w:t>
      </w:r>
      <w:r w:rsidR="00225D83" w:rsidRPr="008C1EA7">
        <w:rPr>
          <w:rFonts w:eastAsia="Univers-PL"/>
        </w:rPr>
        <w:t>stosuje się</w:t>
      </w:r>
      <w:r w:rsidRPr="008C1EA7">
        <w:rPr>
          <w:rFonts w:eastAsia="Univers-PL"/>
        </w:rPr>
        <w:t xml:space="preserve">, dla każdej żyły kabla, ograniczniki przepięć o znamionowym prądzie wyładowczym minimum 5 </w:t>
      </w:r>
      <w:proofErr w:type="spellStart"/>
      <w:r w:rsidRPr="008C1EA7">
        <w:rPr>
          <w:rFonts w:eastAsia="Univers-PL"/>
        </w:rPr>
        <w:t>kA</w:t>
      </w:r>
      <w:proofErr w:type="spellEnd"/>
      <w:r w:rsidRPr="008C1EA7">
        <w:rPr>
          <w:rFonts w:eastAsia="Univers-PL"/>
        </w:rPr>
        <w:t xml:space="preserve"> (8/20 </w:t>
      </w:r>
      <w:proofErr w:type="spellStart"/>
      <w:r w:rsidRPr="008C1EA7">
        <w:rPr>
          <w:rFonts w:eastAsia="Univers-PL"/>
        </w:rPr>
        <w:t>μs</w:t>
      </w:r>
      <w:proofErr w:type="spellEnd"/>
      <w:r w:rsidRPr="008C1EA7">
        <w:rPr>
          <w:rFonts w:eastAsia="Univers-PL"/>
        </w:rPr>
        <w:t>) oraz o</w:t>
      </w:r>
      <w:r w:rsidR="009F04C3">
        <w:t> </w:t>
      </w:r>
      <w:r w:rsidRPr="008C1EA7">
        <w:rPr>
          <w:rFonts w:eastAsia="Univers-PL"/>
        </w:rPr>
        <w:t>dynamicznym napięciu zadziałania poniżej 800 V;</w:t>
      </w:r>
    </w:p>
    <w:p w14:paraId="621C72EA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6)</w:t>
      </w:r>
      <w:r w:rsidRPr="008C1EA7">
        <w:rPr>
          <w:rFonts w:eastAsia="Univers-PL"/>
        </w:rPr>
        <w:tab/>
        <w:t>w przypadku gdy w pobliżu obiektu budowlanego</w:t>
      </w:r>
      <w:r w:rsidR="00225D83" w:rsidRPr="008C1EA7">
        <w:rPr>
          <w:rFonts w:eastAsia="Univers-PL"/>
        </w:rPr>
        <w:t>,</w:t>
      </w:r>
      <w:r w:rsidRPr="008C1EA7">
        <w:rPr>
          <w:rFonts w:eastAsia="Univers-PL"/>
        </w:rPr>
        <w:t xml:space="preserve"> w którym znajdują się urządzenia telekomunikacyjne, w odległości mniejszej niż 500 m (odniesionej do długości kabla) występują </w:t>
      </w:r>
      <w:r w:rsidR="000F704B" w:rsidRPr="008C1EA7">
        <w:rPr>
          <w:rFonts w:eastAsia="Univers-PL"/>
        </w:rPr>
        <w:t xml:space="preserve">linie </w:t>
      </w:r>
      <w:r w:rsidRPr="008C1EA7">
        <w:rPr>
          <w:rFonts w:eastAsia="Univers-PL"/>
        </w:rPr>
        <w:t xml:space="preserve">napowietrzne współpracujące z tym obiektem lub znajdują się inne </w:t>
      </w:r>
      <w:r w:rsidRPr="008C1EA7">
        <w:rPr>
          <w:rFonts w:eastAsia="Univers-PL"/>
        </w:rPr>
        <w:lastRenderedPageBreak/>
        <w:t xml:space="preserve">obiekty wysokościowe mogące być przyczyną zagrożenia przepięciowego (wysokie maszty, linie energetyczne wysokiego napięcia itp.), w zagrożonych </w:t>
      </w:r>
      <w:r w:rsidR="000F704B" w:rsidRPr="008C1EA7">
        <w:rPr>
          <w:rFonts w:eastAsia="Univers-PL"/>
        </w:rPr>
        <w:t>liniach napowietrznych</w:t>
      </w:r>
      <w:r w:rsidRPr="008C1EA7">
        <w:rPr>
          <w:rFonts w:eastAsia="Univers-PL"/>
        </w:rPr>
        <w:t xml:space="preserve"> </w:t>
      </w:r>
      <w:r w:rsidR="00225D83" w:rsidRPr="008C1EA7">
        <w:rPr>
          <w:rFonts w:eastAsia="Univers-PL"/>
        </w:rPr>
        <w:t>instaluje się</w:t>
      </w:r>
      <w:r w:rsidRPr="008C1EA7">
        <w:rPr>
          <w:rFonts w:eastAsia="Univers-PL"/>
        </w:rPr>
        <w:t xml:space="preserve"> ograniczniki przepięć o wartości znamionowego prądu wyładowczego nie mniejszym niż 10 </w:t>
      </w:r>
      <w:proofErr w:type="spellStart"/>
      <w:r w:rsidRPr="008C1EA7">
        <w:rPr>
          <w:rFonts w:eastAsia="Univers-PL"/>
        </w:rPr>
        <w:t>kA</w:t>
      </w:r>
      <w:proofErr w:type="spellEnd"/>
      <w:r w:rsidRPr="008C1EA7">
        <w:rPr>
          <w:rFonts w:eastAsia="Univers-PL"/>
        </w:rPr>
        <w:t xml:space="preserve"> (8/20 </w:t>
      </w:r>
      <w:proofErr w:type="spellStart"/>
      <w:r w:rsidRPr="008C1EA7">
        <w:rPr>
          <w:rFonts w:eastAsia="Univers-PL"/>
        </w:rPr>
        <w:t>μs</w:t>
      </w:r>
      <w:proofErr w:type="spellEnd"/>
      <w:r w:rsidRPr="008C1EA7">
        <w:rPr>
          <w:rFonts w:eastAsia="Univers-PL"/>
        </w:rPr>
        <w:t>);</w:t>
      </w:r>
    </w:p>
    <w:p w14:paraId="7871748A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7)</w:t>
      </w:r>
      <w:r w:rsidRPr="008C1EA7">
        <w:rPr>
          <w:rFonts w:eastAsia="Univers-PL"/>
        </w:rPr>
        <w:tab/>
        <w:t xml:space="preserve">do zabezpieczeń przed przetężeniami </w:t>
      </w:r>
      <w:r w:rsidR="00225D83" w:rsidRPr="008C1EA7">
        <w:rPr>
          <w:rFonts w:eastAsia="Univers-PL"/>
        </w:rPr>
        <w:t>stosuje się</w:t>
      </w:r>
      <w:r w:rsidRPr="008C1EA7">
        <w:rPr>
          <w:rFonts w:eastAsia="Univers-PL"/>
        </w:rPr>
        <w:t xml:space="preserve"> bezpieczniki zwłoczne lub elementy ograniczające wartość prądu (termistory PTC);</w:t>
      </w:r>
    </w:p>
    <w:p w14:paraId="3390C3CD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8)</w:t>
      </w:r>
      <w:r w:rsidRPr="008C1EA7">
        <w:rPr>
          <w:rFonts w:eastAsia="Univers-PL"/>
        </w:rPr>
        <w:tab/>
        <w:t>zastosowanie odpowiedniego zabezpieczenia, jedno lub wielostopniowego uwzględnia następujące czynniki:</w:t>
      </w:r>
    </w:p>
    <w:p w14:paraId="53B45814" w14:textId="77777777" w:rsidR="00C12B75" w:rsidRPr="008C1EA7" w:rsidRDefault="00C12B75" w:rsidP="00C12B75">
      <w:pPr>
        <w:pStyle w:val="LITlitera"/>
        <w:rPr>
          <w:rFonts w:eastAsia="Univers-PL"/>
        </w:rPr>
      </w:pPr>
      <w:r w:rsidRPr="008C1EA7">
        <w:rPr>
          <w:rFonts w:eastAsia="Univers-PL"/>
        </w:rPr>
        <w:t>a)</w:t>
      </w:r>
      <w:r w:rsidRPr="008C1EA7">
        <w:rPr>
          <w:rFonts w:eastAsia="Univers-PL"/>
        </w:rPr>
        <w:tab/>
        <w:t>rodzaj chronionych urządzeń telekomunikacyjnych,</w:t>
      </w:r>
    </w:p>
    <w:p w14:paraId="48A3D17B" w14:textId="77777777" w:rsidR="00C12B75" w:rsidRPr="008C1EA7" w:rsidRDefault="00C12B75" w:rsidP="00C12B75">
      <w:pPr>
        <w:pStyle w:val="LITlitera"/>
        <w:rPr>
          <w:rFonts w:eastAsia="Univers-PL"/>
        </w:rPr>
      </w:pPr>
      <w:r w:rsidRPr="008C1EA7">
        <w:rPr>
          <w:rFonts w:eastAsia="Univers-PL"/>
        </w:rPr>
        <w:t>b)</w:t>
      </w:r>
      <w:r w:rsidRPr="008C1EA7">
        <w:rPr>
          <w:rFonts w:eastAsia="Univers-PL"/>
        </w:rPr>
        <w:tab/>
        <w:t>wymagania określone przez producenta urządzeń telekomunikacyjnych,</w:t>
      </w:r>
    </w:p>
    <w:p w14:paraId="4FA829D5" w14:textId="77777777" w:rsidR="00C12B75" w:rsidRPr="008C1EA7" w:rsidRDefault="00C12B75" w:rsidP="00C12B75">
      <w:pPr>
        <w:pStyle w:val="LITlitera"/>
        <w:rPr>
          <w:rFonts w:eastAsia="Univers-PL"/>
        </w:rPr>
      </w:pPr>
      <w:r w:rsidRPr="008C1EA7">
        <w:rPr>
          <w:rFonts w:eastAsia="Univers-PL"/>
        </w:rPr>
        <w:t>c)</w:t>
      </w:r>
      <w:r w:rsidRPr="008C1EA7">
        <w:rPr>
          <w:rFonts w:eastAsia="Univers-PL"/>
        </w:rPr>
        <w:tab/>
        <w:t>rodzaj pomieszczenia, w którym są instalowane urządzenia (ekranowanie),</w:t>
      </w:r>
    </w:p>
    <w:p w14:paraId="0159BB88" w14:textId="77777777" w:rsidR="00C12B75" w:rsidRPr="008C1EA7" w:rsidRDefault="00C12B75" w:rsidP="00C12B75">
      <w:pPr>
        <w:pStyle w:val="LITlitera"/>
        <w:rPr>
          <w:rFonts w:eastAsia="Univers-PL"/>
        </w:rPr>
      </w:pPr>
      <w:r w:rsidRPr="008C1EA7">
        <w:rPr>
          <w:rFonts w:eastAsia="Univers-PL"/>
        </w:rPr>
        <w:t>d)</w:t>
      </w:r>
      <w:r w:rsidRPr="008C1EA7">
        <w:rPr>
          <w:rFonts w:eastAsia="Univers-PL"/>
        </w:rPr>
        <w:tab/>
        <w:t>częstość wyładowań atmosferycznych w terenie, na którym jest usytuowana sieć współpracująca z urządzeniami,</w:t>
      </w:r>
    </w:p>
    <w:p w14:paraId="6A7BFA24" w14:textId="77777777" w:rsidR="00C12B75" w:rsidRPr="008C1EA7" w:rsidRDefault="00C12B75" w:rsidP="00C12B75">
      <w:pPr>
        <w:pStyle w:val="LITlitera"/>
        <w:rPr>
          <w:rFonts w:eastAsia="Univers-PL"/>
        </w:rPr>
      </w:pPr>
      <w:r w:rsidRPr="008C1EA7">
        <w:rPr>
          <w:rFonts w:eastAsia="Univers-PL"/>
        </w:rPr>
        <w:t>e)</w:t>
      </w:r>
      <w:r w:rsidRPr="008C1EA7">
        <w:rPr>
          <w:rFonts w:eastAsia="Univers-PL"/>
        </w:rPr>
        <w:tab/>
        <w:t>rodzaj gruntu (rezystywność gruntu),</w:t>
      </w:r>
    </w:p>
    <w:p w14:paraId="31381797" w14:textId="77777777" w:rsidR="00C12B75" w:rsidRPr="008C1EA7" w:rsidRDefault="00C12B75" w:rsidP="00C12B75">
      <w:pPr>
        <w:pStyle w:val="LITlitera"/>
        <w:rPr>
          <w:rFonts w:eastAsia="Univers-PL"/>
        </w:rPr>
      </w:pPr>
      <w:r w:rsidRPr="008C1EA7">
        <w:rPr>
          <w:rFonts w:eastAsia="Univers-PL"/>
        </w:rPr>
        <w:t>f)</w:t>
      </w:r>
      <w:r w:rsidRPr="008C1EA7">
        <w:rPr>
          <w:rFonts w:eastAsia="Univers-PL"/>
        </w:rPr>
        <w:tab/>
        <w:t>inne czynniki, które mogą mieć wpływ na stopień zagrożenia sieci i urządzeń.</w:t>
      </w:r>
    </w:p>
    <w:p w14:paraId="4FEDB8FF" w14:textId="77777777" w:rsidR="00C12B75" w:rsidRPr="008C1EA7" w:rsidRDefault="00C12B75" w:rsidP="00C12B75">
      <w:pPr>
        <w:pStyle w:val="USTustnpkodeksu"/>
        <w:rPr>
          <w:rFonts w:eastAsia="Univers-PL"/>
        </w:rPr>
      </w:pPr>
      <w:r w:rsidRPr="008C1EA7">
        <w:rPr>
          <w:rFonts w:eastAsia="Univers-PL"/>
        </w:rPr>
        <w:t>5.</w:t>
      </w:r>
      <w:r w:rsidRPr="008C1EA7">
        <w:rPr>
          <w:rFonts w:eastAsia="Univers-PL"/>
        </w:rPr>
        <w:tab/>
        <w:t xml:space="preserve">Zabezpieczenie toru abonenckiego kablowego lub </w:t>
      </w:r>
      <w:r w:rsidR="00FC7B32">
        <w:rPr>
          <w:rFonts w:eastAsia="Univers-PL"/>
        </w:rPr>
        <w:t xml:space="preserve">linii </w:t>
      </w:r>
      <w:r w:rsidRPr="008C1EA7">
        <w:rPr>
          <w:rFonts w:eastAsia="Univers-PL"/>
        </w:rPr>
        <w:t>napowietrzne</w:t>
      </w:r>
      <w:r w:rsidR="00FC7B32">
        <w:rPr>
          <w:rFonts w:eastAsia="Univers-PL"/>
        </w:rPr>
        <w:t>j</w:t>
      </w:r>
      <w:r w:rsidRPr="008C1EA7">
        <w:rPr>
          <w:rFonts w:eastAsia="Univers-PL"/>
        </w:rPr>
        <w:t>:</w:t>
      </w:r>
    </w:p>
    <w:p w14:paraId="6DDEF0DE" w14:textId="099B529E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1)</w:t>
      </w:r>
      <w:r w:rsidRPr="008C1EA7">
        <w:rPr>
          <w:rFonts w:eastAsia="Univers-PL"/>
        </w:rPr>
        <w:tab/>
        <w:t xml:space="preserve">w przypadku doprowadzenia toru abonenckiego do abonenta telekomunikacyjną linią kablową nadziemną </w:t>
      </w:r>
      <w:r w:rsidR="00225D83" w:rsidRPr="008C1EA7">
        <w:rPr>
          <w:rFonts w:eastAsia="Univers-PL"/>
        </w:rPr>
        <w:t>stosuje się</w:t>
      </w:r>
      <w:r w:rsidRPr="008C1EA7">
        <w:rPr>
          <w:rFonts w:eastAsia="Univers-PL"/>
        </w:rPr>
        <w:t xml:space="preserve"> abonencki ogranicznik przepięć wyposażony w układ o</w:t>
      </w:r>
      <w:r w:rsidR="009F04C3">
        <w:t> </w:t>
      </w:r>
      <w:r w:rsidRPr="008C1EA7">
        <w:rPr>
          <w:rFonts w:eastAsia="Univers-PL"/>
        </w:rPr>
        <w:t xml:space="preserve">wartości znamionowego prądu wyładowczego 10 </w:t>
      </w:r>
      <w:proofErr w:type="spellStart"/>
      <w:r w:rsidRPr="008C1EA7">
        <w:rPr>
          <w:rFonts w:eastAsia="Univers-PL"/>
        </w:rPr>
        <w:t>kA</w:t>
      </w:r>
      <w:proofErr w:type="spellEnd"/>
      <w:r w:rsidRPr="008C1EA7">
        <w:rPr>
          <w:rFonts w:eastAsia="Univers-PL"/>
        </w:rPr>
        <w:t xml:space="preserve"> przy impulsie 8/20 </w:t>
      </w:r>
      <w:proofErr w:type="spellStart"/>
      <w:r w:rsidRPr="008C1EA7">
        <w:rPr>
          <w:rFonts w:eastAsia="Univers-PL"/>
        </w:rPr>
        <w:t>μs</w:t>
      </w:r>
      <w:proofErr w:type="spellEnd"/>
      <w:r w:rsidRPr="008C1EA7">
        <w:rPr>
          <w:rFonts w:eastAsia="Univers-PL"/>
        </w:rPr>
        <w:t xml:space="preserve"> oraz o</w:t>
      </w:r>
      <w:r w:rsidR="009F04C3">
        <w:t> </w:t>
      </w:r>
      <w:r w:rsidRPr="008C1EA7">
        <w:rPr>
          <w:rFonts w:eastAsia="Univers-PL"/>
        </w:rPr>
        <w:t>dynamicznym napięciu zadziałania poniżej 800 V;</w:t>
      </w:r>
    </w:p>
    <w:p w14:paraId="1CCB5383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2)</w:t>
      </w:r>
      <w:r w:rsidRPr="008C1EA7">
        <w:rPr>
          <w:rFonts w:eastAsia="Univers-PL"/>
        </w:rPr>
        <w:tab/>
        <w:t xml:space="preserve">w przypadku doprowadzenia toru abonenckiego do abonenta </w:t>
      </w:r>
      <w:r w:rsidR="000F704B" w:rsidRPr="008C1EA7">
        <w:rPr>
          <w:rFonts w:eastAsia="Univers-PL"/>
        </w:rPr>
        <w:t xml:space="preserve">linią napowietrzną </w:t>
      </w:r>
      <w:r w:rsidR="00225D83" w:rsidRPr="008C1EA7">
        <w:rPr>
          <w:rFonts w:eastAsia="Univers-PL"/>
        </w:rPr>
        <w:t>stosuje się</w:t>
      </w:r>
      <w:r w:rsidRPr="008C1EA7">
        <w:rPr>
          <w:rFonts w:eastAsia="Univers-PL"/>
        </w:rPr>
        <w:t xml:space="preserve"> abonencki ogranicznik przepięć wyposażony co najmniej dwustopniowy układ ogranicznika przepięć i zabezpieczenie przetężeniowe (bezpieczniki zwłoczne, termistory PTC). Układ ogranicznika przepięć </w:t>
      </w:r>
      <w:r w:rsidR="00225D83" w:rsidRPr="008C1EA7">
        <w:rPr>
          <w:rFonts w:eastAsia="Univers-PL"/>
        </w:rPr>
        <w:t xml:space="preserve">charakteryzuje </w:t>
      </w:r>
      <w:r w:rsidRPr="008C1EA7">
        <w:rPr>
          <w:rFonts w:eastAsia="Univers-PL"/>
        </w:rPr>
        <w:t xml:space="preserve">się znamionowym prądem wyładowczym co najmniej 10 </w:t>
      </w:r>
      <w:proofErr w:type="spellStart"/>
      <w:r w:rsidRPr="008C1EA7">
        <w:rPr>
          <w:rFonts w:eastAsia="Univers-PL"/>
        </w:rPr>
        <w:t>kA</w:t>
      </w:r>
      <w:proofErr w:type="spellEnd"/>
      <w:r w:rsidRPr="008C1EA7">
        <w:rPr>
          <w:rFonts w:eastAsia="Univers-PL"/>
        </w:rPr>
        <w:t xml:space="preserve"> (8/20 </w:t>
      </w:r>
      <w:proofErr w:type="spellStart"/>
      <w:r w:rsidRPr="008C1EA7">
        <w:rPr>
          <w:rFonts w:eastAsia="Univers-PL"/>
        </w:rPr>
        <w:t>μs</w:t>
      </w:r>
      <w:proofErr w:type="spellEnd"/>
      <w:r w:rsidRPr="008C1EA7">
        <w:rPr>
          <w:rFonts w:eastAsia="Univers-PL"/>
        </w:rPr>
        <w:t>) oraz dynamicznym napięciem zadziałania poniżej 500 V;</w:t>
      </w:r>
    </w:p>
    <w:p w14:paraId="3F4F7A91" w14:textId="44C77893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3)</w:t>
      </w:r>
      <w:r w:rsidRPr="008C1EA7">
        <w:rPr>
          <w:rFonts w:eastAsia="Univers-PL"/>
        </w:rPr>
        <w:tab/>
        <w:t xml:space="preserve">w odległości około 150 m od zakończenia toru wykonanego nieizolowanymi przewodami </w:t>
      </w:r>
      <w:r w:rsidR="00225D83" w:rsidRPr="008C1EA7">
        <w:rPr>
          <w:rFonts w:eastAsia="Univers-PL"/>
        </w:rPr>
        <w:t>instaluje się</w:t>
      </w:r>
      <w:r w:rsidRPr="008C1EA7">
        <w:rPr>
          <w:rFonts w:eastAsia="Univers-PL"/>
        </w:rPr>
        <w:t xml:space="preserve"> ograniczniki przepięć typu POP z przerwą iskrową około 5 mm. Rezystancja uziemienia ogranicznika przepięć typu POP </w:t>
      </w:r>
      <w:r w:rsidR="002E462B">
        <w:t xml:space="preserve">jest </w:t>
      </w:r>
      <w:r w:rsidRPr="008C1EA7">
        <w:rPr>
          <w:rFonts w:eastAsia="Univers-PL"/>
        </w:rPr>
        <w:t xml:space="preserve">nie większa niż 20 </w:t>
      </w:r>
      <w:r w:rsidRPr="008C1EA7">
        <w:rPr>
          <w:rFonts w:eastAsia="Univers-BoldPL"/>
        </w:rPr>
        <w:t>Ω</w:t>
      </w:r>
      <w:r w:rsidRPr="008C1EA7">
        <w:rPr>
          <w:rFonts w:eastAsia="Univers-PL"/>
        </w:rPr>
        <w:t>;</w:t>
      </w:r>
    </w:p>
    <w:p w14:paraId="671DEC6F" w14:textId="77777777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t>4)</w:t>
      </w:r>
      <w:r w:rsidRPr="008C1EA7">
        <w:rPr>
          <w:rFonts w:eastAsia="Univers-PL"/>
        </w:rPr>
        <w:tab/>
        <w:t>w przypadku prowadzenia toru kablowego w telekomunikacyjnej linii kablowej podziemnej lub w telekomunikacyjnej linii kablowej ułożonej w kanalizacji kablowej nie wymaga się stosowania zabezpieczeń, o ile instrukcja zainstalowanego urządzenia nie stanowi inaczej;</w:t>
      </w:r>
    </w:p>
    <w:p w14:paraId="02043D6A" w14:textId="03BCB19D" w:rsidR="00C12B75" w:rsidRPr="008C1EA7" w:rsidRDefault="00C12B75" w:rsidP="00C12B75">
      <w:pPr>
        <w:pStyle w:val="PKTpunkt"/>
        <w:rPr>
          <w:rFonts w:eastAsia="Univers-PL"/>
        </w:rPr>
      </w:pPr>
      <w:r w:rsidRPr="008C1EA7">
        <w:rPr>
          <w:rFonts w:eastAsia="Univers-PL"/>
        </w:rPr>
        <w:lastRenderedPageBreak/>
        <w:t>5)</w:t>
      </w:r>
      <w:r w:rsidRPr="008C1EA7">
        <w:rPr>
          <w:rFonts w:eastAsia="Univers-PL"/>
        </w:rPr>
        <w:tab/>
        <w:t xml:space="preserve">abonencki ogranicznik przepięć </w:t>
      </w:r>
      <w:r w:rsidR="00225D83" w:rsidRPr="008C1EA7">
        <w:rPr>
          <w:rFonts w:eastAsia="Univers-PL"/>
        </w:rPr>
        <w:t>jest</w:t>
      </w:r>
      <w:r w:rsidRPr="008C1EA7">
        <w:rPr>
          <w:rFonts w:eastAsia="Univers-PL"/>
        </w:rPr>
        <w:t xml:space="preserve"> wyposażony w zworę termiczną, a konstrukcja ogranicznika i użyte materiały zabezpiecza</w:t>
      </w:r>
      <w:r w:rsidR="002E462B">
        <w:t>ją</w:t>
      </w:r>
      <w:r w:rsidRPr="008C1EA7">
        <w:rPr>
          <w:rFonts w:eastAsia="Univers-PL"/>
        </w:rPr>
        <w:t xml:space="preserve"> przed możliwością porażenia użytkownika oraz przed pożarem.</w:t>
      </w:r>
    </w:p>
    <w:p w14:paraId="77B4ABE0" w14:textId="77777777" w:rsidR="00C12B75" w:rsidRPr="008C1EA7" w:rsidRDefault="00C12B75" w:rsidP="00C12B75">
      <w:pPr>
        <w:pStyle w:val="USTustnpkodeksu"/>
        <w:rPr>
          <w:rFonts w:eastAsia="Univers-PL"/>
        </w:rPr>
      </w:pPr>
      <w:r w:rsidRPr="008C1EA7">
        <w:rPr>
          <w:rFonts w:eastAsia="Univers-PL"/>
        </w:rPr>
        <w:t>6.</w:t>
      </w:r>
      <w:r w:rsidRPr="008C1EA7">
        <w:rPr>
          <w:rFonts w:eastAsia="Univers-PL"/>
        </w:rPr>
        <w:tab/>
        <w:t>Rezystancja sieci uziemiającej</w:t>
      </w:r>
    </w:p>
    <w:p w14:paraId="69329C32" w14:textId="42FFFB17" w:rsidR="00C12B75" w:rsidRPr="008C1EA7" w:rsidRDefault="00C12B75" w:rsidP="00C12B75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eastAsia="Univers-PL" w:hAnsi="Times New Roman"/>
          <w:sz w:val="24"/>
          <w:szCs w:val="24"/>
          <w:lang w:eastAsia="pl-PL"/>
        </w:rPr>
      </w:pPr>
      <w:r w:rsidRPr="008C1EA7">
        <w:rPr>
          <w:rFonts w:ascii="Times New Roman" w:eastAsia="Univers-PL" w:hAnsi="Times New Roman"/>
          <w:sz w:val="24"/>
          <w:szCs w:val="24"/>
          <w:lang w:eastAsia="pl-PL"/>
        </w:rPr>
        <w:t>Dopuszczalne wartości rezystancji sieci uziemiającej względem ziemi odniesienia, w</w:t>
      </w:r>
      <w:r w:rsidR="009F04C3">
        <w:t> </w:t>
      </w:r>
      <w:r w:rsidRPr="008C1EA7">
        <w:rPr>
          <w:rFonts w:ascii="Times New Roman" w:eastAsia="Univers-PL" w:hAnsi="Times New Roman"/>
          <w:sz w:val="24"/>
          <w:szCs w:val="24"/>
          <w:lang w:eastAsia="pl-PL"/>
        </w:rPr>
        <w:t xml:space="preserve">zależności od rodzaju obiektu telekomunikacyjnego, nie </w:t>
      </w:r>
      <w:r w:rsidR="00225D83" w:rsidRPr="008C1EA7">
        <w:rPr>
          <w:rFonts w:ascii="Times New Roman" w:eastAsia="Univers-PL" w:hAnsi="Times New Roman"/>
          <w:sz w:val="24"/>
          <w:szCs w:val="24"/>
          <w:lang w:eastAsia="pl-PL"/>
        </w:rPr>
        <w:t>mog</w:t>
      </w:r>
      <w:r w:rsidR="005C0C28" w:rsidRPr="008C1EA7">
        <w:rPr>
          <w:rFonts w:ascii="Times New Roman" w:eastAsia="Univers-PL" w:hAnsi="Times New Roman"/>
          <w:sz w:val="24"/>
          <w:szCs w:val="24"/>
          <w:lang w:eastAsia="pl-PL"/>
        </w:rPr>
        <w:t>ą</w:t>
      </w:r>
      <w:r w:rsidR="00225D83" w:rsidRPr="008C1EA7">
        <w:rPr>
          <w:rFonts w:ascii="Times New Roman" w:eastAsia="Univers-PL" w:hAnsi="Times New Roman"/>
          <w:sz w:val="24"/>
          <w:szCs w:val="24"/>
          <w:lang w:eastAsia="pl-PL"/>
        </w:rPr>
        <w:t xml:space="preserve"> </w:t>
      </w:r>
      <w:r w:rsidRPr="008C1EA7">
        <w:rPr>
          <w:rFonts w:ascii="Times New Roman" w:eastAsia="Univers-PL" w:hAnsi="Times New Roman"/>
          <w:sz w:val="24"/>
          <w:szCs w:val="24"/>
          <w:lang w:eastAsia="pl-PL"/>
        </w:rPr>
        <w:t>być większe niż: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5226"/>
        <w:gridCol w:w="3027"/>
      </w:tblGrid>
      <w:tr w:rsidR="00C12B75" w:rsidRPr="008C1EA7" w14:paraId="19C94DC1" w14:textId="77777777" w:rsidTr="00C12B7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299E" w14:textId="77777777" w:rsidR="00C12B75" w:rsidRPr="008C1EA7" w:rsidRDefault="00C12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-P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b/>
                <w:w w:val="99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6B1D" w14:textId="77777777" w:rsidR="00C12B75" w:rsidRPr="008C1EA7" w:rsidRDefault="00C12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-P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b/>
                <w:sz w:val="24"/>
                <w:szCs w:val="24"/>
                <w:lang w:eastAsia="pl-PL"/>
              </w:rPr>
              <w:t>Rodzaj obiektów i urządzeń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13C6" w14:textId="77777777" w:rsidR="00C12B75" w:rsidRPr="008C1EA7" w:rsidRDefault="00C12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/>
                <w:b/>
                <w:w w:val="9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b/>
                <w:w w:val="99"/>
                <w:sz w:val="24"/>
                <w:szCs w:val="24"/>
                <w:lang w:eastAsia="pl-PL"/>
              </w:rPr>
              <w:t>Rezystancja uziemienia</w:t>
            </w:r>
          </w:p>
          <w:p w14:paraId="0DE15D69" w14:textId="77777777" w:rsidR="00C12B75" w:rsidRPr="008C1EA7" w:rsidRDefault="00C12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Univers-P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b/>
                <w:w w:val="99"/>
                <w:sz w:val="24"/>
                <w:szCs w:val="24"/>
                <w:lang w:eastAsia="pl-PL"/>
              </w:rPr>
              <w:t>[Ω]</w:t>
            </w:r>
          </w:p>
        </w:tc>
      </w:tr>
      <w:tr w:rsidR="00C12B75" w:rsidRPr="008C1EA7" w14:paraId="3BF0BFB7" w14:textId="77777777" w:rsidTr="00C12B7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98F6" w14:textId="77777777" w:rsidR="00C12B75" w:rsidRPr="008C1EA7" w:rsidRDefault="00C12B7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Univers-P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109E1" w14:textId="77777777" w:rsidR="00C12B75" w:rsidRPr="008C1EA7" w:rsidRDefault="00C12B75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Urządzenia telekomunikacyjne w obiektach budowlanych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E7E3" w14:textId="77777777" w:rsidR="00C12B75" w:rsidRPr="008C1EA7" w:rsidRDefault="00C12B75">
            <w:pPr>
              <w:spacing w:after="0" w:line="0" w:lineRule="atLeast"/>
              <w:ind w:left="2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10</w:t>
            </w:r>
          </w:p>
        </w:tc>
      </w:tr>
      <w:tr w:rsidR="00C12B75" w:rsidRPr="008C1EA7" w14:paraId="2FF94CA6" w14:textId="77777777" w:rsidTr="00C12B7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9790" w14:textId="77777777" w:rsidR="00C12B75" w:rsidRPr="008C1EA7" w:rsidRDefault="00C12B7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Univers-P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Univers-PL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E3F1D" w14:textId="77777777" w:rsidR="00C12B75" w:rsidRPr="008C1EA7" w:rsidRDefault="00C12B75">
            <w:pPr>
              <w:spacing w:after="0" w:line="0" w:lineRule="atLeast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Elementy sieci stacjonarnej:</w:t>
            </w:r>
          </w:p>
          <w:p w14:paraId="0C48002C" w14:textId="77777777" w:rsidR="00C12B75" w:rsidRPr="008C1EA7" w:rsidRDefault="00C12B75">
            <w:pPr>
              <w:spacing w:after="0" w:line="0" w:lineRule="atLeast"/>
              <w:ind w:left="20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Kontenery</w:t>
            </w:r>
          </w:p>
          <w:p w14:paraId="413B5A25" w14:textId="77777777" w:rsidR="00C12B75" w:rsidRPr="008C1EA7" w:rsidRDefault="00C12B75">
            <w:pPr>
              <w:spacing w:after="0" w:line="0" w:lineRule="atLeast"/>
              <w:ind w:left="20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Szafy kablowe wszystkich typów </w:t>
            </w:r>
          </w:p>
          <w:p w14:paraId="1CFE2632" w14:textId="77777777" w:rsidR="00C12B75" w:rsidRPr="008C1EA7" w:rsidRDefault="00C12B75" w:rsidP="005C0C28">
            <w:pPr>
              <w:spacing w:after="0" w:line="0" w:lineRule="atLeast"/>
              <w:ind w:left="20"/>
              <w:rPr>
                <w:rFonts w:ascii="Times New Roman" w:eastAsia="Univers-P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Konstrukcje wsporcze obudów zakończeń kablowych</w:t>
            </w:r>
            <w:r w:rsidR="005C0C28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miedzianych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BFD17" w14:textId="77777777" w:rsidR="00C12B75" w:rsidRPr="008C1EA7" w:rsidRDefault="00C12B7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Univers-P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Univers-PL" w:hAnsi="Times New Roman"/>
                <w:sz w:val="24"/>
                <w:szCs w:val="24"/>
                <w:lang w:eastAsia="pl-PL"/>
              </w:rPr>
              <w:t>10</w:t>
            </w:r>
          </w:p>
        </w:tc>
      </w:tr>
      <w:tr w:rsidR="00C12B75" w:rsidRPr="008C1EA7" w14:paraId="19172D17" w14:textId="77777777" w:rsidTr="00C12B7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485C" w14:textId="77777777" w:rsidR="00C12B75" w:rsidRPr="008C1EA7" w:rsidRDefault="00C12B7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Univers-P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AB2E8" w14:textId="77777777" w:rsidR="00C12B75" w:rsidRPr="008C1EA7" w:rsidRDefault="00C12B75">
            <w:pPr>
              <w:spacing w:after="0" w:line="0" w:lineRule="atLeast"/>
              <w:ind w:left="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Obiekty dostępowej sieci mobilnej</w:t>
            </w:r>
            <w:r w:rsidR="005C0C28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– wszystkie typy ze stacjami bazowymi lub bez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650B" w14:textId="77777777" w:rsidR="00C12B75" w:rsidRPr="008C1EA7" w:rsidRDefault="00C12B75">
            <w:pPr>
              <w:spacing w:after="0" w:line="0" w:lineRule="atLeast"/>
              <w:ind w:left="2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10</w:t>
            </w:r>
          </w:p>
        </w:tc>
      </w:tr>
      <w:tr w:rsidR="00C12B75" w:rsidRPr="008C1EA7" w14:paraId="3B3F36F6" w14:textId="77777777" w:rsidTr="00C12B7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99E2" w14:textId="77777777" w:rsidR="00C12B75" w:rsidRPr="008C1EA7" w:rsidRDefault="00C12B7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1345D" w14:textId="77777777" w:rsidR="00C12B75" w:rsidRPr="008C1EA7" w:rsidRDefault="00C12B75" w:rsidP="005C0C2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Obiekty, w których </w:t>
            </w:r>
            <w:r w:rsidR="005C0C28"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są </w:t>
            </w: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zainstalowane urządzenia wymagające wartości rezystancji uziemienia mniejszej niż 10 Ω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B5A5" w14:textId="77777777" w:rsidR="00C12B75" w:rsidRPr="008C1EA7" w:rsidRDefault="00C12B7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wg dokumentacji producenta</w:t>
            </w:r>
          </w:p>
        </w:tc>
      </w:tr>
    </w:tbl>
    <w:p w14:paraId="032C41CE" w14:textId="77777777" w:rsidR="00C12B75" w:rsidRPr="008C1EA7" w:rsidRDefault="00C12B75" w:rsidP="00C12B75">
      <w:pPr>
        <w:spacing w:before="120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8C1EA7">
        <w:rPr>
          <w:rFonts w:ascii="Times New Roman" w:hAnsi="Times New Roman"/>
          <w:sz w:val="24"/>
          <w:szCs w:val="24"/>
          <w:lang w:eastAsia="pl-PL"/>
        </w:rPr>
        <w:t>7. Rezystancja uziemienia urządzeń ochrony odgromowej</w:t>
      </w:r>
    </w:p>
    <w:p w14:paraId="53E5256C" w14:textId="67ACD330" w:rsidR="00C12B75" w:rsidRPr="008C1EA7" w:rsidRDefault="00C12B75" w:rsidP="000F2AD9">
      <w:pPr>
        <w:autoSpaceDE w:val="0"/>
        <w:autoSpaceDN w:val="0"/>
        <w:adjustRightInd w:val="0"/>
        <w:spacing w:after="0" w:line="360" w:lineRule="auto"/>
        <w:rPr>
          <w:rFonts w:ascii="Times New Roman" w:eastAsia="Univers-PL" w:hAnsi="Times New Roman"/>
          <w:sz w:val="24"/>
          <w:szCs w:val="24"/>
          <w:lang w:eastAsia="pl-PL"/>
        </w:rPr>
      </w:pPr>
      <w:r w:rsidRPr="000F2AD9">
        <w:rPr>
          <w:rFonts w:ascii="Times New Roman" w:eastAsia="Univers-PL" w:hAnsi="Times New Roman"/>
          <w:sz w:val="24"/>
          <w:szCs w:val="24"/>
          <w:lang w:eastAsia="pl-PL"/>
        </w:rPr>
        <w:t xml:space="preserve">Wartość rezystancji uziemienia obiektów budowlanych posiadających urządzenie piorunochronne </w:t>
      </w:r>
      <w:r w:rsidR="005C0C28" w:rsidRPr="000F2AD9">
        <w:rPr>
          <w:rFonts w:ascii="Times New Roman" w:eastAsia="Univers-PL" w:hAnsi="Times New Roman"/>
          <w:sz w:val="24"/>
          <w:szCs w:val="24"/>
          <w:lang w:eastAsia="pl-PL"/>
        </w:rPr>
        <w:t>jest co najmniej</w:t>
      </w:r>
      <w:r w:rsidRPr="000F2AD9">
        <w:rPr>
          <w:rFonts w:ascii="Times New Roman" w:eastAsia="Univers-PL" w:hAnsi="Times New Roman"/>
          <w:sz w:val="24"/>
          <w:szCs w:val="24"/>
          <w:lang w:eastAsia="pl-PL"/>
        </w:rPr>
        <w:t xml:space="preserve"> zgodna z wymaganiami zawartymi w normie PN-EN 62305-3</w:t>
      </w:r>
      <w:r w:rsidR="00AB0449" w:rsidRPr="008C1EA7">
        <w:rPr>
          <w:rFonts w:ascii="Times New Roman" w:eastAsia="Univers-PL" w:hAnsi="Times New Roman"/>
          <w:sz w:val="24"/>
          <w:szCs w:val="24"/>
          <w:lang w:eastAsia="pl-PL"/>
        </w:rPr>
        <w:t>:2011 Ochrona odgromowa - Część 3: Uszkodzenia fizyczne obiektów i zagrożenie życia</w:t>
      </w:r>
      <w:r w:rsidRPr="008C1EA7">
        <w:rPr>
          <w:rFonts w:ascii="Times New Roman" w:eastAsia="Univers-PL" w:hAnsi="Times New Roman"/>
          <w:sz w:val="24"/>
          <w:szCs w:val="24"/>
          <w:lang w:eastAsia="pl-PL"/>
        </w:rPr>
        <w:t xml:space="preserve"> punkt 5.4. Jeśli w tych obiektach zainstalowano urządzenia telekomunikacyjne, to dopuszczalna wartość rezystancji uziemienia nie </w:t>
      </w:r>
      <w:r w:rsidR="002E462B">
        <w:rPr>
          <w:rFonts w:ascii="Times New Roman" w:eastAsia="Univers-PL" w:hAnsi="Times New Roman"/>
          <w:sz w:val="24"/>
          <w:szCs w:val="24"/>
          <w:lang w:eastAsia="pl-PL"/>
        </w:rPr>
        <w:t>przekracza</w:t>
      </w:r>
      <w:r w:rsidRPr="008C1EA7">
        <w:rPr>
          <w:rFonts w:ascii="Times New Roman" w:eastAsia="Univers-PL" w:hAnsi="Times New Roman"/>
          <w:sz w:val="24"/>
          <w:szCs w:val="24"/>
          <w:lang w:eastAsia="pl-PL"/>
        </w:rPr>
        <w:t xml:space="preserve"> wartości:</w:t>
      </w:r>
    </w:p>
    <w:tbl>
      <w:tblPr>
        <w:tblW w:w="96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6100"/>
        <w:gridCol w:w="2820"/>
      </w:tblGrid>
      <w:tr w:rsidR="00C12B75" w:rsidRPr="008C1EA7" w14:paraId="39FB0EBD" w14:textId="77777777" w:rsidTr="005C0C28">
        <w:trPr>
          <w:trHeight w:val="271"/>
          <w:jc w:val="center"/>
        </w:trPr>
        <w:tc>
          <w:tcPr>
            <w:tcW w:w="740" w:type="dxa"/>
            <w:vAlign w:val="center"/>
            <w:hideMark/>
          </w:tcPr>
          <w:p w14:paraId="18D972CF" w14:textId="77777777" w:rsidR="00C12B75" w:rsidRPr="008C1EA7" w:rsidRDefault="00C12B75">
            <w:pPr>
              <w:spacing w:after="0" w:line="0" w:lineRule="atLeast"/>
              <w:jc w:val="center"/>
              <w:rPr>
                <w:rFonts w:ascii="Times New Roman" w:eastAsia="Arial" w:hAnsi="Times New Roman"/>
                <w:b/>
                <w:w w:val="9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b/>
                <w:w w:val="99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100" w:type="dxa"/>
            <w:vAlign w:val="center"/>
            <w:hideMark/>
          </w:tcPr>
          <w:p w14:paraId="6916401F" w14:textId="77777777" w:rsidR="00C12B75" w:rsidRPr="008C1EA7" w:rsidRDefault="00C12B75">
            <w:pPr>
              <w:spacing w:after="0" w:line="0" w:lineRule="atLeast"/>
              <w:ind w:left="1580"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b/>
                <w:sz w:val="24"/>
                <w:szCs w:val="24"/>
                <w:lang w:eastAsia="pl-PL"/>
              </w:rPr>
              <w:t>Rodzaje konstrukcji wsporczych</w:t>
            </w:r>
          </w:p>
        </w:tc>
        <w:tc>
          <w:tcPr>
            <w:tcW w:w="2820" w:type="dxa"/>
            <w:vAlign w:val="center"/>
            <w:hideMark/>
          </w:tcPr>
          <w:p w14:paraId="15A6C5B3" w14:textId="77777777" w:rsidR="00C12B75" w:rsidRPr="008C1EA7" w:rsidRDefault="00C12B75">
            <w:pPr>
              <w:spacing w:after="0" w:line="0" w:lineRule="atLeast"/>
              <w:ind w:left="200"/>
              <w:jc w:val="center"/>
              <w:rPr>
                <w:rFonts w:ascii="Times New Roman" w:eastAsia="Arial" w:hAnsi="Times New Roman"/>
                <w:b/>
                <w:w w:val="9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b/>
                <w:w w:val="99"/>
                <w:sz w:val="24"/>
                <w:szCs w:val="24"/>
                <w:lang w:eastAsia="pl-PL"/>
              </w:rPr>
              <w:t>Rezystancja uziemienia [Ω]</w:t>
            </w:r>
          </w:p>
        </w:tc>
      </w:tr>
      <w:tr w:rsidR="00C12B75" w:rsidRPr="008C1EA7" w14:paraId="3DE4F7D8" w14:textId="77777777" w:rsidTr="005C0C28">
        <w:trPr>
          <w:trHeight w:val="249"/>
          <w:jc w:val="center"/>
        </w:trPr>
        <w:tc>
          <w:tcPr>
            <w:tcW w:w="740" w:type="dxa"/>
            <w:vAlign w:val="bottom"/>
            <w:hideMark/>
          </w:tcPr>
          <w:p w14:paraId="6F7130AA" w14:textId="77777777" w:rsidR="00C12B75" w:rsidRPr="008C1EA7" w:rsidRDefault="00C12B75">
            <w:pPr>
              <w:spacing w:after="0" w:line="0" w:lineRule="atLeast"/>
              <w:jc w:val="center"/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100" w:type="dxa"/>
            <w:vAlign w:val="bottom"/>
            <w:hideMark/>
          </w:tcPr>
          <w:p w14:paraId="6464D8F3" w14:textId="77777777" w:rsidR="00C12B75" w:rsidRPr="008C1EA7" w:rsidRDefault="00C12B75">
            <w:pPr>
              <w:spacing w:after="0" w:line="0" w:lineRule="atLeast"/>
              <w:ind w:left="100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Słup kablowy lub słup z odgromnikami gazowymi</w:t>
            </w:r>
          </w:p>
        </w:tc>
        <w:tc>
          <w:tcPr>
            <w:tcW w:w="2820" w:type="dxa"/>
            <w:hideMark/>
          </w:tcPr>
          <w:p w14:paraId="0BE3D166" w14:textId="77777777" w:rsidR="00C12B75" w:rsidRPr="008C1EA7" w:rsidRDefault="00C12B7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10</w:t>
            </w:r>
          </w:p>
        </w:tc>
      </w:tr>
      <w:tr w:rsidR="005C0C28" w:rsidRPr="008C1EA7" w14:paraId="692D5E34" w14:textId="77777777" w:rsidTr="005C0C28">
        <w:trPr>
          <w:trHeight w:val="577"/>
          <w:jc w:val="center"/>
        </w:trPr>
        <w:tc>
          <w:tcPr>
            <w:tcW w:w="740" w:type="dxa"/>
            <w:vAlign w:val="center"/>
            <w:hideMark/>
          </w:tcPr>
          <w:p w14:paraId="1404DF61" w14:textId="77777777" w:rsidR="005C0C28" w:rsidRPr="008C1EA7" w:rsidRDefault="005C0C28" w:rsidP="005C0C28">
            <w:pPr>
              <w:spacing w:after="0" w:line="0" w:lineRule="atLeast"/>
              <w:jc w:val="center"/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100" w:type="dxa"/>
            <w:hideMark/>
          </w:tcPr>
          <w:p w14:paraId="19FA51C6" w14:textId="77777777" w:rsidR="005C0C28" w:rsidRPr="008C1EA7" w:rsidRDefault="005C0C28" w:rsidP="005C0C28">
            <w:pPr>
              <w:spacing w:after="0" w:line="0" w:lineRule="atLeast"/>
              <w:ind w:left="100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Słup ograniczający przęsła skrzyżowania z torami kolejowymi i drogami I </w:t>
            </w:r>
            <w:proofErr w:type="spellStart"/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i</w:t>
            </w:r>
            <w:proofErr w:type="spellEnd"/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 II klasy</w:t>
            </w:r>
          </w:p>
        </w:tc>
        <w:tc>
          <w:tcPr>
            <w:tcW w:w="2820" w:type="dxa"/>
            <w:hideMark/>
          </w:tcPr>
          <w:p w14:paraId="331FE1FC" w14:textId="77777777" w:rsidR="005C0C28" w:rsidRPr="008C1EA7" w:rsidRDefault="005C0C28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20</w:t>
            </w:r>
          </w:p>
        </w:tc>
      </w:tr>
      <w:tr w:rsidR="00C12B75" w:rsidRPr="008C1EA7" w14:paraId="55A3D657" w14:textId="77777777" w:rsidTr="005C0C28">
        <w:trPr>
          <w:trHeight w:val="250"/>
          <w:jc w:val="center"/>
        </w:trPr>
        <w:tc>
          <w:tcPr>
            <w:tcW w:w="740" w:type="dxa"/>
            <w:vAlign w:val="bottom"/>
            <w:hideMark/>
          </w:tcPr>
          <w:p w14:paraId="0C83F30B" w14:textId="77777777" w:rsidR="00C12B75" w:rsidRPr="008C1EA7" w:rsidRDefault="00C12B75">
            <w:pPr>
              <w:spacing w:after="0" w:line="0" w:lineRule="atLeast"/>
              <w:jc w:val="center"/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100" w:type="dxa"/>
            <w:hideMark/>
          </w:tcPr>
          <w:p w14:paraId="3D0FB407" w14:textId="77777777" w:rsidR="00C12B75" w:rsidRPr="008C1EA7" w:rsidRDefault="00C12B75">
            <w:pPr>
              <w:spacing w:after="0" w:line="0" w:lineRule="atLeast"/>
              <w:ind w:left="100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Słup badaniowy lub słup z odgromnikami metalowymi</w:t>
            </w:r>
          </w:p>
        </w:tc>
        <w:tc>
          <w:tcPr>
            <w:tcW w:w="2820" w:type="dxa"/>
            <w:hideMark/>
          </w:tcPr>
          <w:p w14:paraId="1E7A51E1" w14:textId="77777777" w:rsidR="00C12B75" w:rsidRPr="008C1EA7" w:rsidRDefault="00C12B7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20</w:t>
            </w:r>
          </w:p>
        </w:tc>
      </w:tr>
      <w:tr w:rsidR="005C0C28" w:rsidRPr="008C1EA7" w14:paraId="5338FB69" w14:textId="77777777" w:rsidTr="005C0C28">
        <w:trPr>
          <w:trHeight w:val="532"/>
          <w:jc w:val="center"/>
        </w:trPr>
        <w:tc>
          <w:tcPr>
            <w:tcW w:w="740" w:type="dxa"/>
            <w:vAlign w:val="center"/>
            <w:hideMark/>
          </w:tcPr>
          <w:p w14:paraId="0962AAE4" w14:textId="77777777" w:rsidR="005C0C28" w:rsidRPr="008C1EA7" w:rsidRDefault="005C0C28" w:rsidP="005C0C28">
            <w:pPr>
              <w:spacing w:after="0" w:line="0" w:lineRule="atLeast"/>
              <w:jc w:val="center"/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100" w:type="dxa"/>
            <w:hideMark/>
          </w:tcPr>
          <w:p w14:paraId="294293CB" w14:textId="77777777" w:rsidR="005C0C28" w:rsidRPr="008C1EA7" w:rsidRDefault="005C0C28">
            <w:pPr>
              <w:spacing w:after="0" w:line="0" w:lineRule="atLeast"/>
              <w:ind w:left="100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Słup ograniczający przęsła skrzyżowania z liniami</w:t>
            </w:r>
          </w:p>
          <w:p w14:paraId="7A2C979A" w14:textId="77777777" w:rsidR="005C0C28" w:rsidRPr="008C1EA7" w:rsidRDefault="005C0C28">
            <w:pPr>
              <w:spacing w:after="0" w:line="0" w:lineRule="atLeast"/>
              <w:ind w:left="100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 xml:space="preserve">elektroenergetycznymi powyżej 1 </w:t>
            </w:r>
            <w:proofErr w:type="spellStart"/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kV</w:t>
            </w:r>
            <w:proofErr w:type="spellEnd"/>
          </w:p>
        </w:tc>
        <w:tc>
          <w:tcPr>
            <w:tcW w:w="2820" w:type="dxa"/>
            <w:hideMark/>
          </w:tcPr>
          <w:p w14:paraId="1BC0EC61" w14:textId="77777777" w:rsidR="005C0C28" w:rsidRPr="008C1EA7" w:rsidRDefault="005C0C28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100</w:t>
            </w:r>
          </w:p>
        </w:tc>
      </w:tr>
      <w:tr w:rsidR="00C12B75" w:rsidRPr="008C1EA7" w14:paraId="06E74663" w14:textId="77777777" w:rsidTr="005C0C28">
        <w:trPr>
          <w:trHeight w:val="251"/>
          <w:jc w:val="center"/>
        </w:trPr>
        <w:tc>
          <w:tcPr>
            <w:tcW w:w="740" w:type="dxa"/>
            <w:vAlign w:val="bottom"/>
            <w:hideMark/>
          </w:tcPr>
          <w:p w14:paraId="4C11D17F" w14:textId="77777777" w:rsidR="00C12B75" w:rsidRPr="008C1EA7" w:rsidRDefault="00C12B75">
            <w:pPr>
              <w:spacing w:after="0" w:line="0" w:lineRule="atLeast"/>
              <w:jc w:val="center"/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100" w:type="dxa"/>
            <w:hideMark/>
          </w:tcPr>
          <w:p w14:paraId="629ED39F" w14:textId="77777777" w:rsidR="00C12B75" w:rsidRPr="008C1EA7" w:rsidRDefault="00C12B75">
            <w:pPr>
              <w:spacing w:after="0" w:line="0" w:lineRule="atLeast"/>
              <w:ind w:left="100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Słup oporowy (odporowy)</w:t>
            </w:r>
          </w:p>
        </w:tc>
        <w:tc>
          <w:tcPr>
            <w:tcW w:w="2820" w:type="dxa"/>
            <w:hideMark/>
          </w:tcPr>
          <w:p w14:paraId="0229567A" w14:textId="77777777" w:rsidR="00C12B75" w:rsidRPr="008C1EA7" w:rsidRDefault="00C12B7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100</w:t>
            </w:r>
          </w:p>
        </w:tc>
      </w:tr>
      <w:tr w:rsidR="00C12B75" w:rsidRPr="008C1EA7" w14:paraId="1515C34D" w14:textId="77777777" w:rsidTr="005C0C28">
        <w:trPr>
          <w:trHeight w:val="250"/>
          <w:jc w:val="center"/>
        </w:trPr>
        <w:tc>
          <w:tcPr>
            <w:tcW w:w="740" w:type="dxa"/>
            <w:vAlign w:val="bottom"/>
            <w:hideMark/>
          </w:tcPr>
          <w:p w14:paraId="7184030E" w14:textId="77777777" w:rsidR="00C12B75" w:rsidRPr="008C1EA7" w:rsidRDefault="00C12B75">
            <w:pPr>
              <w:spacing w:after="0" w:line="0" w:lineRule="atLeast"/>
              <w:jc w:val="center"/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100" w:type="dxa"/>
            <w:vAlign w:val="bottom"/>
            <w:hideMark/>
          </w:tcPr>
          <w:p w14:paraId="70761EAB" w14:textId="77777777" w:rsidR="00C12B75" w:rsidRPr="008C1EA7" w:rsidRDefault="00C12B75">
            <w:pPr>
              <w:spacing w:after="0" w:line="0" w:lineRule="atLeast"/>
              <w:ind w:left="100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Słup narożny</w:t>
            </w:r>
          </w:p>
        </w:tc>
        <w:tc>
          <w:tcPr>
            <w:tcW w:w="2820" w:type="dxa"/>
            <w:hideMark/>
          </w:tcPr>
          <w:p w14:paraId="7E837B15" w14:textId="77777777" w:rsidR="00C12B75" w:rsidRPr="008C1EA7" w:rsidRDefault="00C12B7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100</w:t>
            </w:r>
          </w:p>
        </w:tc>
      </w:tr>
      <w:tr w:rsidR="00C12B75" w:rsidRPr="008C1EA7" w14:paraId="11303774" w14:textId="77777777" w:rsidTr="005C0C28">
        <w:trPr>
          <w:trHeight w:val="251"/>
          <w:jc w:val="center"/>
        </w:trPr>
        <w:tc>
          <w:tcPr>
            <w:tcW w:w="740" w:type="dxa"/>
            <w:vAlign w:val="bottom"/>
            <w:hideMark/>
          </w:tcPr>
          <w:p w14:paraId="7EF21F62" w14:textId="77777777" w:rsidR="00C12B75" w:rsidRPr="008C1EA7" w:rsidRDefault="00C12B75">
            <w:pPr>
              <w:spacing w:after="0" w:line="0" w:lineRule="atLeast"/>
              <w:jc w:val="center"/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w w:val="89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100" w:type="dxa"/>
            <w:vAlign w:val="bottom"/>
            <w:hideMark/>
          </w:tcPr>
          <w:p w14:paraId="29AAFE92" w14:textId="77777777" w:rsidR="00C12B75" w:rsidRPr="008C1EA7" w:rsidRDefault="00C12B75">
            <w:pPr>
              <w:spacing w:after="0" w:line="0" w:lineRule="atLeast"/>
              <w:ind w:left="100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Słup odgałęźny</w:t>
            </w:r>
          </w:p>
        </w:tc>
        <w:tc>
          <w:tcPr>
            <w:tcW w:w="2820" w:type="dxa"/>
            <w:hideMark/>
          </w:tcPr>
          <w:p w14:paraId="1FF4E635" w14:textId="77777777" w:rsidR="00C12B75" w:rsidRPr="008C1EA7" w:rsidRDefault="00C12B75">
            <w:pPr>
              <w:spacing w:after="0" w:line="0" w:lineRule="atLeast"/>
              <w:ind w:left="80"/>
              <w:jc w:val="center"/>
              <w:rPr>
                <w:rFonts w:ascii="Times New Roman" w:eastAsia="Arial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Arial" w:hAnsi="Times New Roman"/>
                <w:sz w:val="24"/>
                <w:szCs w:val="24"/>
                <w:lang w:eastAsia="pl-PL"/>
              </w:rPr>
              <w:t>100</w:t>
            </w:r>
          </w:p>
        </w:tc>
      </w:tr>
    </w:tbl>
    <w:p w14:paraId="01CC1976" w14:textId="77777777" w:rsidR="00C12B75" w:rsidRPr="008C1EA7" w:rsidRDefault="00C12B75" w:rsidP="005C0C28">
      <w:pPr>
        <w:pStyle w:val="USTustnpkodeksu"/>
        <w:spacing w:before="120"/>
        <w:rPr>
          <w:rFonts w:eastAsia="Times New Roman"/>
        </w:rPr>
      </w:pPr>
      <w:r w:rsidRPr="008C1EA7">
        <w:rPr>
          <w:rFonts w:eastAsia="Arial"/>
        </w:rPr>
        <w:t>8. Odległości uziomów od uziemień sieci elektroenergetycznej</w:t>
      </w:r>
    </w:p>
    <w:p w14:paraId="0DF97FD0" w14:textId="35F23197" w:rsidR="00C12B75" w:rsidRPr="008C1EA7" w:rsidRDefault="00C12B75" w:rsidP="00C12B75">
      <w:pPr>
        <w:spacing w:after="0" w:line="360" w:lineRule="auto"/>
        <w:ind w:right="60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C1EA7">
        <w:rPr>
          <w:rFonts w:ascii="Times New Roman" w:eastAsia="Arial" w:hAnsi="Times New Roman"/>
          <w:sz w:val="24"/>
          <w:szCs w:val="24"/>
          <w:lang w:eastAsia="pl-PL"/>
        </w:rPr>
        <w:t xml:space="preserve">Uziomy naturalne i sztuczne uziemień obiektów telekomunikacyjnych </w:t>
      </w:r>
      <w:r w:rsidR="005C0C28" w:rsidRPr="008C1EA7">
        <w:rPr>
          <w:rFonts w:ascii="Times New Roman" w:eastAsia="Arial" w:hAnsi="Times New Roman"/>
          <w:sz w:val="24"/>
          <w:szCs w:val="24"/>
          <w:lang w:eastAsia="pl-PL"/>
        </w:rPr>
        <w:t xml:space="preserve">umieszcza się </w:t>
      </w:r>
      <w:r w:rsidRPr="008C1EA7">
        <w:rPr>
          <w:rFonts w:ascii="Times New Roman" w:eastAsia="Arial" w:hAnsi="Times New Roman"/>
          <w:sz w:val="24"/>
          <w:szCs w:val="24"/>
          <w:lang w:eastAsia="pl-PL"/>
        </w:rPr>
        <w:t>w</w:t>
      </w:r>
      <w:r w:rsidR="009F04C3">
        <w:t> </w:t>
      </w:r>
      <w:r w:rsidRPr="008C1EA7">
        <w:rPr>
          <w:rFonts w:ascii="Times New Roman" w:eastAsia="Arial" w:hAnsi="Times New Roman"/>
          <w:sz w:val="24"/>
          <w:szCs w:val="24"/>
          <w:lang w:eastAsia="pl-PL"/>
        </w:rPr>
        <w:t>odległości nie mniejszej niż:</w:t>
      </w:r>
    </w:p>
    <w:p w14:paraId="37A90E08" w14:textId="77777777" w:rsidR="00C12B75" w:rsidRPr="008C1EA7" w:rsidRDefault="002B59B3" w:rsidP="002B59B3">
      <w:pPr>
        <w:pStyle w:val="PKTpunkt"/>
        <w:rPr>
          <w:rFonts w:eastAsia="Wingdings"/>
        </w:rPr>
      </w:pPr>
      <w:r w:rsidRPr="008C1EA7">
        <w:lastRenderedPageBreak/>
        <w:t>1)</w:t>
      </w:r>
      <w:r w:rsidRPr="008C1EA7">
        <w:tab/>
      </w:r>
      <w:r w:rsidR="00C12B75" w:rsidRPr="008C1EA7">
        <w:rPr>
          <w:rFonts w:eastAsia="Arial"/>
        </w:rPr>
        <w:t>50 m od uziemień podstacji trakcji energetycznej</w:t>
      </w:r>
      <w:r w:rsidR="00DC7FBC" w:rsidRPr="008C1EA7">
        <w:rPr>
          <w:rFonts w:eastAsia="Arial"/>
        </w:rPr>
        <w:t>;</w:t>
      </w:r>
    </w:p>
    <w:p w14:paraId="6B8C0D9D" w14:textId="77777777" w:rsidR="00C12B75" w:rsidRPr="008C1EA7" w:rsidRDefault="002B59B3" w:rsidP="002B59B3">
      <w:pPr>
        <w:pStyle w:val="PKTpunkt"/>
        <w:rPr>
          <w:rFonts w:eastAsia="Times New Roman"/>
        </w:rPr>
      </w:pPr>
      <w:r w:rsidRPr="008C1EA7">
        <w:t>2)</w:t>
      </w:r>
      <w:r w:rsidRPr="008C1EA7">
        <w:tab/>
      </w:r>
      <w:r w:rsidR="00C12B75" w:rsidRPr="008C1EA7">
        <w:rPr>
          <w:rFonts w:eastAsia="Arial"/>
        </w:rPr>
        <w:t xml:space="preserve">50 m od uziemień ochronnych słupów linii elektroenergetycznej o napięciu 110 </w:t>
      </w:r>
      <w:proofErr w:type="spellStart"/>
      <w:r w:rsidR="00C12B75" w:rsidRPr="008C1EA7">
        <w:rPr>
          <w:rFonts w:eastAsia="Arial"/>
        </w:rPr>
        <w:t>kV</w:t>
      </w:r>
      <w:proofErr w:type="spellEnd"/>
      <w:r w:rsidR="00C12B75" w:rsidRPr="008C1EA7">
        <w:rPr>
          <w:rFonts w:eastAsia="Arial"/>
        </w:rPr>
        <w:t xml:space="preserve"> lub wyższym</w:t>
      </w:r>
      <w:r w:rsidR="00DC7FBC" w:rsidRPr="008C1EA7">
        <w:rPr>
          <w:rFonts w:eastAsia="Arial"/>
        </w:rPr>
        <w:t>;</w:t>
      </w:r>
    </w:p>
    <w:p w14:paraId="76F32F87" w14:textId="77777777" w:rsidR="00C12B75" w:rsidRPr="008C1EA7" w:rsidRDefault="002B59B3" w:rsidP="002B59B3">
      <w:pPr>
        <w:pStyle w:val="PKTpunkt"/>
        <w:rPr>
          <w:rFonts w:eastAsia="Times New Roman"/>
        </w:rPr>
      </w:pPr>
      <w:r w:rsidRPr="008C1EA7">
        <w:t>3)</w:t>
      </w:r>
      <w:r w:rsidRPr="008C1EA7">
        <w:tab/>
      </w:r>
      <w:r w:rsidR="00C12B75" w:rsidRPr="008C1EA7">
        <w:rPr>
          <w:rFonts w:eastAsia="Arial"/>
        </w:rPr>
        <w:t xml:space="preserve">20 m od uziemień ochronnych słupów linii elektroenergetycznej o napięciu od 30 </w:t>
      </w:r>
      <w:proofErr w:type="spellStart"/>
      <w:r w:rsidR="00C12B75" w:rsidRPr="008C1EA7">
        <w:rPr>
          <w:rFonts w:eastAsia="Arial"/>
        </w:rPr>
        <w:t>kV</w:t>
      </w:r>
      <w:proofErr w:type="spellEnd"/>
      <w:r w:rsidR="00C12B75" w:rsidRPr="008C1EA7">
        <w:rPr>
          <w:rFonts w:eastAsia="Arial"/>
        </w:rPr>
        <w:t xml:space="preserve"> do 110 </w:t>
      </w:r>
      <w:proofErr w:type="spellStart"/>
      <w:r w:rsidR="00C12B75" w:rsidRPr="008C1EA7">
        <w:rPr>
          <w:rFonts w:eastAsia="Arial"/>
        </w:rPr>
        <w:t>kV</w:t>
      </w:r>
      <w:proofErr w:type="spellEnd"/>
      <w:r w:rsidR="00DC7FBC" w:rsidRPr="008C1EA7">
        <w:rPr>
          <w:rFonts w:eastAsia="Arial"/>
        </w:rPr>
        <w:t>;</w:t>
      </w:r>
    </w:p>
    <w:p w14:paraId="6A7332AB" w14:textId="77777777" w:rsidR="00C12B75" w:rsidRPr="008C1EA7" w:rsidRDefault="002B59B3" w:rsidP="002B59B3">
      <w:pPr>
        <w:pStyle w:val="PKTpunkt"/>
        <w:rPr>
          <w:rFonts w:eastAsia="Times New Roman"/>
        </w:rPr>
      </w:pPr>
      <w:r w:rsidRPr="008C1EA7">
        <w:t>4)</w:t>
      </w:r>
      <w:r w:rsidRPr="008C1EA7">
        <w:tab/>
      </w:r>
      <w:r w:rsidR="00C12B75" w:rsidRPr="008C1EA7">
        <w:rPr>
          <w:rFonts w:eastAsia="Arial"/>
        </w:rPr>
        <w:t>20 m od szyn lub słupów sieci trakcyjnej.</w:t>
      </w:r>
    </w:p>
    <w:p w14:paraId="606BC839" w14:textId="77777777" w:rsidR="00C12B75" w:rsidRPr="008C1EA7" w:rsidRDefault="00C12B75" w:rsidP="00C12B75">
      <w:pPr>
        <w:spacing w:after="0" w:line="0" w:lineRule="atLeast"/>
        <w:jc w:val="both"/>
        <w:rPr>
          <w:rFonts w:ascii="Times New Roman" w:eastAsia="Arial" w:hAnsi="Times New Roman"/>
          <w:sz w:val="24"/>
          <w:szCs w:val="24"/>
          <w:lang w:eastAsia="pl-PL"/>
        </w:rPr>
      </w:pPr>
      <w:r w:rsidRPr="008C1EA7">
        <w:rPr>
          <w:rFonts w:ascii="Times New Roman" w:eastAsia="Arial" w:hAnsi="Times New Roman"/>
          <w:sz w:val="24"/>
          <w:szCs w:val="24"/>
          <w:lang w:eastAsia="pl-PL"/>
        </w:rPr>
        <w:t>Te same odległości dotyczą uziomów słupów telekomunikacyjnych linii kablowych nadziemnych.</w:t>
      </w:r>
    </w:p>
    <w:p w14:paraId="21ED2773" w14:textId="77777777" w:rsidR="00C12B75" w:rsidRPr="008C1EA7" w:rsidRDefault="00C12B75" w:rsidP="00C12B75">
      <w:pPr>
        <w:autoSpaceDE w:val="0"/>
        <w:autoSpaceDN w:val="0"/>
        <w:adjustRightInd w:val="0"/>
        <w:spacing w:after="0" w:line="360" w:lineRule="auto"/>
        <w:rPr>
          <w:rFonts w:ascii="Times New Roman" w:eastAsia="Univers-PL" w:hAnsi="Times New Roman"/>
          <w:sz w:val="24"/>
          <w:szCs w:val="24"/>
          <w:lang w:eastAsia="pl-PL"/>
        </w:rPr>
      </w:pPr>
    </w:p>
    <w:p w14:paraId="220F1A1B" w14:textId="77777777" w:rsidR="00C7012C" w:rsidRPr="008C1EA7" w:rsidRDefault="00C7012C" w:rsidP="00C7012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Univers-PL" w:hAnsi="Times New Roman"/>
          <w:b/>
          <w:sz w:val="24"/>
          <w:szCs w:val="24"/>
          <w:lang w:eastAsia="pl-PL"/>
        </w:rPr>
      </w:pPr>
      <w:r w:rsidRPr="008C1EA7">
        <w:rPr>
          <w:rFonts w:ascii="Times New Roman" w:eastAsia="Univers-PL" w:hAnsi="Times New Roman"/>
          <w:sz w:val="24"/>
          <w:szCs w:val="24"/>
          <w:lang w:eastAsia="pl-PL"/>
        </w:rPr>
        <w:br w:type="page"/>
      </w:r>
      <w:r w:rsidRPr="008C1EA7">
        <w:rPr>
          <w:rFonts w:ascii="Times New Roman" w:eastAsia="Univers-PL" w:hAnsi="Times New Roman"/>
          <w:b/>
          <w:sz w:val="24"/>
          <w:szCs w:val="24"/>
          <w:lang w:eastAsia="pl-PL"/>
        </w:rPr>
        <w:lastRenderedPageBreak/>
        <w:t>Załącznik nr 3</w:t>
      </w:r>
    </w:p>
    <w:p w14:paraId="3869418B" w14:textId="77777777" w:rsidR="00C7012C" w:rsidRPr="008C1EA7" w:rsidRDefault="00C7012C" w:rsidP="00C701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Univers-PL" w:hAnsi="Times New Roman"/>
          <w:sz w:val="24"/>
          <w:szCs w:val="24"/>
          <w:lang w:eastAsia="pl-PL"/>
        </w:rPr>
      </w:pPr>
      <w:r w:rsidRPr="008C1EA7">
        <w:rPr>
          <w:rFonts w:ascii="Times New Roman" w:eastAsia="Univers-PL" w:hAnsi="Times New Roman"/>
          <w:sz w:val="24"/>
          <w:szCs w:val="24"/>
          <w:lang w:eastAsia="pl-PL"/>
        </w:rPr>
        <w:t>WYKAZ POLSKICH NORM POWOŁANYCH W ROZPORZĄDZENIU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500"/>
        <w:gridCol w:w="1801"/>
        <w:gridCol w:w="2525"/>
        <w:gridCol w:w="1569"/>
      </w:tblGrid>
      <w:tr w:rsidR="00C7012C" w:rsidRPr="008C1EA7" w14:paraId="2FF153A8" w14:textId="77777777" w:rsidTr="00FF193B">
        <w:tc>
          <w:tcPr>
            <w:tcW w:w="667" w:type="dxa"/>
            <w:shd w:val="clear" w:color="auto" w:fill="auto"/>
            <w:vAlign w:val="center"/>
          </w:tcPr>
          <w:p w14:paraId="39045321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75F5E676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Przepis rozporządzenia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5973606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Nr normy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45007971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Tytuł normy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3E3FC83B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Zakres powołania normy</w:t>
            </w:r>
          </w:p>
        </w:tc>
      </w:tr>
      <w:tr w:rsidR="00C7012C" w:rsidRPr="008C1EA7" w14:paraId="43159433" w14:textId="77777777" w:rsidTr="00FF193B">
        <w:trPr>
          <w:trHeight w:val="995"/>
        </w:trPr>
        <w:tc>
          <w:tcPr>
            <w:tcW w:w="667" w:type="dxa"/>
            <w:vMerge w:val="restart"/>
            <w:shd w:val="clear" w:color="auto" w:fill="auto"/>
          </w:tcPr>
          <w:p w14:paraId="58230DCD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shd w:val="clear" w:color="auto" w:fill="auto"/>
          </w:tcPr>
          <w:p w14:paraId="53D54D09" w14:textId="77777777" w:rsidR="00C7012C" w:rsidRPr="008C1EA7" w:rsidRDefault="00C701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8C1EA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>ust. 1 pkt 1</w:t>
            </w:r>
          </w:p>
        </w:tc>
        <w:tc>
          <w:tcPr>
            <w:tcW w:w="1801" w:type="dxa"/>
            <w:shd w:val="clear" w:color="auto" w:fill="auto"/>
          </w:tcPr>
          <w:p w14:paraId="38F92AC3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PN-EN 61386-1</w:t>
            </w:r>
          </w:p>
          <w:p w14:paraId="49EA422C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3AF968D4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Systemy rur instalacyjnych do prowadzenia</w:t>
            </w:r>
          </w:p>
          <w:p w14:paraId="0D375480" w14:textId="77777777" w:rsidR="00C7012C" w:rsidRPr="008C1EA7" w:rsidRDefault="00612EF4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P</w:t>
            </w:r>
            <w:r w:rsidR="00C7012C"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rzewodów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 xml:space="preserve"> </w:t>
            </w:r>
            <w:r w:rsidR="00AB0449"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-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 xml:space="preserve"> </w:t>
            </w:r>
            <w:r w:rsidR="00C7012C"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Część 1:</w:t>
            </w:r>
          </w:p>
          <w:p w14:paraId="1EB170EB" w14:textId="7DF4730A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Wymagania ogólne</w:t>
            </w:r>
          </w:p>
        </w:tc>
        <w:tc>
          <w:tcPr>
            <w:tcW w:w="1569" w:type="dxa"/>
            <w:shd w:val="clear" w:color="auto" w:fill="auto"/>
          </w:tcPr>
          <w:p w14:paraId="1845A69D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39C11ACE" w14:textId="77777777" w:rsidTr="00FF193B">
        <w:trPr>
          <w:trHeight w:val="1410"/>
        </w:trPr>
        <w:tc>
          <w:tcPr>
            <w:tcW w:w="667" w:type="dxa"/>
            <w:vMerge/>
            <w:shd w:val="clear" w:color="auto" w:fill="auto"/>
          </w:tcPr>
          <w:p w14:paraId="2DE34717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shd w:val="clear" w:color="auto" w:fill="auto"/>
          </w:tcPr>
          <w:p w14:paraId="032AF9AD" w14:textId="77777777" w:rsidR="00C7012C" w:rsidRPr="008C1EA7" w:rsidRDefault="00C701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8C1EA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>ust. 1 pkt 1</w:t>
            </w:r>
          </w:p>
        </w:tc>
        <w:tc>
          <w:tcPr>
            <w:tcW w:w="1801" w:type="dxa"/>
            <w:shd w:val="clear" w:color="auto" w:fill="auto"/>
          </w:tcPr>
          <w:p w14:paraId="22B91DCB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PN-EN 61386-21</w:t>
            </w:r>
          </w:p>
          <w:p w14:paraId="32B8B437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auto"/>
          </w:tcPr>
          <w:p w14:paraId="72E666B0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Systemy rur instalacyjnych do prowadzenia</w:t>
            </w:r>
          </w:p>
          <w:p w14:paraId="0BFE5D6F" w14:textId="77777777" w:rsidR="00C7012C" w:rsidRPr="008C1EA7" w:rsidRDefault="00612EF4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P</w:t>
            </w:r>
            <w:r w:rsidR="00C7012C"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rzewodów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 xml:space="preserve"> </w:t>
            </w:r>
            <w:r w:rsidR="00AB0449"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-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 xml:space="preserve"> </w:t>
            </w:r>
            <w:r w:rsidR="00C7012C"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Część 21:</w:t>
            </w:r>
          </w:p>
          <w:p w14:paraId="38532997" w14:textId="25EE4856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Wymagania szczegółowe</w:t>
            </w:r>
            <w:r w:rsidR="00612EF4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 xml:space="preserve"> -</w:t>
            </w: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 xml:space="preserve"> Systemy</w:t>
            </w:r>
          </w:p>
          <w:p w14:paraId="696F5D85" w14:textId="4159CEE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rur instalacyjnych sztywnych</w:t>
            </w:r>
          </w:p>
        </w:tc>
        <w:tc>
          <w:tcPr>
            <w:tcW w:w="1569" w:type="dxa"/>
            <w:shd w:val="clear" w:color="auto" w:fill="auto"/>
          </w:tcPr>
          <w:p w14:paraId="7063A515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72066BAA" w14:textId="77777777" w:rsidTr="00FF193B">
        <w:tc>
          <w:tcPr>
            <w:tcW w:w="667" w:type="dxa"/>
            <w:shd w:val="clear" w:color="auto" w:fill="auto"/>
          </w:tcPr>
          <w:p w14:paraId="402E1432" w14:textId="77777777" w:rsidR="00C7012C" w:rsidRPr="008C1EA7" w:rsidRDefault="001D32FE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shd w:val="clear" w:color="auto" w:fill="auto"/>
          </w:tcPr>
          <w:p w14:paraId="42C9A751" w14:textId="77777777" w:rsidR="008E02F9" w:rsidRPr="008C1EA7" w:rsidRDefault="00C7012C" w:rsidP="008E02F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8C1EA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>ust. 1 pkt 2</w:t>
            </w:r>
          </w:p>
          <w:p w14:paraId="4D24B082" w14:textId="77777777" w:rsidR="008E02F9" w:rsidRPr="008C1EA7" w:rsidRDefault="008E02F9" w:rsidP="008E02F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8C1EA7">
              <w:rPr>
                <w:rFonts w:ascii="Times New Roman" w:hAnsi="Times New Roman"/>
                <w:sz w:val="24"/>
                <w:szCs w:val="24"/>
              </w:rPr>
              <w:t>5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 xml:space="preserve"> ust. 2 pkt 4</w:t>
            </w:r>
          </w:p>
          <w:p w14:paraId="13943C27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shd w:val="clear" w:color="auto" w:fill="auto"/>
          </w:tcPr>
          <w:p w14:paraId="38D45E3D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PN-EN 124-1</w:t>
            </w:r>
          </w:p>
        </w:tc>
        <w:tc>
          <w:tcPr>
            <w:tcW w:w="2525" w:type="dxa"/>
            <w:shd w:val="clear" w:color="auto" w:fill="auto"/>
          </w:tcPr>
          <w:p w14:paraId="46301B3C" w14:textId="210AC29F" w:rsidR="00C7012C" w:rsidRPr="008C1EA7" w:rsidRDefault="00612EF4" w:rsidP="00AB0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F4">
              <w:rPr>
                <w:rFonts w:ascii="Times New Roman" w:hAnsi="Times New Roman"/>
                <w:sz w:val="24"/>
                <w:szCs w:val="24"/>
              </w:rPr>
              <w:t xml:space="preserve">Zwieńczenia wpustów i studzienek włazowych do nawierzchni dla ruchu pieszego i kołowego - Część 1: Klasyfikacja, ogólne zasady projektowania, wymagania funkcjonalne i badawcze, metody badań </w:t>
            </w:r>
            <w:r w:rsidRPr="00612EF4">
              <w:rPr>
                <w:rFonts w:ascii="Times New Roman" w:hAnsi="Times New Roman"/>
                <w:sz w:val="24"/>
                <w:szCs w:val="24"/>
              </w:rPr>
              <w:br/>
              <w:t>i ocena zgodności</w:t>
            </w:r>
          </w:p>
        </w:tc>
        <w:tc>
          <w:tcPr>
            <w:tcW w:w="1569" w:type="dxa"/>
            <w:shd w:val="clear" w:color="auto" w:fill="auto"/>
          </w:tcPr>
          <w:p w14:paraId="3E9194CE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1C2989A7" w14:textId="77777777" w:rsidTr="00FF193B">
        <w:tc>
          <w:tcPr>
            <w:tcW w:w="667" w:type="dxa"/>
            <w:shd w:val="clear" w:color="auto" w:fill="auto"/>
          </w:tcPr>
          <w:p w14:paraId="7B5D47E0" w14:textId="77777777" w:rsidR="00C7012C" w:rsidRPr="008C1EA7" w:rsidRDefault="001D32FE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  <w:shd w:val="clear" w:color="auto" w:fill="auto"/>
          </w:tcPr>
          <w:p w14:paraId="449B449A" w14:textId="77777777" w:rsidR="00C7012C" w:rsidRPr="008C1EA7" w:rsidRDefault="00C701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8C1EA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>ust. 1 pkt 2</w:t>
            </w:r>
          </w:p>
        </w:tc>
        <w:tc>
          <w:tcPr>
            <w:tcW w:w="1801" w:type="dxa"/>
            <w:shd w:val="clear" w:color="auto" w:fill="auto"/>
          </w:tcPr>
          <w:p w14:paraId="13A394E6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PN-EN 124-4</w:t>
            </w:r>
          </w:p>
        </w:tc>
        <w:tc>
          <w:tcPr>
            <w:tcW w:w="2525" w:type="dxa"/>
            <w:shd w:val="clear" w:color="auto" w:fill="auto"/>
          </w:tcPr>
          <w:p w14:paraId="059403F0" w14:textId="116181E5" w:rsidR="00C7012C" w:rsidRPr="008C1EA7" w:rsidRDefault="00612EF4" w:rsidP="00AB0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F4">
              <w:rPr>
                <w:rFonts w:ascii="Times New Roman" w:hAnsi="Times New Roman"/>
                <w:sz w:val="24"/>
                <w:szCs w:val="24"/>
              </w:rPr>
              <w:t>Zwieńczenia wpustów i studzienek włazowych do nawierzchni dla ruchu pieszego i kołowego - Część 4: Zwieńczenia wpustów i studzienek włazowych wykonane z betonu zbrojonego stalą</w:t>
            </w:r>
          </w:p>
        </w:tc>
        <w:tc>
          <w:tcPr>
            <w:tcW w:w="1569" w:type="dxa"/>
            <w:shd w:val="clear" w:color="auto" w:fill="auto"/>
          </w:tcPr>
          <w:p w14:paraId="1A67D380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0001C845" w14:textId="77777777" w:rsidTr="00FF193B">
        <w:tc>
          <w:tcPr>
            <w:tcW w:w="667" w:type="dxa"/>
            <w:shd w:val="clear" w:color="auto" w:fill="auto"/>
          </w:tcPr>
          <w:p w14:paraId="00928F55" w14:textId="77777777" w:rsidR="00C7012C" w:rsidRPr="008C1EA7" w:rsidRDefault="001D32FE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  <w:shd w:val="clear" w:color="auto" w:fill="auto"/>
          </w:tcPr>
          <w:p w14:paraId="1191642F" w14:textId="77777777" w:rsidR="00C7012C" w:rsidRPr="008C1EA7" w:rsidRDefault="00C701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8C1EA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>ust. 1 pkt 2</w:t>
            </w:r>
          </w:p>
        </w:tc>
        <w:tc>
          <w:tcPr>
            <w:tcW w:w="1801" w:type="dxa"/>
            <w:shd w:val="clear" w:color="auto" w:fill="auto"/>
          </w:tcPr>
          <w:p w14:paraId="11BD0A50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PN-EN 124-5</w:t>
            </w:r>
          </w:p>
        </w:tc>
        <w:tc>
          <w:tcPr>
            <w:tcW w:w="2525" w:type="dxa"/>
            <w:shd w:val="clear" w:color="auto" w:fill="auto"/>
          </w:tcPr>
          <w:p w14:paraId="1C4156A0" w14:textId="45922879" w:rsidR="00C7012C" w:rsidRPr="008C1EA7" w:rsidRDefault="000D060B" w:rsidP="00AB0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60B">
              <w:rPr>
                <w:rFonts w:ascii="Times New Roman" w:hAnsi="Times New Roman"/>
                <w:sz w:val="24"/>
                <w:szCs w:val="24"/>
              </w:rPr>
              <w:t>Zwieńczenia wpustów i studzienek włazowych do nawierzchni dla ruchu pieszego i kołowego - Część 5: Zwieńczenia wpustów i studzienek włazowych wykonane z materiałów kompozytowych</w:t>
            </w:r>
          </w:p>
        </w:tc>
        <w:tc>
          <w:tcPr>
            <w:tcW w:w="1569" w:type="dxa"/>
            <w:shd w:val="clear" w:color="auto" w:fill="auto"/>
          </w:tcPr>
          <w:p w14:paraId="11A4F2C2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0904D69C" w14:textId="77777777" w:rsidTr="00FF193B">
        <w:tc>
          <w:tcPr>
            <w:tcW w:w="667" w:type="dxa"/>
            <w:shd w:val="clear" w:color="auto" w:fill="auto"/>
          </w:tcPr>
          <w:p w14:paraId="5F6CBB58" w14:textId="77777777" w:rsidR="00C7012C" w:rsidRPr="00455601" w:rsidRDefault="001D32FE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00" w:type="dxa"/>
            <w:shd w:val="clear" w:color="auto" w:fill="auto"/>
          </w:tcPr>
          <w:p w14:paraId="695C10F9" w14:textId="77777777" w:rsidR="00C7012C" w:rsidRPr="00455601" w:rsidRDefault="00C701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455601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55601">
              <w:rPr>
                <w:rFonts w:ascii="Times New Roman" w:hAnsi="Times New Roman"/>
                <w:sz w:val="24"/>
                <w:szCs w:val="24"/>
              </w:rPr>
              <w:t>ust. 1 pkt. 2</w:t>
            </w:r>
          </w:p>
        </w:tc>
        <w:tc>
          <w:tcPr>
            <w:tcW w:w="1801" w:type="dxa"/>
            <w:shd w:val="clear" w:color="auto" w:fill="auto"/>
          </w:tcPr>
          <w:p w14:paraId="0C0402FE" w14:textId="70875D4B" w:rsidR="00C7012C" w:rsidRPr="00455601" w:rsidRDefault="00C7012C" w:rsidP="00D44DD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>PN-EN 206+</w:t>
            </w:r>
            <w:r w:rsidR="00D44DDF" w:rsidRPr="00455601">
              <w:rPr>
                <w:rFonts w:ascii="Times New Roman" w:hAnsi="Times New Roman"/>
                <w:sz w:val="24"/>
                <w:szCs w:val="24"/>
              </w:rPr>
              <w:t>A2</w:t>
            </w:r>
          </w:p>
        </w:tc>
        <w:tc>
          <w:tcPr>
            <w:tcW w:w="2525" w:type="dxa"/>
            <w:shd w:val="clear" w:color="auto" w:fill="auto"/>
          </w:tcPr>
          <w:p w14:paraId="10F37848" w14:textId="1412F31F" w:rsidR="00C7012C" w:rsidRPr="00455601" w:rsidRDefault="00C7012C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>Beton. Wymagania, właściwości, produkcja i zgodność</w:t>
            </w:r>
          </w:p>
        </w:tc>
        <w:tc>
          <w:tcPr>
            <w:tcW w:w="1569" w:type="dxa"/>
            <w:shd w:val="clear" w:color="auto" w:fill="auto"/>
          </w:tcPr>
          <w:p w14:paraId="675A29DC" w14:textId="77777777" w:rsidR="00C7012C" w:rsidRPr="00455601" w:rsidRDefault="00C7012C" w:rsidP="00CD0F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0E8952F0" w14:textId="77777777" w:rsidTr="00FF193B">
        <w:tc>
          <w:tcPr>
            <w:tcW w:w="667" w:type="dxa"/>
            <w:shd w:val="clear" w:color="auto" w:fill="auto"/>
          </w:tcPr>
          <w:p w14:paraId="19A9D18D" w14:textId="77777777" w:rsidR="00C7012C" w:rsidRPr="00455601" w:rsidRDefault="001D32FE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  <w:shd w:val="clear" w:color="auto" w:fill="auto"/>
          </w:tcPr>
          <w:p w14:paraId="22D8CE83" w14:textId="77777777" w:rsidR="00C7012C" w:rsidRPr="00455601" w:rsidRDefault="00C701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455601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55601">
              <w:rPr>
                <w:rFonts w:ascii="Times New Roman" w:hAnsi="Times New Roman"/>
                <w:sz w:val="24"/>
                <w:szCs w:val="24"/>
              </w:rPr>
              <w:t>ust. 4</w:t>
            </w:r>
          </w:p>
        </w:tc>
        <w:tc>
          <w:tcPr>
            <w:tcW w:w="1801" w:type="dxa"/>
            <w:shd w:val="clear" w:color="auto" w:fill="auto"/>
          </w:tcPr>
          <w:p w14:paraId="72774B95" w14:textId="77777777" w:rsidR="00C7012C" w:rsidRPr="00455601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>PN-EN 12843</w:t>
            </w:r>
          </w:p>
        </w:tc>
        <w:tc>
          <w:tcPr>
            <w:tcW w:w="2525" w:type="dxa"/>
            <w:shd w:val="clear" w:color="auto" w:fill="auto"/>
          </w:tcPr>
          <w:p w14:paraId="659B84B8" w14:textId="36059CE4" w:rsidR="00C7012C" w:rsidRPr="00455601" w:rsidRDefault="00AB0449" w:rsidP="00CD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 xml:space="preserve">Prefabrykaty z betonu - </w:t>
            </w:r>
            <w:r w:rsidR="00C7012C" w:rsidRPr="00455601">
              <w:rPr>
                <w:rFonts w:ascii="Times New Roman" w:hAnsi="Times New Roman"/>
                <w:sz w:val="24"/>
                <w:szCs w:val="24"/>
              </w:rPr>
              <w:t>Maszty i słupy</w:t>
            </w:r>
          </w:p>
        </w:tc>
        <w:tc>
          <w:tcPr>
            <w:tcW w:w="1569" w:type="dxa"/>
            <w:shd w:val="clear" w:color="auto" w:fill="auto"/>
          </w:tcPr>
          <w:p w14:paraId="1A3F6EC6" w14:textId="77777777" w:rsidR="00C7012C" w:rsidRPr="00455601" w:rsidRDefault="00C7012C" w:rsidP="00CD0F95">
            <w:pPr>
              <w:jc w:val="center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455601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0DFC1A4F" w14:textId="77777777" w:rsidTr="00FF193B">
        <w:tc>
          <w:tcPr>
            <w:tcW w:w="667" w:type="dxa"/>
            <w:shd w:val="clear" w:color="auto" w:fill="auto"/>
          </w:tcPr>
          <w:p w14:paraId="453F6CB9" w14:textId="77777777" w:rsidR="00C7012C" w:rsidRPr="00455601" w:rsidRDefault="001D32FE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00" w:type="dxa"/>
            <w:shd w:val="clear" w:color="auto" w:fill="auto"/>
          </w:tcPr>
          <w:p w14:paraId="2D3ABD24" w14:textId="77777777" w:rsidR="00C7012C" w:rsidRPr="00455601" w:rsidRDefault="00C701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455601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55601">
              <w:rPr>
                <w:rFonts w:ascii="Times New Roman" w:hAnsi="Times New Roman"/>
                <w:sz w:val="24"/>
                <w:szCs w:val="24"/>
              </w:rPr>
              <w:t>ust. 4</w:t>
            </w:r>
          </w:p>
        </w:tc>
        <w:tc>
          <w:tcPr>
            <w:tcW w:w="1801" w:type="dxa"/>
            <w:shd w:val="clear" w:color="auto" w:fill="auto"/>
          </w:tcPr>
          <w:p w14:paraId="4176CFF1" w14:textId="77777777" w:rsidR="00C7012C" w:rsidRPr="00455601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>PN-B-19501</w:t>
            </w:r>
          </w:p>
        </w:tc>
        <w:tc>
          <w:tcPr>
            <w:tcW w:w="2525" w:type="dxa"/>
            <w:shd w:val="clear" w:color="auto" w:fill="auto"/>
          </w:tcPr>
          <w:p w14:paraId="06141D6E" w14:textId="1060AC40" w:rsidR="00C7012C" w:rsidRPr="00455601" w:rsidRDefault="00C7012C" w:rsidP="00AB0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>Prefabrykaty z betonu</w:t>
            </w:r>
            <w:r w:rsidR="003654A7" w:rsidRPr="004556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449" w:rsidRPr="00455601">
              <w:rPr>
                <w:rFonts w:ascii="Times New Roman" w:hAnsi="Times New Roman"/>
                <w:sz w:val="24"/>
                <w:szCs w:val="24"/>
              </w:rPr>
              <w:t>-</w:t>
            </w:r>
            <w:r w:rsidRPr="00455601">
              <w:rPr>
                <w:rFonts w:ascii="Times New Roman" w:hAnsi="Times New Roman"/>
                <w:sz w:val="24"/>
                <w:szCs w:val="24"/>
              </w:rPr>
              <w:t>Prefabrykaty żelbetowe dla telekomunikacji</w:t>
            </w:r>
          </w:p>
        </w:tc>
        <w:tc>
          <w:tcPr>
            <w:tcW w:w="1569" w:type="dxa"/>
            <w:shd w:val="clear" w:color="auto" w:fill="auto"/>
          </w:tcPr>
          <w:p w14:paraId="4CB9C65F" w14:textId="77777777" w:rsidR="00C7012C" w:rsidRPr="00455601" w:rsidRDefault="00C7012C" w:rsidP="00CD0F95">
            <w:pPr>
              <w:jc w:val="center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455601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267A824B" w14:textId="77777777" w:rsidTr="00FF193B">
        <w:tc>
          <w:tcPr>
            <w:tcW w:w="667" w:type="dxa"/>
            <w:shd w:val="clear" w:color="auto" w:fill="auto"/>
          </w:tcPr>
          <w:p w14:paraId="1B89FC7A" w14:textId="77777777" w:rsidR="00C7012C" w:rsidRPr="00455601" w:rsidDel="0098607D" w:rsidRDefault="001D32FE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500" w:type="dxa"/>
            <w:shd w:val="clear" w:color="auto" w:fill="auto"/>
          </w:tcPr>
          <w:p w14:paraId="17A79B81" w14:textId="77777777" w:rsidR="00C7012C" w:rsidRPr="00455601" w:rsidRDefault="00C701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455601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55601">
              <w:rPr>
                <w:rFonts w:ascii="Times New Roman" w:hAnsi="Times New Roman"/>
                <w:sz w:val="24"/>
                <w:szCs w:val="24"/>
              </w:rPr>
              <w:t>ust. 4</w:t>
            </w:r>
          </w:p>
        </w:tc>
        <w:tc>
          <w:tcPr>
            <w:tcW w:w="1801" w:type="dxa"/>
            <w:shd w:val="clear" w:color="auto" w:fill="auto"/>
          </w:tcPr>
          <w:p w14:paraId="14056CC6" w14:textId="77777777" w:rsidR="00C7012C" w:rsidRPr="00455601" w:rsidRDefault="00C7012C" w:rsidP="00F47E5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>PN-EN 12767</w:t>
            </w:r>
            <w:r w:rsidR="001D32FE" w:rsidRPr="00455601">
              <w:rPr>
                <w:rFonts w:ascii="Times New Roman" w:hAnsi="Times New Roman"/>
                <w:sz w:val="24"/>
                <w:szCs w:val="24"/>
                <w:vertAlign w:val="superscript"/>
              </w:rPr>
              <w:t>*)</w:t>
            </w:r>
          </w:p>
        </w:tc>
        <w:tc>
          <w:tcPr>
            <w:tcW w:w="2525" w:type="dxa"/>
            <w:shd w:val="clear" w:color="auto" w:fill="auto"/>
          </w:tcPr>
          <w:p w14:paraId="2F2A914B" w14:textId="67BCC96C" w:rsidR="00C7012C" w:rsidRPr="00455601" w:rsidRDefault="00C7012C" w:rsidP="00AB0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601">
              <w:rPr>
                <w:rFonts w:ascii="Times New Roman" w:hAnsi="Times New Roman"/>
                <w:sz w:val="24"/>
                <w:szCs w:val="24"/>
              </w:rPr>
              <w:t>Bierne bezpieczeństwo konstrukcji wsporczych dla urządzeń drogowych</w:t>
            </w:r>
            <w:r w:rsidR="00D44DDF" w:rsidRPr="004556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449" w:rsidRPr="00455601">
              <w:rPr>
                <w:rFonts w:ascii="Times New Roman" w:hAnsi="Times New Roman"/>
                <w:sz w:val="24"/>
                <w:szCs w:val="24"/>
              </w:rPr>
              <w:t>-</w:t>
            </w:r>
            <w:r w:rsidRPr="00455601">
              <w:rPr>
                <w:rFonts w:ascii="Times New Roman" w:hAnsi="Times New Roman"/>
                <w:sz w:val="24"/>
                <w:szCs w:val="24"/>
              </w:rPr>
              <w:t>Wymagania i metody badań</w:t>
            </w:r>
          </w:p>
        </w:tc>
        <w:tc>
          <w:tcPr>
            <w:tcW w:w="1569" w:type="dxa"/>
            <w:shd w:val="clear" w:color="auto" w:fill="auto"/>
          </w:tcPr>
          <w:p w14:paraId="0F14A7EA" w14:textId="77777777" w:rsidR="00C7012C" w:rsidRPr="00455601" w:rsidRDefault="00C7012C" w:rsidP="00CD0F95">
            <w:pPr>
              <w:jc w:val="center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455601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5121121F" w14:textId="77777777" w:rsidTr="00FF193B">
        <w:tc>
          <w:tcPr>
            <w:tcW w:w="667" w:type="dxa"/>
            <w:shd w:val="clear" w:color="auto" w:fill="auto"/>
          </w:tcPr>
          <w:p w14:paraId="44E53942" w14:textId="77777777" w:rsidR="00C7012C" w:rsidRPr="008C1EA7" w:rsidDel="0098607D" w:rsidRDefault="001D32FE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00" w:type="dxa"/>
            <w:shd w:val="clear" w:color="auto" w:fill="auto"/>
          </w:tcPr>
          <w:p w14:paraId="28D273CB" w14:textId="77777777" w:rsidR="00C7012C" w:rsidRPr="008C1EA7" w:rsidRDefault="00C701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C7FBC" w:rsidRPr="008C1EA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>ust. 5</w:t>
            </w:r>
          </w:p>
        </w:tc>
        <w:tc>
          <w:tcPr>
            <w:tcW w:w="1801" w:type="dxa"/>
            <w:shd w:val="clear" w:color="auto" w:fill="auto"/>
          </w:tcPr>
          <w:p w14:paraId="2CB0EBEB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PN-EN 1993</w:t>
            </w:r>
            <w:r w:rsidR="00365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>-3-1</w:t>
            </w:r>
          </w:p>
        </w:tc>
        <w:tc>
          <w:tcPr>
            <w:tcW w:w="2525" w:type="dxa"/>
            <w:shd w:val="clear" w:color="auto" w:fill="auto"/>
          </w:tcPr>
          <w:p w14:paraId="1A57608D" w14:textId="52F431E5" w:rsidR="00C7012C" w:rsidRPr="008C1EA7" w:rsidRDefault="003654A7" w:rsidP="00AB0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54A7">
              <w:rPr>
                <w:rFonts w:ascii="Times New Roman" w:hAnsi="Times New Roman"/>
                <w:sz w:val="24"/>
                <w:szCs w:val="24"/>
              </w:rPr>
              <w:t>Eurokod</w:t>
            </w:r>
            <w:proofErr w:type="spellEnd"/>
            <w:r w:rsidRPr="003654A7">
              <w:rPr>
                <w:rFonts w:ascii="Times New Roman" w:hAnsi="Times New Roman"/>
                <w:sz w:val="24"/>
                <w:szCs w:val="24"/>
              </w:rPr>
              <w:t xml:space="preserve"> 3: Projektowanie konstrukcji stalowych - Część 3-1: Wieże, maszty </w:t>
            </w:r>
            <w:r w:rsidRPr="003654A7">
              <w:rPr>
                <w:rFonts w:ascii="Times New Roman" w:hAnsi="Times New Roman"/>
                <w:sz w:val="24"/>
                <w:szCs w:val="24"/>
              </w:rPr>
              <w:br/>
              <w:t>i kominy - Wieże i maszty</w:t>
            </w:r>
          </w:p>
        </w:tc>
        <w:tc>
          <w:tcPr>
            <w:tcW w:w="1569" w:type="dxa"/>
            <w:shd w:val="clear" w:color="auto" w:fill="auto"/>
          </w:tcPr>
          <w:p w14:paraId="251FD452" w14:textId="77777777" w:rsidR="00C7012C" w:rsidRPr="008C1EA7" w:rsidRDefault="00C7012C" w:rsidP="00CD0F95">
            <w:pPr>
              <w:jc w:val="center"/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3D11EE6C" w14:textId="77777777" w:rsidTr="00FF193B">
        <w:tc>
          <w:tcPr>
            <w:tcW w:w="667" w:type="dxa"/>
            <w:shd w:val="clear" w:color="auto" w:fill="auto"/>
          </w:tcPr>
          <w:p w14:paraId="7CC12246" w14:textId="77777777" w:rsidR="00C7012C" w:rsidRPr="008C1EA7" w:rsidRDefault="001D32FE" w:rsidP="001D32F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00" w:type="dxa"/>
            <w:shd w:val="clear" w:color="auto" w:fill="auto"/>
          </w:tcPr>
          <w:p w14:paraId="184CD0AB" w14:textId="77777777" w:rsidR="00C7012C" w:rsidRPr="008C1EA7" w:rsidRDefault="00C7012C" w:rsidP="00DD456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Zał.</w:t>
            </w:r>
            <w:r w:rsidR="004D13B4" w:rsidRPr="008C1E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 xml:space="preserve"> nr </w:t>
            </w:r>
            <w:r w:rsidR="00DD4569" w:rsidRPr="008C1EA7">
              <w:rPr>
                <w:rFonts w:ascii="Times New Roman" w:hAnsi="Times New Roman"/>
                <w:sz w:val="24"/>
                <w:szCs w:val="24"/>
              </w:rPr>
              <w:t>2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 xml:space="preserve"> ust. 7</w:t>
            </w:r>
          </w:p>
        </w:tc>
        <w:tc>
          <w:tcPr>
            <w:tcW w:w="1801" w:type="dxa"/>
            <w:shd w:val="clear" w:color="auto" w:fill="auto"/>
          </w:tcPr>
          <w:p w14:paraId="55EDDFB3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 xml:space="preserve">PN-EN 62305-3 </w:t>
            </w:r>
          </w:p>
          <w:p w14:paraId="21ABBCFB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auto"/>
          </w:tcPr>
          <w:p w14:paraId="547DB2B0" w14:textId="7D2B001F" w:rsidR="00C7012C" w:rsidRPr="008C1EA7" w:rsidRDefault="00C7012C" w:rsidP="00AB0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Ochrona odgromowa</w:t>
            </w:r>
            <w:r w:rsidR="00365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449" w:rsidRPr="008C1EA7">
              <w:rPr>
                <w:rFonts w:ascii="Times New Roman" w:hAnsi="Times New Roman"/>
                <w:sz w:val="24"/>
                <w:szCs w:val="24"/>
              </w:rPr>
              <w:t>-</w:t>
            </w:r>
            <w:r w:rsidR="00365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>Część 3: Uszkodzenia fizyczne obiektów i zagrożenie życia</w:t>
            </w:r>
          </w:p>
        </w:tc>
        <w:tc>
          <w:tcPr>
            <w:tcW w:w="1569" w:type="dxa"/>
            <w:shd w:val="clear" w:color="auto" w:fill="auto"/>
          </w:tcPr>
          <w:p w14:paraId="753CEB0B" w14:textId="77777777" w:rsidR="00C7012C" w:rsidRPr="008C1EA7" w:rsidRDefault="00C7012C" w:rsidP="00CD0F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54AF6A4B" w14:textId="77777777" w:rsidTr="00FF193B">
        <w:tc>
          <w:tcPr>
            <w:tcW w:w="667" w:type="dxa"/>
            <w:shd w:val="clear" w:color="auto" w:fill="auto"/>
          </w:tcPr>
          <w:p w14:paraId="73F46E96" w14:textId="77777777" w:rsidR="00C7012C" w:rsidRPr="008C1EA7" w:rsidRDefault="001D32FE" w:rsidP="001D32F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shd w:val="clear" w:color="auto" w:fill="auto"/>
          </w:tcPr>
          <w:p w14:paraId="03436A08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Zał. nr 1 cz. IV ust. 1 pkt 4</w:t>
            </w:r>
          </w:p>
          <w:p w14:paraId="4C4759FF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Zał. nr 1 cz. IV ust. 2 pkt 3</w:t>
            </w:r>
          </w:p>
        </w:tc>
        <w:tc>
          <w:tcPr>
            <w:tcW w:w="1801" w:type="dxa"/>
            <w:shd w:val="clear" w:color="auto" w:fill="auto"/>
          </w:tcPr>
          <w:p w14:paraId="6854621B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PN-EN ISO 9969</w:t>
            </w:r>
          </w:p>
        </w:tc>
        <w:tc>
          <w:tcPr>
            <w:tcW w:w="2525" w:type="dxa"/>
            <w:shd w:val="clear" w:color="auto" w:fill="auto"/>
          </w:tcPr>
          <w:p w14:paraId="084487D2" w14:textId="75B08E9C" w:rsidR="00C7012C" w:rsidRPr="008C1EA7" w:rsidRDefault="00C7012C" w:rsidP="00AB0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Rury z tworzyw termoplastycznych</w:t>
            </w:r>
            <w:r w:rsidR="00365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449" w:rsidRPr="008C1EA7">
              <w:rPr>
                <w:rFonts w:ascii="Times New Roman" w:hAnsi="Times New Roman"/>
                <w:sz w:val="24"/>
                <w:szCs w:val="24"/>
              </w:rPr>
              <w:t>-</w:t>
            </w:r>
            <w:r w:rsidR="00365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1EA7">
              <w:rPr>
                <w:rFonts w:ascii="Times New Roman" w:hAnsi="Times New Roman"/>
                <w:sz w:val="24"/>
                <w:szCs w:val="24"/>
              </w:rPr>
              <w:t>Oznaczanie sztywności obwodowej</w:t>
            </w:r>
          </w:p>
        </w:tc>
        <w:tc>
          <w:tcPr>
            <w:tcW w:w="1569" w:type="dxa"/>
            <w:shd w:val="clear" w:color="auto" w:fill="auto"/>
          </w:tcPr>
          <w:p w14:paraId="481B26E1" w14:textId="77777777" w:rsidR="00C7012C" w:rsidRPr="008C1EA7" w:rsidRDefault="00C7012C" w:rsidP="00CD0F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C7012C" w:rsidRPr="008C1EA7" w14:paraId="4716F3C9" w14:textId="77777777" w:rsidTr="00FF193B">
        <w:tc>
          <w:tcPr>
            <w:tcW w:w="667" w:type="dxa"/>
            <w:shd w:val="clear" w:color="auto" w:fill="auto"/>
          </w:tcPr>
          <w:p w14:paraId="688D8FF1" w14:textId="77777777" w:rsidR="00C7012C" w:rsidRPr="008C1EA7" w:rsidRDefault="001D32FE" w:rsidP="001D32F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shd w:val="clear" w:color="auto" w:fill="auto"/>
          </w:tcPr>
          <w:p w14:paraId="19D80272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Zał. nr 1 cz. III ust. 4 pkt 4</w:t>
            </w:r>
          </w:p>
        </w:tc>
        <w:tc>
          <w:tcPr>
            <w:tcW w:w="1801" w:type="dxa"/>
            <w:shd w:val="clear" w:color="auto" w:fill="auto"/>
          </w:tcPr>
          <w:p w14:paraId="0EE2867D" w14:textId="77777777" w:rsidR="00C7012C" w:rsidRPr="008C1EA7" w:rsidRDefault="00C7012C" w:rsidP="00CD0F9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hAnsi="Times New Roman"/>
                <w:sz w:val="24"/>
                <w:szCs w:val="24"/>
              </w:rPr>
              <w:t>PN-T-45002</w:t>
            </w:r>
          </w:p>
        </w:tc>
        <w:tc>
          <w:tcPr>
            <w:tcW w:w="2525" w:type="dxa"/>
            <w:shd w:val="clear" w:color="auto" w:fill="auto"/>
          </w:tcPr>
          <w:p w14:paraId="234E304B" w14:textId="6F0B4EF0" w:rsidR="00C7012C" w:rsidRPr="008C1EA7" w:rsidRDefault="003654A7" w:rsidP="00AB0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4A7">
              <w:rPr>
                <w:rFonts w:ascii="Times New Roman" w:hAnsi="Times New Roman"/>
                <w:sz w:val="24"/>
                <w:szCs w:val="24"/>
              </w:rPr>
              <w:t>Telekomunikacyjne linie przewodowe - Skrzyżowania z liniami kolejowymi - Wymagania ogólne</w:t>
            </w:r>
          </w:p>
        </w:tc>
        <w:tc>
          <w:tcPr>
            <w:tcW w:w="1569" w:type="dxa"/>
            <w:shd w:val="clear" w:color="auto" w:fill="auto"/>
          </w:tcPr>
          <w:p w14:paraId="099F80A5" w14:textId="77777777" w:rsidR="00C7012C" w:rsidRPr="008C1EA7" w:rsidRDefault="00C7012C" w:rsidP="00CD0F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EA7"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  <w:t>całość normy</w:t>
            </w:r>
          </w:p>
        </w:tc>
      </w:tr>
      <w:tr w:rsidR="001D32FE" w:rsidRPr="008C1EA7" w14:paraId="6B531D97" w14:textId="77777777" w:rsidTr="00FF193B">
        <w:tc>
          <w:tcPr>
            <w:tcW w:w="9062" w:type="dxa"/>
            <w:gridSpan w:val="5"/>
            <w:shd w:val="clear" w:color="auto" w:fill="auto"/>
          </w:tcPr>
          <w:p w14:paraId="5693488D" w14:textId="77777777" w:rsidR="001D32FE" w:rsidRPr="008C1EA7" w:rsidRDefault="001D32FE" w:rsidP="00264B2C">
            <w:pPr>
              <w:rPr>
                <w:rFonts w:ascii="Times New Roman" w:eastAsia="TimesNew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vertAlign w:val="superscript"/>
                <w:lang w:eastAsia="pl-PL"/>
              </w:rPr>
              <w:t xml:space="preserve">*) </w:t>
            </w:r>
            <w:r w:rsidRPr="00455601">
              <w:rPr>
                <w:rFonts w:ascii="Times New Roman" w:eastAsia="TimesNewRoman" w:hAnsi="Times New Roman"/>
                <w:lang w:eastAsia="pl-PL"/>
              </w:rPr>
              <w:t>W przypadku gdy przywołano wycofaną Polską Normę, należy stosować najnowszą normę opublikowaną w języku polskim</w:t>
            </w:r>
          </w:p>
        </w:tc>
      </w:tr>
    </w:tbl>
    <w:p w14:paraId="6EA317EC" w14:textId="77777777" w:rsidR="00C7012C" w:rsidRPr="008C1EA7" w:rsidRDefault="00C7012C" w:rsidP="00C7012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1D9B27F" w14:textId="77777777" w:rsidR="00C7012C" w:rsidRPr="008C1EA7" w:rsidRDefault="00C7012C" w:rsidP="00737F6A">
      <w:pPr>
        <w:sectPr w:rsidR="00C7012C" w:rsidRPr="008C1EA7" w:rsidSect="00CD0F95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B6C435C" w14:textId="77777777" w:rsidR="00207D4B" w:rsidRPr="00207D4B" w:rsidRDefault="00207D4B" w:rsidP="00207D4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07D4B">
        <w:rPr>
          <w:rFonts w:ascii="Times New Roman" w:hAnsi="Times New Roman"/>
          <w:sz w:val="24"/>
          <w:szCs w:val="24"/>
        </w:rPr>
        <w:lastRenderedPageBreak/>
        <w:t>UZASADNIENIE</w:t>
      </w:r>
    </w:p>
    <w:p w14:paraId="6360FF6E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Część ogólna</w:t>
      </w:r>
    </w:p>
    <w:p w14:paraId="1B340517" w14:textId="0D500B59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Projektowane rozporządzenie Ministra Cyfryzacji w sprawie warunków technicznych, jakim powinny odpowiadać telekomunikacyjne obiekty budowlane i ich usytuowanie stanowi wypełnienie delegacji ustawowej zawartej w art. 7 ust. 2 pkt 2 ustawy z dnia 7 lipca 1994 r. Prawo budowlane, zwanej dalej „Pb”.</w:t>
      </w:r>
    </w:p>
    <w:p w14:paraId="35B40CF0" w14:textId="52D0170B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Konieczność wydania nowego aktu prawnego regulującego warunki techniczne, jakim powinny odpowiadać telekomunikacyjne obiekty budowlane związana jest z wejściem w życie ustawy z dnia 19 lipca 2019 r. o zapewnianiu dostępności osobom ze szczególnymi potrzebami. Zgodnie z art. 66 tej ustawy, dotychczasowe przepisy wykonawcze wydane na podstawie art. 7 ust. 2 i 3 oraz art. 34 ust. 6 pkt 1 Pb w brzmieniu dotychczasowym zachowują moc nie dłużej niż przez 36 miesięcy od dnia wejścia w życie ustawy i mogą być w tym czasie zmieniane. Oznacza to, że z dniem 20 września 2022 r. utraci moc rozporządzenie Ministra Infrastruktury z dnia 26 października 2005 r. w sprawie warunków technicznych, jakim powinny odpowiadać telekomunikacyjne obiekty budowlane i ich usytuowanie (Dz. U. poz. 1864 oraz z 2010 r. poz. 773).</w:t>
      </w:r>
    </w:p>
    <w:p w14:paraId="576114E6" w14:textId="66416C2A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Projektowane rozporządzenie ma na celu kompleksowe uregulowanie zasad projektowania i</w:t>
      </w:r>
      <w:r w:rsidR="004F1CF6">
        <w:t> 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budowy telekomunikacyjnych linii kablowych (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mikrokanalizacji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światłowodowej, telekomunikacyjnych linii kablowych podziemnych i nadziemnych) oraz stworzenie przejrzystego otoczenia prawnego, ułatwiającego prowadzenie działalności gospodarczej przez podmioty obecnie funkcjonujące na rynku, a także przedsiębiorców, którzy zamierzają dopiero podjąć taką działalność.</w:t>
      </w:r>
    </w:p>
    <w:p w14:paraId="426BA0DC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 czasie, jaki upłynął od 2005 r., tj. wydania obecnie obowiązującego rozporządzenia</w:t>
      </w:r>
      <w:r w:rsidRPr="00207D4B">
        <w:rPr>
          <w:rFonts w:eastAsia="Times New Roman" w:cs="Calibri"/>
          <w:b/>
          <w:bCs/>
          <w:i/>
          <w:sz w:val="24"/>
          <w:szCs w:val="20"/>
          <w:lang w:eastAsia="pl-PL"/>
        </w:rPr>
        <w:t xml:space="preserve">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Ministra Infrastruktury z dnia 26 października 2005 r. w sprawie warunków technicznych, jakim powinny odpowiadać telekomunikacyjne obiekty budowlane i ich usytuowanie i jego nowelizacji w 2010 r., nastąpił znaczny rozwój technologii telekomunikacyjnych. W pełni wdrożona została mobilna sieć telekomunikacyjna czwartej generacji, a obecnie rozpoczęły się prace nad wdrożeniem sieci piątej generacji. Dodatkowo rozwój nowoczesnych technologii oddziałuje na szybką transformację polskich miast poprzez implementację inteligentnych rozwiązań. </w:t>
      </w:r>
    </w:p>
    <w:p w14:paraId="3606E194" w14:textId="7462F951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lastRenderedPageBreak/>
        <w:t>Niezbędna była więc rewizja założeń obecnie obowiązującego rozporządzenia oraz zaprojektowanie nowego aktu uwzględniającego wszelkie zmiany techniczne jakie zaszły w</w:t>
      </w:r>
      <w:r w:rsidR="004F1CF6">
        <w:t> 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zakresie budowy sieci telekomunikacyjnych.</w:t>
      </w:r>
    </w:p>
    <w:p w14:paraId="4108B372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Arial Unicode MS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 xml:space="preserve">Zachodzące w ostatnich kilkunastu latach zmiany w stosunkach </w:t>
      </w:r>
      <w:proofErr w:type="spellStart"/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formalno</w:t>
      </w:r>
      <w:proofErr w:type="spellEnd"/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 xml:space="preserve"> - prawnych oraz w technice i technologii budowy telekomunikacyjnych linii kablowych wywołały potrzebę zmian i usprawnień również w zakresie wytwarzania, budowy i wykorzystywania studni kablowych i zasobników oraz spowodowały konieczność dostosowania do wymagań Unii Europejskiej w zakresie: </w:t>
      </w:r>
    </w:p>
    <w:p w14:paraId="05D8FD9A" w14:textId="152F1D3F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Arial Unicode MS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1)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uwzględnienia faktu szybkiego rozwoju sieci kabli optotelekomunikacyjnych (światłowodowych), które są budowane zarówno w liniach wyodrębnionych, jak i</w:t>
      </w:r>
      <w:r w:rsidR="004F1CF6">
        <w:t> </w:t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w</w:t>
      </w:r>
      <w:r w:rsidR="004F1CF6">
        <w:t> </w:t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liniach wspólnych z kablami miedzianymi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;</w:t>
      </w:r>
    </w:p>
    <w:p w14:paraId="7085A09C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Arial Unicode MS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2)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zmniejszania się maksymalnej średnicy kabli miedzianych od ok. 60 mm dawniej do 30-40 mm obecnie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;</w:t>
      </w:r>
    </w:p>
    <w:p w14:paraId="516F6C31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Arial Unicode MS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3)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zwiększenia się liczby właścicieli i operatorów telekomunikacyjnych linii kablowych oraz zagęszczenia infrastruktury podziemnej w miastach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;</w:t>
      </w:r>
    </w:p>
    <w:p w14:paraId="3A9686D1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Arial Unicode MS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4)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dążenia do optymalizacji, tzn. względnego ograniczania kosztów inwestycji telekomunikacyjnych, a więc i cen studni kablowych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;</w:t>
      </w:r>
    </w:p>
    <w:p w14:paraId="3BBED2CC" w14:textId="49F88E0B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5)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wytwarzania prefabrykatów studni kablowych i zasobników w postaci jak najbardziej uniwersalnej, umożliwiającej wykorzystanie ich stosownie do potrzeb występujących podczas budowy, jak i podczas eksploatacji, zapewnienia łatwego montażu studni i</w:t>
      </w:r>
      <w:r w:rsidR="004F1CF6">
        <w:t> </w:t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zasobników na budowie, z uwzględnieniem możliwości i potrzeb odbiorcy.</w:t>
      </w:r>
    </w:p>
    <w:p w14:paraId="22A9B1E8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Zakres regulacji rozporządzenia.</w:t>
      </w:r>
    </w:p>
    <w:p w14:paraId="631AC3EE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W projekcie rozporządzenia określono wymagania techniczne dla telekomunikacyjnych linii kablowych, studni i zasobników kablowych w przypadkach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współwykorzystania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innych obiektów budowlanych oraz zbliżeń i skrzyżowań telekomunikacyjnego obiektu budowlanego do innych obiektów budowlanych, w tym skrzyżowań ze śródlądowymi wodami powierzchniowymi.</w:t>
      </w:r>
    </w:p>
    <w:p w14:paraId="7C9B9876" w14:textId="243019E6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Projekt rozporządzenia uwzględnia wprowadzone do zbioru Polskich Norm, Normy Europejskie regulujące nowe rozwiązania w zakresie projektowania, budowy i przebudowy telekomunikacyjnych obiektów budowlanych. </w:t>
      </w:r>
    </w:p>
    <w:p w14:paraId="645E4F64" w14:textId="77777777" w:rsidR="0052365C" w:rsidRDefault="0052365C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</w:pPr>
    </w:p>
    <w:p w14:paraId="7834CF77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/>
          <w:bCs/>
          <w:sz w:val="24"/>
          <w:szCs w:val="20"/>
          <w:lang w:eastAsia="pl-PL"/>
        </w:rPr>
        <w:lastRenderedPageBreak/>
        <w:t>Część szczegółowa</w:t>
      </w:r>
    </w:p>
    <w:p w14:paraId="1D07F7F3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 celu uniknięcia wątpliwości interpretacyjnych w § 1 dookreślono zakres stosowania projektowanego rozporządzenia. Przepisy projektowanego aktu wraz z załącznikami obowiązywać będą na wszystkich etapach inwestycyjnych od projektowania, poprzez budowę i przebudowę telekomunikacyjnych obiektów budowlanych. Są to wytyczne dla projektantów oraz firm budujących telekomunikacyjne obiekty budowlane. Należy zwrócić uwagę, że od czasu wydania rozporządzenia Ministra Infrastruktury z dnia 26 października 2005 r. w sprawie warunków technicznych, jakim powinny odpowiadać telekomunikacyjne obiekty budowlane i ich usytuowanie dokonano wielu inwestycji związanych z projektowaniem i budową telekomunikacyjnych obiektów budowlanych. Obecnie w wielu przypadkach zaistniała potrzeba rozbudowy linii kablowych ze względu na zbyt małe możliwości techniczne (mała ilość rur, niedostosowane pojemności kabli, zapełnione studnie kablowe itp.). Dlatego też w § 1 projektu wskazane zostało, iż projektowany akt dotyczy nie tylko projektowania i budowy, jak ma to miejsce w rozporządzeniu Ministra Infrastruktury z dnia 26 października 2005 r. w sprawie warunków technicznych, jakim powinny odpowiadać telekomunikacyjne obiekty budowlane i ich usytuowanie, ale również przebudowy</w:t>
      </w:r>
      <w:r w:rsidRPr="00207D4B">
        <w:rPr>
          <w:rFonts w:ascii="Times" w:eastAsia="Times New Roman" w:hAnsi="Times" w:cs="Arial"/>
          <w:bCs/>
          <w:color w:val="FF0000"/>
          <w:sz w:val="24"/>
          <w:szCs w:val="20"/>
          <w:lang w:eastAsia="pl-PL"/>
        </w:rPr>
        <w:t xml:space="preserve">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telekomunikacyjnych obiektów budowlanych. Jest to konsekwencją zmiany parametrów użytkowych lub technicznych w stosunku do wybudowanych i nadal istniejących telekomunikacyjnych obiektów budowlanych.</w:t>
      </w:r>
    </w:p>
    <w:p w14:paraId="55BFF886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 § 2 zostały zdefiniowane określenia dotyczące projektu rozporządzenia. Definicje te są skorelowane z innymi obowiązującymi w Polsce aktami prawnymi i normatywnymi oraz związane z nomenklaturą techniczną stosowaną w budownictwie telekomunikacyjnym.</w:t>
      </w:r>
    </w:p>
    <w:p w14:paraId="40ADFEF4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Do projektu rozporządzenia wprowadzono możliwość stosowania m.in.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mikrokanalizacji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światłowodowej, która stała się składową pojęcia „kanalizacji kablowej” .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Mikrokanalizacja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to nowoczesna technologia budowy linii światłowodowych. Podstawą technologii jest zastosowanie pojedynczych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mikrorurek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, wiązek i pakietów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mikrorurek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HDPE (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mikrokanalizacja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zewnętrzna) i LSHF (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mikrokanalizacja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wewnętrzna), o zoptymalizowanych wymiarach, do prowadzenia i osłony dedykowanych kabli światłowodowych o specjalnej konstrukcji, tzw.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mikrokabli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</w:p>
    <w:p w14:paraId="6E1A9B0C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Mikrokanalizacja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światłowodowa pozwala na budowę nowej infrastruktury pasywnej sieci światłowodowej, ale również na wykorzystanie istniejącej infrastruktury telekomunikacyjnej, takiej jak kanalizacja kablowa i kanalizacja podziemna. Funkcjonalność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mikrokanalizacji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lastRenderedPageBreak/>
        <w:t>pozwala na zwielokrotnienie zasobów istniejącej kanalizacji kablowej, a w wielu przypadkach „udrożnienie” istniejącej kanalizacji kablowej w miejscach przejść i przepustów przez drogi, skrzyżowania, „udrożnienie” istniejącej kanalizacji w obszarach chronionych, gdzie przy zastosowaniu tradycyjnych rozwiązań technicznych wyczerpano już możliwości budowy lub rozbudowy sieci.</w:t>
      </w:r>
    </w:p>
    <w:p w14:paraId="0DBB1559" w14:textId="43D2585F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W § 3 podano w jakich lokalizacjach </w:t>
      </w:r>
      <w:r w:rsidR="002E462B">
        <w:t>są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instalowane telekomunikacyjne linie kablowe podziemne i naziemne. Telekomunikacyjne linie kablowe podziemne umieszcza się w kanalizacji kablowej, lub innym obiekcie budowlanym na zasadach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współwykorzystania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, na lub w dnie wód morza terytorialnego i morskich wód wewnętrznych lub śródlądowej wody powierzchniowej, albo bezpośrednio w gruncie. W pasie drogi publicznej telekomunikacyjne linie kablowe podziemne umieszcza się w kanale technologicznym, a w razie jego braku lub </w:t>
      </w:r>
      <w:r w:rsidR="00800622" w:rsidRPr="00800622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gdy kanał ten jest całkowicie zajęty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w kanalizacji kablowej, lub innym obiekcie budowlanym na zasadach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współwykorzystania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, albo bezpośrednio w gruncie. Przy czym należy zaznaczyć, że zagadnienia dotyczące kanału technologicznego w pasie drogowym reguluje odrębne rozporządzenie. Telekomunikacyjne linie kablowe nadziemne zaś umieszcza się na podbudowie słupowej dla telekomunikacyjnych linii kablowych, elektroenergetycznej, trakcyjnej lub konstrukcjach wsporczych lub instaluje między budynkami.</w:t>
      </w:r>
    </w:p>
    <w:p w14:paraId="5D2E9FB8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W § 4 wskazuje na usytuowanie i warunki techniczne kanalizacji kablowej, oraz telekomunikacyjnych linii kablowych w przypadkach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współwykorzystania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oraz zbliżeń i skrzyżowań telekomunikacyjnego obiektu budowlanego do innych obiektów budowlanych, w tym skrzyżowań z wodami morza terytorialnego i morskimi wodami wewnętrznymi oraz ze śródlądowymi wodami powierzchniowymi.</w:t>
      </w:r>
    </w:p>
    <w:p w14:paraId="60B22C02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§ 5 odnosi się do zasad budowy i przebudowy kanalizacji kablowych w zakresie rur i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mikrorur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oraz studni kablowych i zasobników. W przepisie tym wskazano na standardy określone w Polskich Normach.</w:t>
      </w:r>
    </w:p>
    <w:p w14:paraId="2E4F4496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§ 6 reguluje odległości telekomunikacyjnej linii kablowej nadziemnej od powierzchni terenu poza pasem drogowym: poza miastami i miejscowościami o zwartej zabudowie oraz w miejscach niedostępnych dla pojazdów i ciężkiego sprzętu rolniczego; dla telekomunikacyjnych linii kablowych nadziemnych biegnących wzdłuż dróg publicznych, w miejscach niedostępnych dla pojazdów i ciężkiego sprzętu rolniczego; dla telekomunikacyjnych linii kablowych nadziemnych biegnących przez pola, przy zjazdach na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lastRenderedPageBreak/>
        <w:t>pola uprawne oraz nad wjazdami do zabudowań gospodarczych oraz dla telekomunikacyjnych linii kablowych nadziemnych w miejscach dostępnych dla pojazdów i ciężkiego sprzętu rolniczego i przy zjazdach z dróg publicznych.</w:t>
      </w:r>
    </w:p>
    <w:p w14:paraId="3206EBA3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§ 7 dotyczy wymagań technicznych ochrony sieci telekomunikacyjnej i urządzeń telekomunikacyjnych przed przepięciami i przetężeniami powstającymi w torach kablowych i liniach napowietrznych, które określone zostały w załączniku nr 2 do projektowanego rozporządzenia. </w:t>
      </w:r>
    </w:p>
    <w:p w14:paraId="4E8A8815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 § 8 określone zostały ogólne zasady uziemiania telekomunikacyjnych</w:t>
      </w:r>
      <w:r w:rsidRPr="00207D4B">
        <w:t xml:space="preserve">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obiektów budowlanych wymagających zasilania energią elektryczną.</w:t>
      </w:r>
    </w:p>
    <w:p w14:paraId="33936C7D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§ 9 określa zasady usytuowania antenowych konstrukcji, wolno stojących masztów antenowych i wolno stojących wież antenowych wskazując na konieczność ochrony przed polem elektromagnetycznym, z uwzględnieniem dopuszczalnych poziomów promieniowania, jakie mogą występować w środowisku oraz konieczność zachowania bezpieczeństwa i higieny pracy w pobliżu urządzeń wytwarzających pole elektromagnetyczne. W myśl projektowanego przepisu głównym czynnikiem na jaki należy zwrócić uwagę przy sytuowaniu antenowych konstrukcji, wolno stojących masztów antenowych i wolno stojących wież antenowych są poziomy pola elektromagnetycznego, które zostały określone w innych przepisach. Sytuowanie</w:t>
      </w:r>
      <w:r w:rsidRPr="00207D4B">
        <w:t xml:space="preserve">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antenowych konstrukcji, wolno stojących masztów antenowych i wolno stojących wież antenowych nie może odbywać się również bez wzięcia pod uwagę względów technologicznych, tj. procesów i aspektów wynikających z budowy antenowych konstrukcji, wolno stojących masztów antenowych i wolno stojących wież antenowych.</w:t>
      </w:r>
    </w:p>
    <w:p w14:paraId="39B5CF9A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§ 10 dotyczy załącznika nr 3 do rozporządzenia, w którym znajduje się wykaz Polskich Norm powołanych w rozporządzeniu.</w:t>
      </w:r>
    </w:p>
    <w:p w14:paraId="0EEA18C5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W § 11 ust. 1 zawarty został przepis przejściowy dotyczący spraw wszczętych przed dniem wejścia w życie rozporządzenia, a niezakończonych decyzją ostateczną. W takich przypadkach stosowane będą przepisy projektowanego rozporządzenia. Ust. 2 reguluje przypadki zamierzeń inwestycyjnych niewymagających uzyskania decyzji o pozwoleniu na budowę oraz do których nie jest wymagane dokonanie zgłoszenia, a których realizacja rozpoczęła się przed dniem wejścia w życie rozporządzenia. W takich sytuacjach będą stosowane przepisy dotychczasowe. Ust. 3 dotyczy postępowań w sprawie istotnego odstąpienia od zatwierdzonego projektu zagospodarowania działki lub terenu oraz projektu architektoniczno-budowlanego lub innych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lastRenderedPageBreak/>
        <w:t>warunków decyzji o pozwoleniu na budowę. Projekt przewiduje, że w takich przypadkach stosowane będą przepisy, na podstawie których wydana została decyzja o pozwoleniu na budowę lub decyzja o zatwierdzeniu projektu zagospodarowania działki lub terenu.</w:t>
      </w:r>
    </w:p>
    <w:p w14:paraId="45C4FE87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 § 12 określony został termin wejścia w życie projektowanego aktu. Projektowany termin to dzień 20 września 2022 r., z tym bowiem dniem traci moc obowiązujące rozporządzenie.</w:t>
      </w:r>
    </w:p>
    <w:p w14:paraId="31656D64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Z części normatywnej projektu rozporządzenia wyłączono regulacje dotyczące wartości odporności rur i osprzętu rur na ściskanie. Kwestie te zostały umieszczone w załączniku nr 1.</w:t>
      </w:r>
    </w:p>
    <w:p w14:paraId="1B2261D5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Załączniki do rozporządzenia</w:t>
      </w:r>
    </w:p>
    <w:p w14:paraId="110FED51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u w:val="single"/>
          <w:lang w:eastAsia="pl-PL"/>
        </w:rPr>
        <w:t>W załączniku nr 1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do projektowanego rozporządzenia wyjaśnione zostały pojęcia użyte w załączniku oraz zostały określone </w:t>
      </w:r>
      <w:r w:rsidRPr="00207D4B">
        <w:rPr>
          <w:rFonts w:ascii="Times" w:eastAsia="Times New Roman" w:hAnsi="Times" w:cs="Arial"/>
          <w:bCs/>
          <w:snapToGrid w:val="0"/>
          <w:sz w:val="24"/>
          <w:szCs w:val="20"/>
          <w:lang w:eastAsia="pl-PL"/>
        </w:rPr>
        <w:t xml:space="preserve">parametry usytuowań i zabezpieczeń budowli infrastruktury telekomunikacyjnej, a zwłaszcza kanalizacji kablowej, we wszystkich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przypadkach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współwykorzystania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innych obiektów budowlanych, zbliżeń z innymi obiektami budowlanymi i skrzyżowań z innymi obiektami budowlanymi oraz tzw. „obszarami wodnymi”, tj. wodami morza terytorialnego i morskimi wodami wewnętrznymi i śródlądowymi wodami powierzchniowymi.</w:t>
      </w:r>
    </w:p>
    <w:p w14:paraId="2B0FF419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 załączniku nr 1 określono szczegółowe wymagania techniczne dotyczące projektowania, budowy i przebudowy telekomunikacyjnych obiektów budowlanych. Wymagania te podzielono na następujące części:</w:t>
      </w:r>
    </w:p>
    <w:p w14:paraId="1E143B5A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1. Usytuowanie i warunki techniczne, jakim odpowiada kanalizacja kablowa oraz telekomunikacyjne linie kablowe na odcinkach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współwykorzystania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innych obiektów budowlanych.</w:t>
      </w:r>
    </w:p>
    <w:p w14:paraId="09359E20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2. Usytuowanie i warunki techniczne, jakim odpowiada kanalizacja kablowa oraz telekomunikacyjne linie kablowe podziemne w przypadku zbliżeń z innymi obiektami budowlanymi.</w:t>
      </w:r>
    </w:p>
    <w:p w14:paraId="68FFEE77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3. Usytuowanie i warunki techniczne, jakim odpowiada kanalizacja kablowa oraz telekomunikacyjne linie kablowe w przypadku skrzyżowań z innymi obiektami budowlanymi wodami morza terytorialnego i morskimi wodami wewnętrznymi oraz śródlądowymi wodami powierzchniowymi.</w:t>
      </w:r>
    </w:p>
    <w:p w14:paraId="3D6C37F4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Projektowane regulacje mają na celu określenie parametrów usytuowań i zabezpieczeń budowli infrastruktury telekomunikacyjnej, a zwłaszcza kanalizacji kablowej, we wszystkich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lastRenderedPageBreak/>
        <w:t xml:space="preserve">przypadkach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współwykorzystania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oraz zbliżeń i skrzyżowań z innymi obiektami budowlanymi, takimi jak: drogi, ulice, szlaki kolejowe i tramwajowe, drogowe i kolejowe obiekty inżynierskie, jak: mosty, tunele, wiadukty, elektroenergetyczne linie napowietrzne, elektroenergetyczne linie kablowe podziemne, wodociągi, ciepłociągi, ciągi ściekowe (kanalizacja ściekowa i burzowa), gazociągi, rurociągi przesyłowe dalekosiężne, zbiorniki gazu i paliw płynnych, lotniska, budowle obronne, obiekty małej architektury, budynki, obszary wodne (wody morza terytorialnego i morskie wody wewnętrzne oraz śródlądowe wody powierzchniowe).</w:t>
      </w:r>
    </w:p>
    <w:p w14:paraId="7BAB549E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W załączniku nr 1 dostosowano odległości i głębokości podstawowe oraz zabezpieczenia specjalne i szczególne zgodnie z obowiązującymi wymaganiami występującymi w stosownych rozporządzeniach dotyczących obiektów budowlanych.</w:t>
      </w:r>
    </w:p>
    <w:p w14:paraId="76DA2E73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W części IV. Załącznika nr 1 podano podstawowe wymagania dla rur osłonowych przepustowych, rur światłowodowych, wiązek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mikrorur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światłowodowych, taśm ostrzegawczych TO i ostrzegawczo-lokalizacyjnych TOL oraz studni i zasobników kablowych mających zastosowanie przy budowie telekomunikacyjnych linii kablowych.</w:t>
      </w:r>
    </w:p>
    <w:p w14:paraId="2B34F820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Przedstawiono podstawowe parametry rur przepustowych i światłowodowych, takie jak:</w:t>
      </w:r>
    </w:p>
    <w:p w14:paraId="2A1FB154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1)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 xml:space="preserve">materiał o odpowiedniej gęstości, </w:t>
      </w:r>
    </w:p>
    <w:p w14:paraId="1CE2A4DB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2)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 xml:space="preserve">rodzaje powierzchni rur, zakres średnic zewnętrznych, </w:t>
      </w:r>
    </w:p>
    <w:p w14:paraId="3DDB2805" w14:textId="77777777" w:rsidR="00207D4B" w:rsidRPr="00207D4B" w:rsidRDefault="00207D4B" w:rsidP="00207D4B">
      <w:pPr>
        <w:spacing w:after="0" w:line="360" w:lineRule="auto"/>
        <w:ind w:left="510" w:hanging="510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3)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sztywność obwodowa wg PN-EN ISO 9969:2016-02 Rury z tworzyw termoplastycznych - Oznaczanie sztywności obwodowej,</w:t>
      </w:r>
    </w:p>
    <w:p w14:paraId="1B9B2614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4)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 xml:space="preserve">odporność na ściskanie wg PN-EN 61386-1:2011 Systemy rur instalacyjnych do prowadzenia przewodów - Część 1: Wymagania ogólne, , </w:t>
      </w:r>
    </w:p>
    <w:p w14:paraId="2A109413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5)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 xml:space="preserve">odporność na nierozprzestrzenianie płomienia z domieszkami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uniepalniającymi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dla zastosowań tunelowych, kolor.</w:t>
      </w:r>
    </w:p>
    <w:p w14:paraId="590D6954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Dla wiązek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mikrorur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mających zastosowanie w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mikrokanalizacji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podano m.in. materiał o odpowiedniej gęstości, średnice i rodzaje </w:t>
      </w:r>
      <w:proofErr w:type="spellStart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mikrorur</w:t>
      </w:r>
      <w:proofErr w:type="spellEnd"/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, konfiguracje i kolor. </w:t>
      </w:r>
    </w:p>
    <w:p w14:paraId="728E9FD8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Dla taśm ostrzegawczych TO i ostrzegawczo-lokalizacyjnych TOL podano stosowne wymiary i kolor.</w:t>
      </w:r>
    </w:p>
    <w:p w14:paraId="6497039F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Arial Unicode MS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Przedstawiono również wymagania dotyczące studni kablowych i zasobników, w tym materiałów do ich budowy oraz usytuowania i zastosowania.</w:t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 xml:space="preserve"> Studnie i zasobniki są bardzo istotną częścią budowy telekomunikacyjnych linii kablowych. Szczególnie ich zwieńczenia są </w:t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lastRenderedPageBreak/>
        <w:t>elementem, które wymagają wysokiej jakości wykonania i instalowania ze względu na bezpieczeństwo użytkowników dróg. Wymagania na zwieńczenia zostały określone w normach serii PN-EN 124.</w:t>
      </w:r>
    </w:p>
    <w:p w14:paraId="1072E92B" w14:textId="6ED808C6" w:rsidR="00207D4B" w:rsidRPr="00207D4B" w:rsidRDefault="00FD2FFF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Arial Unicode MS" w:hAnsi="Times" w:cs="Arial"/>
          <w:bCs/>
          <w:sz w:val="24"/>
          <w:szCs w:val="20"/>
          <w:lang w:eastAsia="pl-PL"/>
        </w:rPr>
        <w:t>Należy zwrócić uwagę, że</w:t>
      </w:r>
      <w:r w:rsidR="00207D4B"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 xml:space="preserve"> dostęp do studni powinien być uniemożliwiony dla osób nieuprawnionych. Realizacja tego wymogu </w:t>
      </w:r>
      <w:r w:rsidR="002E462B" w:rsidRPr="002E462B">
        <w:rPr>
          <w:rFonts w:ascii="Times" w:eastAsia="Arial Unicode MS" w:hAnsi="Times" w:cs="Arial"/>
          <w:bCs/>
          <w:sz w:val="24"/>
          <w:szCs w:val="20"/>
          <w:lang w:eastAsia="pl-PL"/>
        </w:rPr>
        <w:t>jest</w:t>
      </w:r>
      <w:r w:rsidR="00207D4B"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 xml:space="preserve"> realizowana poprzez stosowanie pokryw zewnętrznych lub wewnętrznych z układami zasuwowo-ryglowymi zamykanymi specjalnymi kodowanymi zamkami. Dostęp i praca wewnątrz studni i zasobników</w:t>
      </w:r>
      <w:r w:rsidR="002E462B" w:rsidRPr="002E462B">
        <w:rPr>
          <w:rFonts w:ascii="Times" w:eastAsia="Arial Unicode MS" w:hAnsi="Times" w:cs="Arial"/>
          <w:bCs/>
          <w:sz w:val="24"/>
          <w:szCs w:val="20"/>
          <w:lang w:eastAsia="pl-PL"/>
        </w:rPr>
        <w:t xml:space="preserve"> są</w:t>
      </w:r>
      <w:r w:rsidR="00207D4B"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 xml:space="preserve"> realizowan</w:t>
      </w:r>
      <w:r w:rsidR="002E462B" w:rsidRPr="002E462B">
        <w:rPr>
          <w:rFonts w:ascii="Times" w:eastAsia="Arial Unicode MS" w:hAnsi="Times" w:cs="Arial"/>
          <w:bCs/>
          <w:sz w:val="24"/>
          <w:szCs w:val="20"/>
          <w:lang w:eastAsia="pl-PL"/>
        </w:rPr>
        <w:t>e</w:t>
      </w:r>
      <w:r w:rsidR="00207D4B"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 xml:space="preserve"> przez osoby przeszkolone, m. in. ze względu na występowanie kabli elektroenergetycznych: </w:t>
      </w:r>
    </w:p>
    <w:p w14:paraId="2367DA82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1)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studnie kablowe i zasobniki powinny być wykonane z materiałów gwarantujących wieloletnią eksploatację, szczególnie w okresie zimowym, odpornych m. in. na zasolenie czy wielokrotne zamrażanie i rozmrażanie. Materiały określone w załączniku nr 1 do rozporządzenia gwarantują odpowiednią wytrzymałość.</w:t>
      </w:r>
    </w:p>
    <w:p w14:paraId="6236766E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2)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określone w załączniku nr 1 miejsca instalowania studni kablowych zapewniają układanie telekomunikacyjnych linii kablowych we wszystkich możliwych konfiguracjach terenowych, przez które będzie przechodził ciąg linii kablowych.</w:t>
      </w:r>
    </w:p>
    <w:p w14:paraId="5E6A458E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3)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</w:r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 xml:space="preserve">zasobniki przeznaczone są głównie do instalowania zapasów kabli i wiązek </w:t>
      </w:r>
      <w:proofErr w:type="spellStart"/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>mikrokabli</w:t>
      </w:r>
      <w:proofErr w:type="spellEnd"/>
      <w:r w:rsidRPr="00207D4B">
        <w:rPr>
          <w:rFonts w:ascii="Times" w:eastAsia="Arial Unicode MS" w:hAnsi="Times" w:cs="Arial"/>
          <w:bCs/>
          <w:sz w:val="24"/>
          <w:szCs w:val="20"/>
          <w:lang w:eastAsia="pl-PL"/>
        </w:rPr>
        <w:t xml:space="preserve"> światłowodowych oraz ich osłon złączowych, głównie na terenach niezabudowanych.</w:t>
      </w:r>
    </w:p>
    <w:p w14:paraId="2DFB527F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Univers-PL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  <w:t>W załączniku nr 2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 do projektu rozporządzenia „</w:t>
      </w:r>
      <w:r w:rsidRPr="00207D4B">
        <w:rPr>
          <w:rFonts w:ascii="Times" w:eastAsia="Times New Roman" w:hAnsi="Times" w:cs="Arial"/>
          <w:bCs/>
          <w:i/>
          <w:color w:val="000000"/>
          <w:sz w:val="24"/>
          <w:szCs w:val="20"/>
          <w:lang w:eastAsia="pl-PL"/>
        </w:rPr>
        <w:t>Wymagania techniczne dotyczące ochrony telekomunikacyjnych linii kablowych i urządzeń telekomunikacyjnych przed przepięciami i przetężeniami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” uregulowano kwestie </w:t>
      </w:r>
      <w:r w:rsidRPr="00207D4B">
        <w:rPr>
          <w:rFonts w:ascii="Times" w:eastAsia="Univers-PL" w:hAnsi="Times" w:cs="Arial"/>
          <w:bCs/>
          <w:sz w:val="24"/>
          <w:szCs w:val="20"/>
          <w:lang w:eastAsia="pl-PL"/>
        </w:rPr>
        <w:t xml:space="preserve">zabezpieczenia torów kablowych linii kablowych napowietrznych, linii napowietrznych oraz torów kablowych telekomunikacyjnych linii kablowych podziemnych współpracujących z urządzeniami telekomunikacyjnymi. Ponadto 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określono dopuszczalne wartości rezystancji uziemienia obiektów budowlanych posiadających urządzenia piorunochronne, a także podano odległości uziomów od uziemień sieci elektroenergetycznej.</w:t>
      </w:r>
    </w:p>
    <w:p w14:paraId="1D9899EC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  <w:t>W załączniku nr 3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 do projektowanego rozporządzenia podano wykaz Polskich Norm powołanych w rozporządzeniu i załącznikach nr 1 i 2, składający się z przepisu projektowanego rozporządzenia, nr normy, tytułu normy oraz zakresu powołania:</w:t>
      </w:r>
    </w:p>
    <w:p w14:paraId="0255A6AA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1) w §5 ust. 1 pkt 1 projektu rozporządzenia powołane zostały następujące normy, które zawierają wymagania ogólne oraz szczegółowe dla systemów rur instalacyjnych oraz ich osprzętu, tj. systemów przeznaczonych do prowadzenia i ochrony izolowanych przewodów lub 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lastRenderedPageBreak/>
        <w:t>kabli m.in. w telekomunikacyjnych systemach instalacyjnych. Podano w nich parametry rur i osprzętu ze względu na właściwości mechaniczne, rozprzestrzenianie płomienia oraz znakowanie;</w:t>
      </w:r>
    </w:p>
    <w:p w14:paraId="2AE77684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2) w §5 ust.1 pkt 2 powołane zostały normy zawierające wymagania dotyczące zwieńczeń studni kablowych. W normie PN-EN 124-1:2015-07 Zwieńczenia wpustów ściekowych i studzienek włazowych do nawierzchni dla ruchu pieszego i kołowego – Część 1: Definicje, klasyfikacja, ogólne zasady projektowania, właściwości użytkowe i metody badań zawarte są podstawowe wymagania dotyczące zastosowania zwieńczeń o odpowiedniej klasie nośności w zależności od miejsca usytuowania. Norma ta podaje również sposoby badań zwieńczeń studni kablowych, a w szczególności badanie obciążenia badawczego dla poszczególnych klas. W normach szczegółowych serii PN-EN 124 podano materiały, z których należy wykonywać zwieńczenia studni kablowych. Norma PN-EN 206+A2 podaje zaś parametry betonu stosowanego na zwieńczenia, a w szczególności parametry wytrzymałościowe, w tym odporność betonu na ściskanie.</w:t>
      </w:r>
    </w:p>
    <w:p w14:paraId="0CBA669F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W oparciu o powyższe dokumenty określające wymagania na studnie kablowe stosowane w polskim budownictwie telekomunikacyjnym oraz na wykorzystywane przy tym prefabrykaty można sformułować główne funkcje użytkowe, które powinny spełniać zwieńczenia studni:</w:t>
      </w:r>
    </w:p>
    <w:p w14:paraId="65FFA2DF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1)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Łatwy i bezpieczny dostęp do komory studni dla osób uprawnionych.</w:t>
      </w:r>
    </w:p>
    <w:p w14:paraId="1B183F4C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  <w:t>Stosowane środki:</w:t>
      </w:r>
    </w:p>
    <w:p w14:paraId="0C410ADF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właściwe kształty i tolerancje wymiarowe ramy włazu i oprawy pokrywy,</w:t>
      </w:r>
    </w:p>
    <w:p w14:paraId="364AD2B2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możliwie trwałe zaczepy w pokrywie służące do jej podnoszenia,</w:t>
      </w:r>
    </w:p>
    <w:p w14:paraId="6F81CDA7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niezawodne klucze do zamków i haki do podnoszenia pokryw.</w:t>
      </w:r>
    </w:p>
    <w:p w14:paraId="61BB7B73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2)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Znaczne utrudnienie dostępu do komory studni dla osób nieuprawnionych.</w:t>
      </w:r>
    </w:p>
    <w:p w14:paraId="707BC750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  <w:t>Stosowane środki:</w:t>
      </w:r>
    </w:p>
    <w:p w14:paraId="579A2E6A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 xml:space="preserve">rygle z zamkiem na dolnej powierzchni pokrywy uruchamiane specjalnym kluczem, i / albo </w:t>
      </w:r>
    </w:p>
    <w:p w14:paraId="50F37724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 xml:space="preserve">dodatkowa pokrywa we włazie studni z systemem ryglującym i zamkiem. </w:t>
      </w:r>
    </w:p>
    <w:p w14:paraId="272E89BB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3)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Umożliwienie bezkolizyjnego i zgodnego z normami technicznymi wprowadzania przewidzianych typów kabli w rury kanalizacji kablowej.</w:t>
      </w:r>
    </w:p>
    <w:p w14:paraId="3F6682C1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  <w:t>Stosowane środki:</w:t>
      </w:r>
    </w:p>
    <w:p w14:paraId="5AB30C50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określone kształty i wymiary wolnego prześwitu we włazie studni i w zwieńczeniu,</w:t>
      </w:r>
    </w:p>
    <w:p w14:paraId="21EC4FFA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lastRenderedPageBreak/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prawidłowe umieszczenie włazu i zwieńczenia nad komorą studni,</w:t>
      </w:r>
    </w:p>
    <w:p w14:paraId="01C4E76A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unikanie ostrych krawędzi we włazie studni.</w:t>
      </w:r>
    </w:p>
    <w:p w14:paraId="79EE8CD2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4)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ab/>
        <w:t>Zapewnienie bezpieczeństwa dla ruchu ulicznego przewidzianego w miejscu wbudowania studni kablowej.</w:t>
      </w:r>
    </w:p>
    <w:p w14:paraId="4F9D40C9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  <w:t>Stosowane środki:</w:t>
      </w:r>
    </w:p>
    <w:p w14:paraId="5ECB5089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instalowanie zwieńczenia o prawidłowo wybranej klasie odporności na nacisk,</w:t>
      </w:r>
    </w:p>
    <w:p w14:paraId="38DD78BA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uzgadnianie poziomu zwieńczenia z poziomem nawierzchni drogi,</w:t>
      </w:r>
    </w:p>
    <w:p w14:paraId="236D530F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unikanie zbędnych otworów (szczelin) i nierówności w zwieńczeniu oraz ograniczanie wymiarów otworów niezbędnych,</w:t>
      </w:r>
    </w:p>
    <w:p w14:paraId="341837F9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zapobieganie kołysaniu się pokrywy w zwieńczeniu studni.</w:t>
      </w:r>
    </w:p>
    <w:p w14:paraId="202816E9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5)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ab/>
        <w:t>Ochrona komory studni kablowej przed bezpośrednim działaniem czynników zewnętrznych związanych ze zmianami pogody i z ruchem ulicznym.</w:t>
      </w:r>
    </w:p>
    <w:p w14:paraId="3D03BF1D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  <w:t>Stosowane środki:</w:t>
      </w:r>
    </w:p>
    <w:p w14:paraId="53C7868A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odpowiednia konstrukcja i dopasowanie pokrywy do ramy zwieńczenia,</w:t>
      </w:r>
    </w:p>
    <w:p w14:paraId="28812F28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umieszczanie pojemnika pod pokrywą z otworami (z wietrznikiem),</w:t>
      </w:r>
    </w:p>
    <w:p w14:paraId="7EFACEE5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otwory odsączające w dnie komory studni.</w:t>
      </w:r>
    </w:p>
    <w:p w14:paraId="76E01E53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6)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Samoczynne przewietrzanie komory studni i/lub umożliwienie wykrycia i usunięcia z komory niebezpiecznych gazów.</w:t>
      </w:r>
    </w:p>
    <w:p w14:paraId="0EF84F2A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  <w:t>Stosowane środki:</w:t>
      </w:r>
    </w:p>
    <w:p w14:paraId="6701BF38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instalowanie w zwieńczeniu pokrywy z wietrznikiem , albo</w:t>
      </w:r>
    </w:p>
    <w:p w14:paraId="4911B3B1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pokrywy z otworem o określonej średnicy, dla wprowadzenia rurowej sondy.</w:t>
      </w:r>
    </w:p>
    <w:p w14:paraId="472759CD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7)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ab/>
        <w:t>Utrzymanie w okresie eksploatacji estetycznego i harmonizującego z otoczeniem wyglądu zwieńczenia studni.</w:t>
      </w:r>
    </w:p>
    <w:p w14:paraId="4BACF8C5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u w:val="single"/>
          <w:lang w:eastAsia="pl-PL"/>
        </w:rPr>
        <w:t>Stosowane środki:</w:t>
      </w:r>
    </w:p>
    <w:p w14:paraId="45D07B9A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względnie trwałe pokrycia ochronne części stalowych i żeliwnych,</w:t>
      </w:r>
    </w:p>
    <w:p w14:paraId="6A229B35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stosowanie betonów odpowiednio uszlachetnionych,</w:t>
      </w:r>
    </w:p>
    <w:p w14:paraId="4CA93F68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unikanie kontrastów kolorystycznych.</w:t>
      </w:r>
    </w:p>
    <w:p w14:paraId="13F25BFD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Zatem przez uszkodzenie zwieńczenia studni można rozumieć nie tylko ewidentne, np. mechaniczne, uszkodzenie jego elementu, ale również znaczące obniżenie jego jakości 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lastRenderedPageBreak/>
        <w:t>użytkowej lub zdolności współdziałania z innymi elementami zwieńczenia lub z otoczeniem, prowadzące do uniemożliwienia albo ograniczenia którejkolwiek funkcji użytkowej.</w:t>
      </w:r>
    </w:p>
    <w:p w14:paraId="53BFBF44" w14:textId="4476A0CE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Należy wskazać, że z dniem 1 stycznia 2017 r. weszły w życie nowe zasady znakowania wyrobów budowlanych znakiem budowlanym. Znak budowlany może być umieszczony na wyrobie budowlanym, jeżeli jego producent sporządził dla tego wyrobu krajową deklarację właściwości użytkowych, deklarując w niej właściwości użytkowe zgodnie z Polską Norma wyrobu lub krajową oceną techniczną (art. 8 ust. 1 ustawy z 16 kwietnia 2004 r. o wyrobach budowlanych). Krajową Ocenę Techniczną można uzyskać po spełnieniu wymagań zawartych w rozporządzeniu Ministra Infrastruktury i Budownictwa z dnia 17 listopada 2016 r. </w:t>
      </w:r>
      <w:r w:rsidRPr="00C7104E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w sprawie sposobu deklarowania właściwości użytkowych wyrobów budowlanych oraz sposobu znakowania ich znakiem budowlanym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.</w:t>
      </w:r>
    </w:p>
    <w:p w14:paraId="7E19830B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Dla studni kablowych nie ma odpowiedniej polskiej normy, która określałaby wymagania konstrukcyjne i wytrzymałościowe na ten typ wyrobu, a jedynie istnieją normy na zwieńczenia studni w zależności od materiału z jakiego te zwieńczenia są wykonywane. Są to normy serii PN-EN 124.</w:t>
      </w:r>
    </w:p>
    <w:p w14:paraId="33C53A0D" w14:textId="04852C53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Zgodnie z rozporządzeniem </w:t>
      </w:r>
      <w:r w:rsidRPr="00207D4B">
        <w:rPr>
          <w:rFonts w:ascii="Times" w:eastAsia="Times New Roman" w:hAnsi="Times" w:cs="Arial"/>
          <w:bCs/>
          <w:i/>
          <w:color w:val="000000"/>
          <w:sz w:val="24"/>
          <w:szCs w:val="20"/>
          <w:lang w:eastAsia="pl-PL"/>
        </w:rPr>
        <w:t>w sprawie sposobu deklarowania właściwości użytkowych wyrobów budowlanych oraz sposobu znakowania ich znakiem budowlanym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 producent powinien deklarować właściwości użytkowe wyrobu budowlanego, wyrażając je jako poziom i klasę zamierzonego zastosowania. W związku z tym producenci wyrobów takich jak studnie kablowe, rury osłonowe wystawia</w:t>
      </w:r>
      <w:r w:rsidR="00561E13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ją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 dokument o nazwie Krajowa Deklaracja Właściwości Użytkowych. Dla studni kablowych na zgodność z Krajową Oceną Techniczną, a dla zwieńczeń studni oraz rur osłonowych na zgodność z Polskimi Normami.</w:t>
      </w:r>
    </w:p>
    <w:p w14:paraId="3050E4B5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W zał. nr 1 cz. III ust. 4. pkt 4 podano normę PN-T-45002 Telekomunikacyjne linie przewodowe- Skrzyżowania z liniami kolejowymi- Wymagania i badania. Norma ta określa wymagania na skrzyżowania telekomunikacyjnych linii kablowych z liniami kolejowymi. Dotyczy to następujących rodzajów skrzyżowań telekomunikacyjnych linii kablowych z liniami kolejowymi:</w:t>
      </w:r>
    </w:p>
    <w:p w14:paraId="2A62C162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1)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skrzyżowania kanalizacji pierwotnej,</w:t>
      </w:r>
    </w:p>
    <w:p w14:paraId="29A186F9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2)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skrzyżowania podziemne telekomunikacyjnych linii kablowych z liniami kolejowymi niezelektryfikowanymi,</w:t>
      </w:r>
    </w:p>
    <w:p w14:paraId="34C3C50A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lastRenderedPageBreak/>
        <w:t>3)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skrzyżowania podziemne telekomunikacyjnych linii kablowych z liniami kolejowymi zelektryfikowanymi,</w:t>
      </w:r>
    </w:p>
    <w:p w14:paraId="556AEE84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4)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skrzyżowania podziemne telekomunikacyjnych linii kablowych nadziemnych z liniami kolejowymi niezelektryfikowanymi,</w:t>
      </w:r>
    </w:p>
    <w:p w14:paraId="024D2EA6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5)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skrzyżowania podziemne telekomunikacyjnych linii kablowych nadziemnych z liniami kolejowymi zelektryfikowanymi,</w:t>
      </w:r>
    </w:p>
    <w:p w14:paraId="660350F9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6)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skrzyżowania nadziemne telekomunikacyjnych linii kablowych nadziemnych z liniami kolejowymi niezelektryfikowanymi,</w:t>
      </w:r>
    </w:p>
    <w:p w14:paraId="284642EB" w14:textId="77777777" w:rsidR="00207D4B" w:rsidRPr="00207D4B" w:rsidRDefault="00207D4B" w:rsidP="00207D4B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7)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skrzyżowania podziemne rurociągów kablowych dla linii światłowodowych.</w:t>
      </w:r>
    </w:p>
    <w:p w14:paraId="2A81EF6A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W załączniku nr 1 cz. IV ust. 1 pkt 4 oraz ust. 2 pkt 3 podano wymagania dotyczące sztywności obwodowej rur. Rury z tworzyw termoplastycznych, jako rury elastyczne, przenoszą wraz z otaczającym je gruntem wszystkie obciążenia zewnętrzne. Nieodłączną cechą rur elastycznych jest to, że pod wpływem działania obciążeń zewnętrznych uginają się. Wielkość tego ugięcia uzależniona jest głównie od stopnia, w jakim obciążenia przenoszone są przez grunt otaczający rurę. Należy zatem stosować rury z tworzyw termoplastycznych (PVC, PE, PP) o krótkotrwałej sztywności obwodowej 4 </w:t>
      </w:r>
      <w:proofErr w:type="spellStart"/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kN</w:t>
      </w:r>
      <w:proofErr w:type="spellEnd"/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/m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vertAlign w:val="superscript"/>
          <w:lang w:eastAsia="pl-PL"/>
        </w:rPr>
        <w:t>2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 (SN4) lub 8 </w:t>
      </w:r>
      <w:proofErr w:type="spellStart"/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kN</w:t>
      </w:r>
      <w:proofErr w:type="spellEnd"/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/m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vertAlign w:val="superscript"/>
          <w:lang w:eastAsia="pl-PL"/>
        </w:rPr>
        <w:t>2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 (SN8).</w:t>
      </w:r>
    </w:p>
    <w:p w14:paraId="55CA7845" w14:textId="0858F4DA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W zał. nr 1 cz. IV ust. 1 pkt 5 i ust. 2 pkt 4 podano wymagania dotyczące odporności rur na ściskanie. Parametrem jest opór jaki stawia materiał siłom ściskającym, przeciwstawiając się ich niszczeniu. Gdy ugięcie próbki poddane badaniu osiągnie 5% stosowana siła nacisku nie </w:t>
      </w:r>
      <w:r w:rsidR="00561E13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może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 być mniejsza niż:</w:t>
      </w:r>
    </w:p>
    <w:p w14:paraId="5374C2D6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 xml:space="preserve">250 N dla rur instalacyjnych klasy 250, </w:t>
      </w:r>
    </w:p>
    <w:p w14:paraId="4163686E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 xml:space="preserve">450 N dla rur instalacyjnych klasy 450, </w:t>
      </w:r>
    </w:p>
    <w:p w14:paraId="1DAA11E4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600 N dla rur instalacyjnych klasy 600,</w:t>
      </w:r>
    </w:p>
    <w:p w14:paraId="207D07B6" w14:textId="77777777" w:rsidR="00207D4B" w:rsidRPr="00207D4B" w:rsidRDefault="00207D4B" w:rsidP="00207D4B">
      <w:pPr>
        <w:spacing w:after="0" w:line="360" w:lineRule="auto"/>
        <w:ind w:left="986" w:hanging="476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>–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750 N dla rur instalacyjnych klasy 750,</w:t>
      </w:r>
    </w:p>
    <w:p w14:paraId="779D8736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Wskazana klasa odporności określa typ rury i możliwość instalacji w określonych zastosowaniach.</w:t>
      </w:r>
    </w:p>
    <w:p w14:paraId="7159285D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 xml:space="preserve">W zał. nr 2 ust. 7 powołano normę PN-EN 62305-3 Ochrona odgromowa 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– 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Część 3: Uszkodzenia fizyczne obiektów i zagrożenie życia. Określa ona warunki zapewniające poprawne i bezawaryjne działanie nowoczesnych i coraz bardziej rozbudowanych systemów elektrycznych i elektronicznych wymagających zastosowania rozwiązań chroniących systemy przed oddziaływaniem piorunowego impulsu elektromagnetycznego.</w:t>
      </w:r>
    </w:p>
    <w:p w14:paraId="046E5A78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</w:p>
    <w:p w14:paraId="1891699D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sz w:val="24"/>
          <w:szCs w:val="20"/>
          <w:lang w:eastAsia="pl-PL"/>
        </w:rPr>
        <w:t>Projektowane przepisy zostały przeanalizowane pod kątem wpływu na małe i średnie przedsiębiorstwa. Regulacje zawarte w projekcie rozporządzenia nie będą miały bezpośredniego wpływu na funkcjonowanie przedsiębiorstw.</w:t>
      </w:r>
    </w:p>
    <w:p w14:paraId="1D8D7278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sz w:val="24"/>
          <w:szCs w:val="20"/>
          <w:lang w:eastAsia="pl-PL"/>
        </w:rPr>
        <w:t xml:space="preserve">Projektowane rozporządzenie nie będzie mieć wpływu na sytuację ekonomiczną </w:t>
      </w:r>
      <w:r w:rsidRPr="00207D4B">
        <w:rPr>
          <w:rFonts w:ascii="Times" w:eastAsia="Times New Roman" w:hAnsi="Times" w:cs="Arial"/>
          <w:sz w:val="24"/>
          <w:szCs w:val="20"/>
          <w:lang w:eastAsia="pl-PL"/>
        </w:rPr>
        <w:br/>
        <w:t>i społeczną rodziny, osób niepełnosprawnych oraz osób starszych.</w:t>
      </w:r>
    </w:p>
    <w:p w14:paraId="566D358B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Projektowane rozporządzenie podlega procedurze notyfikacji w rozumieniu przepisów rozporządzenia Rady Ministrów z dnia 23 grudnia 2002 r. w sprawie sposobu funkcjonowania krajowego systemu notyfikacji norm i aktów prawnych (Dz. U. poz. 2039 oraz z 2004 r. poz. 597).</w:t>
      </w:r>
    </w:p>
    <w:p w14:paraId="36ABE811" w14:textId="2BDA3CB4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Stosownie do postanowień art. 5 ustawy z dnia 7 lipca 2005 r. o działalności lobbingowej w procesie stanowienia prawa (Dz. U. z 2017 r. poz. 248), projekt został udostępniony w Biuletynie Informacji Publicznej. Ponadto zgodnie z § 52 ust. 1 uchwały nr 190 Rady Ministrów z dnia 29 października 2013 r. – Regulamin pracy Rady Ministrów, zosta</w:t>
      </w:r>
      <w:r w:rsidRPr="00207D4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ł </w:t>
      </w: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udostępniony w Biuletynie Informacji Publicznej na stronie podmiotowej Rządowego Centrum Legislacji, w serwisie Rządowy Proces Legislacyjny.</w:t>
      </w:r>
    </w:p>
    <w:p w14:paraId="7BF2B475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bCs/>
          <w:color w:val="000000"/>
          <w:sz w:val="24"/>
          <w:szCs w:val="20"/>
          <w:lang w:eastAsia="pl-PL"/>
        </w:rPr>
        <w:t>Projekt rozporządzenia nie wymaga przedstawienia właściwym instytucjom i organom Unii Europejskiej lub Europejskiemu Bankowi Centralnemu celem uzyskania opinii, dokonania konsultacji albo uzgodnienia.</w:t>
      </w:r>
    </w:p>
    <w:p w14:paraId="2901D601" w14:textId="77777777" w:rsidR="00207D4B" w:rsidRPr="00207D4B" w:rsidRDefault="00207D4B" w:rsidP="00207D4B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 w:rsidRPr="00207D4B">
        <w:rPr>
          <w:rFonts w:ascii="Times" w:eastAsia="Times New Roman" w:hAnsi="Times" w:cs="Arial"/>
          <w:sz w:val="24"/>
          <w:szCs w:val="20"/>
          <w:lang w:eastAsia="pl-PL"/>
        </w:rPr>
        <w:t xml:space="preserve">Projekt rozporządzenia jest zgodny z prawem Unii Europejskiej. </w:t>
      </w:r>
    </w:p>
    <w:p w14:paraId="13B7899B" w14:textId="77777777" w:rsidR="00207D4B" w:rsidRDefault="00207D4B" w:rsidP="00737F6A">
      <w:pPr>
        <w:sectPr w:rsidR="00207D4B">
          <w:head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D039CD8" w14:textId="5517C45D" w:rsidR="00C7012C" w:rsidRPr="00045C47" w:rsidRDefault="00207D4B" w:rsidP="00207D4B">
      <w:pPr>
        <w:jc w:val="center"/>
        <w:rPr>
          <w:rStyle w:val="Ppogrubienie"/>
          <w:sz w:val="24"/>
          <w:szCs w:val="24"/>
        </w:rPr>
      </w:pPr>
      <w:r w:rsidRPr="00045C47">
        <w:rPr>
          <w:rStyle w:val="Ppogrubienie"/>
          <w:sz w:val="24"/>
          <w:szCs w:val="24"/>
        </w:rPr>
        <w:lastRenderedPageBreak/>
        <w:t>Ocena Skutków Regulacji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4"/>
        <w:gridCol w:w="528"/>
        <w:gridCol w:w="346"/>
        <w:gridCol w:w="377"/>
        <w:gridCol w:w="336"/>
        <w:gridCol w:w="122"/>
        <w:gridCol w:w="147"/>
        <w:gridCol w:w="310"/>
        <w:gridCol w:w="452"/>
        <w:gridCol w:w="9"/>
        <w:gridCol w:w="90"/>
        <w:gridCol w:w="116"/>
        <w:gridCol w:w="241"/>
        <w:gridCol w:w="285"/>
        <w:gridCol w:w="172"/>
        <w:gridCol w:w="464"/>
        <w:gridCol w:w="62"/>
        <w:gridCol w:w="49"/>
        <w:gridCol w:w="339"/>
        <w:gridCol w:w="89"/>
        <w:gridCol w:w="326"/>
        <w:gridCol w:w="36"/>
        <w:gridCol w:w="217"/>
        <w:gridCol w:w="242"/>
        <w:gridCol w:w="257"/>
        <w:gridCol w:w="202"/>
        <w:gridCol w:w="465"/>
        <w:gridCol w:w="90"/>
        <w:gridCol w:w="1179"/>
      </w:tblGrid>
      <w:tr w:rsidR="00207D4B" w:rsidRPr="00207D4B" w14:paraId="58945013" w14:textId="77777777" w:rsidTr="00207D4B">
        <w:trPr>
          <w:trHeight w:val="1611"/>
        </w:trPr>
        <w:tc>
          <w:tcPr>
            <w:tcW w:w="3029" w:type="pct"/>
            <w:gridSpan w:val="17"/>
          </w:tcPr>
          <w:p w14:paraId="1198D22C" w14:textId="77777777" w:rsidR="00207D4B" w:rsidRPr="00207D4B" w:rsidRDefault="00207D4B" w:rsidP="00207D4B">
            <w:pPr>
              <w:spacing w:before="120" w:after="0"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207D4B"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14:paraId="2EC38F18" w14:textId="77777777" w:rsidR="00207D4B" w:rsidRPr="00207D4B" w:rsidRDefault="00207D4B" w:rsidP="00207D4B">
            <w:pPr>
              <w:spacing w:before="120" w:after="0" w:line="240" w:lineRule="auto"/>
              <w:ind w:hanging="45"/>
              <w:rPr>
                <w:rFonts w:ascii="Times New Roman" w:hAnsi="Times New Roman"/>
                <w:bCs/>
                <w:color w:val="000000"/>
              </w:rPr>
            </w:pPr>
            <w:bookmarkStart w:id="1" w:name="t2"/>
            <w:r w:rsidRPr="00207D4B">
              <w:rPr>
                <w:rFonts w:ascii="Times New Roman" w:hAnsi="Times New Roman"/>
                <w:bCs/>
                <w:color w:val="000000"/>
              </w:rPr>
              <w:t>Projekt rozporządzenia Ministra Cyfryzacji</w:t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bCs/>
                <w:color w:val="000000"/>
              </w:rPr>
              <w:t>w sprawie warunków technicznych, jakim powinny odpowiadać telekomunikacyjne obiekty budowlane i ich usytuowanie</w:t>
            </w:r>
          </w:p>
          <w:bookmarkEnd w:id="1"/>
          <w:p w14:paraId="1F554C89" w14:textId="77777777" w:rsidR="00207D4B" w:rsidRPr="00207D4B" w:rsidRDefault="00207D4B" w:rsidP="00207D4B">
            <w:pPr>
              <w:spacing w:before="120" w:after="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2665DBD1" w14:textId="77777777" w:rsidR="00207D4B" w:rsidRPr="00207D4B" w:rsidRDefault="00207D4B" w:rsidP="00207D4B">
            <w:pPr>
              <w:spacing w:before="120" w:after="0"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Kancelaria Prezesa Rady Ministrów</w:t>
            </w:r>
          </w:p>
          <w:bookmarkEnd w:id="0"/>
          <w:p w14:paraId="2CAEB5AC" w14:textId="77777777" w:rsidR="00207D4B" w:rsidRPr="00207D4B" w:rsidRDefault="00207D4B" w:rsidP="00207D4B">
            <w:pPr>
              <w:spacing w:after="0"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14:paraId="457C4BA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7D4B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4C6FC43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</w:rPr>
            </w:pPr>
            <w:r w:rsidRPr="00207D4B">
              <w:rPr>
                <w:rFonts w:ascii="Times New Roman" w:hAnsi="Times New Roman"/>
              </w:rPr>
              <w:t xml:space="preserve">Janusz Cieszyński – Sekretarz Stanu w KPRM </w:t>
            </w:r>
          </w:p>
          <w:p w14:paraId="76C6B3A3" w14:textId="77777777" w:rsidR="00207D4B" w:rsidRPr="00207D4B" w:rsidRDefault="00207D4B" w:rsidP="00207D4B">
            <w:pPr>
              <w:spacing w:before="120" w:after="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3FE66F9F" w14:textId="77777777" w:rsidR="00207D4B" w:rsidRPr="00207D4B" w:rsidRDefault="00207D4B" w:rsidP="00207D4B">
            <w:pPr>
              <w:spacing w:after="0"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bCs/>
                <w:color w:val="000000"/>
              </w:rPr>
              <w:t xml:space="preserve">Agnieszka Książkiewicz – Wydział Regulacyjny w Departamencie Telekomunikacji KPRM </w:t>
            </w:r>
            <w:hyperlink r:id="rId12" w:history="1">
              <w:r w:rsidRPr="00207D4B">
                <w:rPr>
                  <w:rFonts w:ascii="Times New Roman" w:hAnsi="Times New Roman"/>
                  <w:bCs/>
                  <w:color w:val="0000FF"/>
                  <w:u w:val="single"/>
                </w:rPr>
                <w:t>Agnieszka.Ksiazkiewicz@mc.gov.pl</w:t>
              </w:r>
            </w:hyperlink>
          </w:p>
        </w:tc>
        <w:tc>
          <w:tcPr>
            <w:tcW w:w="1967" w:type="pct"/>
            <w:gridSpan w:val="12"/>
            <w:shd w:val="clear" w:color="auto" w:fill="FFFFFF"/>
          </w:tcPr>
          <w:p w14:paraId="065506E6" w14:textId="78D92393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7D4B">
              <w:rPr>
                <w:rFonts w:ascii="Times New Roman" w:hAnsi="Times New Roman"/>
                <w:b/>
              </w:rPr>
              <w:t>Data sporządzenia</w:t>
            </w:r>
            <w:r w:rsidRPr="00207D4B">
              <w:rPr>
                <w:rFonts w:ascii="Times New Roman" w:hAnsi="Times New Roman"/>
                <w:b/>
              </w:rPr>
              <w:br/>
            </w:r>
            <w:r w:rsidR="00125770">
              <w:t>23</w:t>
            </w:r>
            <w:r w:rsidR="00811D4A">
              <w:rPr>
                <w:rFonts w:ascii="Times New Roman" w:hAnsi="Times New Roman"/>
              </w:rPr>
              <w:t>.02</w:t>
            </w:r>
            <w:r w:rsidRPr="00207D4B">
              <w:rPr>
                <w:rFonts w:ascii="Times New Roman" w:hAnsi="Times New Roman"/>
              </w:rPr>
              <w:t>.2022 r.</w:t>
            </w:r>
            <w:r w:rsidRPr="00207D4B">
              <w:rPr>
                <w:rFonts w:ascii="Times New Roman" w:hAnsi="Times New Roman"/>
                <w:b/>
              </w:rPr>
              <w:t xml:space="preserve"> </w:t>
            </w:r>
          </w:p>
          <w:p w14:paraId="06F65AC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404769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7D4B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14:paraId="2A46DFA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07D4B">
              <w:rPr>
                <w:rFonts w:ascii="Times New Roman" w:hAnsi="Times New Roman"/>
                <w:bCs/>
              </w:rPr>
              <w:t xml:space="preserve">Art. 7 ust. 2 pkt 2 ustawy z dnia </w:t>
            </w:r>
            <w:r w:rsidRPr="00207D4B">
              <w:rPr>
                <w:rFonts w:ascii="Times New Roman" w:hAnsi="Times New Roman"/>
              </w:rPr>
              <w:br/>
            </w:r>
            <w:r w:rsidRPr="00207D4B">
              <w:rPr>
                <w:rFonts w:ascii="Times New Roman" w:hAnsi="Times New Roman"/>
                <w:bCs/>
              </w:rPr>
              <w:t>7 lipca 1994 r. – Prawo budowlane</w:t>
            </w:r>
          </w:p>
          <w:p w14:paraId="7BFE6D6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AB88FB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6E4469" w14:textId="77777777" w:rsidR="00207D4B" w:rsidRPr="00207D4B" w:rsidRDefault="00207D4B" w:rsidP="00207D4B">
            <w:pPr>
              <w:spacing w:before="120"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 xml:space="preserve">Nr 171 w wykazie prac Ministra Cyfryzacji </w:t>
            </w:r>
          </w:p>
          <w:p w14:paraId="32433D5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07D4B" w:rsidRPr="00207D4B" w14:paraId="009D9B42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99CCFF"/>
          </w:tcPr>
          <w:p w14:paraId="4CD0C836" w14:textId="77777777" w:rsidR="00207D4B" w:rsidRPr="00207D4B" w:rsidRDefault="00207D4B" w:rsidP="00207D4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207D4B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207D4B" w:rsidRPr="00207D4B" w14:paraId="49C2581D" w14:textId="77777777" w:rsidTr="00207D4B">
        <w:trPr>
          <w:trHeight w:val="333"/>
        </w:trPr>
        <w:tc>
          <w:tcPr>
            <w:tcW w:w="4995" w:type="pct"/>
            <w:gridSpan w:val="29"/>
            <w:shd w:val="clear" w:color="auto" w:fill="99CCFF"/>
            <w:vAlign w:val="center"/>
          </w:tcPr>
          <w:p w14:paraId="3959EC13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</w:rPr>
              <w:t>Jaki problem jest rozwiązywany?</w:t>
            </w:r>
            <w:bookmarkStart w:id="3" w:name="Wybór1"/>
            <w:bookmarkEnd w:id="3"/>
          </w:p>
        </w:tc>
      </w:tr>
      <w:tr w:rsidR="00207D4B" w:rsidRPr="00207D4B" w14:paraId="5D2386D7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FFFFFF"/>
          </w:tcPr>
          <w:p w14:paraId="0BA8A74A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 xml:space="preserve">Projektowane regulacje mają na celu określenie parametrów usytuowań i zabezpieczeń budowli infrastruktury telekomunikacyjnej, a zwłaszcza kanalizacji kablowej, we wszystkich przypadkach </w:t>
            </w:r>
            <w:proofErr w:type="spellStart"/>
            <w:r w:rsidRPr="00207D4B">
              <w:rPr>
                <w:rFonts w:ascii="Times New Roman" w:hAnsi="Times New Roman"/>
                <w:color w:val="000000"/>
              </w:rPr>
              <w:t>współwykorzystania</w:t>
            </w:r>
            <w:proofErr w:type="spellEnd"/>
            <w:r w:rsidRPr="00207D4B">
              <w:rPr>
                <w:rFonts w:ascii="Times New Roman" w:hAnsi="Times New Roman"/>
                <w:color w:val="000000"/>
              </w:rPr>
              <w:t xml:space="preserve"> oraz zbliżeń i skrzyżowań z innymi obiektami budowlanymi takimi, jak: drogi, ulice, szlaki kolejowe i tramwajowe, drogowe i kolejowe obiekty inżynierskie, jak: mosty, tunele, wiadukty, elektroenergetyczne linie napowietrzne, elektroenergetyczne linie kablowe podziemne, wodociągi, ciepłociągi, ciągi ściekowe (kanalizacja ściekowa i burzowa), gazociągi, rurociągi przesyłowe dalekosiężne, zbiorniki gazu i paliw płynnych, lotniska, budowle obronne, obiekty małej architektury, budynki, a także z obszarami wodnymi.</w:t>
            </w:r>
          </w:p>
          <w:p w14:paraId="60268158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 xml:space="preserve">Konieczność aktualizacji przepisów z zakresu telekomunikacyjnych obiektów budowlanych związana jest z uwarunkowaniami technicznymi. Podlegające derogacji rozporządzenie opracowane było w oparciu o stan wiedzy technicznej i technologie dostępne w roku 2005 i 2010. W przypadku technologii telekomunikacyjnych jest to bardzo długi okres, w którym zaszły znaczne zmiany – postęp technologiczny, który uzasadnia konieczność aktualizacji zagadnień technicznych regulowanych rozporządzenie. </w:t>
            </w:r>
          </w:p>
          <w:p w14:paraId="403D0767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Projekt rozporządzenia jest skoordynowany z wydanymi w oparciu o art. 7 ustawy – Prawo budowlane, obowiązującymi rozporządzeniami, określającymi usytuowania i warunki techniczne, jakim powinny odpowiadać obiekty budowlane.</w:t>
            </w:r>
          </w:p>
          <w:p w14:paraId="0051CC9E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07D4B" w:rsidRPr="00207D4B" w14:paraId="7F980A97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99CCFF"/>
            <w:vAlign w:val="center"/>
          </w:tcPr>
          <w:p w14:paraId="36F8BDD9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207D4B" w:rsidRPr="00207D4B" w14:paraId="5E20F36A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auto"/>
          </w:tcPr>
          <w:p w14:paraId="23EAB0BC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Projekt rozporządzenia określa dla podmiotów zainteresowanych projektowaniem, budową lub przebudową telekomunikacyjnych linii kablowych warunki techniczne dotyczące w szczególności odległości podstawowych i głębokości podstawowych, a także zabezpieczeń specjalnych i szczególnych lokalizacji telekomunikacyjnych linii kablowych.</w:t>
            </w:r>
          </w:p>
          <w:p w14:paraId="7D8AD9BC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Projektowane regulacje uwzględniają:</w:t>
            </w:r>
          </w:p>
          <w:p w14:paraId="52CFFF66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a)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ab/>
              <w:t>zmiany technologiczne w zakresie infrastruktury telekomunikacyjnej i elektroenergetycznej;</w:t>
            </w:r>
          </w:p>
          <w:p w14:paraId="1085E0DF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b)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ab/>
              <w:t>przepisy Europejskiego Kodeksu Łączności Elektronicznej;</w:t>
            </w:r>
          </w:p>
          <w:p w14:paraId="7B10854D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c)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ab/>
              <w:t>zmiany zaistniałe w zakresie technologii budowy telekomunikacyjnych obiektów budowlanych;</w:t>
            </w:r>
          </w:p>
          <w:p w14:paraId="43D6E750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d)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ab/>
              <w:t>specyfikę wymagań i rozwiązań stosowanych przy budowie infrastruktury niezbędnej dla wdrożenia sieci 5G, w tym warunki techniczne jakim powinny odpowiadać telekomunikacyjne obiekty budowlane i ich usytuowanie.</w:t>
            </w:r>
          </w:p>
          <w:p w14:paraId="2674CA25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lastRenderedPageBreak/>
              <w:t>Kompleksowe uregulowanie zasad projektowania i budowy telekomunikacyjnych linii kablowych (</w:t>
            </w:r>
            <w:proofErr w:type="spellStart"/>
            <w:r w:rsidRPr="00207D4B">
              <w:rPr>
                <w:rFonts w:ascii="Times New Roman" w:hAnsi="Times New Roman"/>
                <w:color w:val="000000"/>
                <w:spacing w:val="-2"/>
              </w:rPr>
              <w:t>mikrokanalizacji</w:t>
            </w:r>
            <w:proofErr w:type="spellEnd"/>
            <w:r w:rsidRPr="00207D4B">
              <w:rPr>
                <w:rFonts w:ascii="Times New Roman" w:hAnsi="Times New Roman"/>
                <w:color w:val="000000"/>
                <w:spacing w:val="-2"/>
              </w:rPr>
              <w:t xml:space="preserve"> światłowodowej, telekomunikacyjnych linii kablowych podziemnych i nadziemnych) oraz stworzenia przejrzystego otoczenia prawnego, ułatwi prowadzenie działalności gospodarczej przez podmioty obecnie funkcjonujące na rynku, a także przedsiębiorców, którzy zamierzają dopiero podjąć taką działalność. </w:t>
            </w:r>
          </w:p>
          <w:p w14:paraId="697BBE5D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Projekt rozporządzenia będzie wywierać pozytywny wpływ na konkurencyjność gospodarki oraz sytuację i rozwój regionów.</w:t>
            </w:r>
          </w:p>
          <w:p w14:paraId="4B42D638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07D4B" w:rsidRPr="00207D4B" w14:paraId="43CBDB92" w14:textId="77777777" w:rsidTr="00207D4B">
        <w:trPr>
          <w:trHeight w:val="307"/>
        </w:trPr>
        <w:tc>
          <w:tcPr>
            <w:tcW w:w="4995" w:type="pct"/>
            <w:gridSpan w:val="29"/>
            <w:shd w:val="clear" w:color="auto" w:fill="99CCFF"/>
            <w:vAlign w:val="center"/>
          </w:tcPr>
          <w:p w14:paraId="312717E1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Pr="00207D4B">
              <w:rPr>
                <w:rFonts w:ascii="Times New Roman" w:hAnsi="Times New Roman"/>
                <w:b/>
                <w:color w:val="000000"/>
              </w:rPr>
              <w:t>?</w:t>
            </w:r>
            <w:r w:rsidRPr="00207D4B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207D4B" w:rsidRPr="00207D4B" w14:paraId="61E6C681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auto"/>
          </w:tcPr>
          <w:p w14:paraId="7EB338CA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C96ABE6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Projektowana regulacja nie wynika z regulacji unijnych. Brak jest informacji o rozwiązaniach prawnych przyjętych w innych krajach w przedmiotowym zakresie.</w:t>
            </w:r>
          </w:p>
          <w:p w14:paraId="7B4D5C9C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07D4B" w:rsidRPr="00207D4B" w14:paraId="37115FC9" w14:textId="77777777" w:rsidTr="00207D4B">
        <w:trPr>
          <w:trHeight w:val="359"/>
        </w:trPr>
        <w:tc>
          <w:tcPr>
            <w:tcW w:w="4995" w:type="pct"/>
            <w:gridSpan w:val="29"/>
            <w:shd w:val="clear" w:color="auto" w:fill="99CCFF"/>
            <w:vAlign w:val="center"/>
          </w:tcPr>
          <w:p w14:paraId="6D5A2A30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07D4B" w:rsidRPr="00207D4B" w14:paraId="024EE05E" w14:textId="77777777" w:rsidTr="00207D4B">
        <w:trPr>
          <w:trHeight w:val="142"/>
        </w:trPr>
        <w:tc>
          <w:tcPr>
            <w:tcW w:w="1219" w:type="pct"/>
            <w:gridSpan w:val="3"/>
            <w:shd w:val="clear" w:color="auto" w:fill="auto"/>
          </w:tcPr>
          <w:p w14:paraId="30946EAC" w14:textId="77777777" w:rsidR="00207D4B" w:rsidRPr="00207D4B" w:rsidRDefault="00207D4B" w:rsidP="00207D4B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047" w:type="pct"/>
            <w:gridSpan w:val="8"/>
            <w:shd w:val="clear" w:color="auto" w:fill="auto"/>
          </w:tcPr>
          <w:p w14:paraId="49668F5B" w14:textId="77777777" w:rsidR="00207D4B" w:rsidRPr="00207D4B" w:rsidRDefault="00207D4B" w:rsidP="00207D4B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368" w:type="pct"/>
            <w:gridSpan w:val="12"/>
            <w:shd w:val="clear" w:color="auto" w:fill="auto"/>
          </w:tcPr>
          <w:p w14:paraId="7E966BD9" w14:textId="77777777" w:rsidR="00207D4B" w:rsidRPr="00207D4B" w:rsidRDefault="00207D4B" w:rsidP="00207D4B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207D4B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1362" w:type="pct"/>
            <w:gridSpan w:val="6"/>
            <w:shd w:val="clear" w:color="auto" w:fill="auto"/>
          </w:tcPr>
          <w:p w14:paraId="6BB46335" w14:textId="77777777" w:rsidR="00207D4B" w:rsidRPr="00207D4B" w:rsidRDefault="00207D4B" w:rsidP="00207D4B">
            <w:pPr>
              <w:spacing w:before="40"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07D4B" w:rsidRPr="00207D4B" w14:paraId="6192AF3A" w14:textId="77777777" w:rsidTr="00207D4B">
        <w:trPr>
          <w:trHeight w:val="142"/>
        </w:trPr>
        <w:tc>
          <w:tcPr>
            <w:tcW w:w="1219" w:type="pct"/>
            <w:gridSpan w:val="3"/>
            <w:shd w:val="clear" w:color="auto" w:fill="auto"/>
          </w:tcPr>
          <w:p w14:paraId="2702303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t>Przedsiębiorcy telekomunikacyjni</w:t>
            </w:r>
          </w:p>
        </w:tc>
        <w:tc>
          <w:tcPr>
            <w:tcW w:w="1047" w:type="pct"/>
            <w:gridSpan w:val="8"/>
            <w:shd w:val="clear" w:color="auto" w:fill="auto"/>
          </w:tcPr>
          <w:p w14:paraId="1A00A56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4121</w:t>
            </w:r>
          </w:p>
        </w:tc>
        <w:tc>
          <w:tcPr>
            <w:tcW w:w="1368" w:type="pct"/>
            <w:gridSpan w:val="12"/>
            <w:shd w:val="clear" w:color="auto" w:fill="auto"/>
          </w:tcPr>
          <w:p w14:paraId="25D6D8E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Rejestr przedsiębiorców telekomunikacyjnych (RPT) aktualny na dzień 17.01.2022 r.</w:t>
            </w:r>
          </w:p>
        </w:tc>
        <w:tc>
          <w:tcPr>
            <w:tcW w:w="1362" w:type="pct"/>
            <w:gridSpan w:val="6"/>
            <w:shd w:val="clear" w:color="auto" w:fill="auto"/>
          </w:tcPr>
          <w:p w14:paraId="3E4B15D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Stosowanie zasad projektowania, budowy i przebudowy telekomunikacyjnych obiektów budowlanych</w:t>
            </w:r>
          </w:p>
        </w:tc>
      </w:tr>
      <w:tr w:rsidR="00207D4B" w:rsidRPr="00207D4B" w14:paraId="7C1E5107" w14:textId="77777777" w:rsidTr="00207D4B">
        <w:trPr>
          <w:trHeight w:val="142"/>
        </w:trPr>
        <w:tc>
          <w:tcPr>
            <w:tcW w:w="1219" w:type="pct"/>
            <w:gridSpan w:val="3"/>
            <w:shd w:val="clear" w:color="auto" w:fill="auto"/>
          </w:tcPr>
          <w:p w14:paraId="53592C2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t>Właściciele obiektów budowlanych</w:t>
            </w:r>
          </w:p>
        </w:tc>
        <w:tc>
          <w:tcPr>
            <w:tcW w:w="1047" w:type="pct"/>
            <w:gridSpan w:val="8"/>
            <w:shd w:val="clear" w:color="auto" w:fill="auto"/>
          </w:tcPr>
          <w:p w14:paraId="1EFF6CB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Wielkość trudna do oszacowania</w:t>
            </w:r>
          </w:p>
        </w:tc>
        <w:tc>
          <w:tcPr>
            <w:tcW w:w="1368" w:type="pct"/>
            <w:gridSpan w:val="12"/>
            <w:shd w:val="clear" w:color="auto" w:fill="auto"/>
          </w:tcPr>
          <w:p w14:paraId="47FBA50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362" w:type="pct"/>
            <w:gridSpan w:val="6"/>
            <w:shd w:val="clear" w:color="auto" w:fill="auto"/>
          </w:tcPr>
          <w:p w14:paraId="1BF75FA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Wyrażanie zgody na  budowę i przebudowę telekomunikacyjnych obiektów budowlanych; uzgadnianie warunków   budowy i przebudowy telekomunikacyjnych obiektów budowlanych</w:t>
            </w:r>
          </w:p>
        </w:tc>
      </w:tr>
      <w:tr w:rsidR="00207D4B" w:rsidRPr="00207D4B" w14:paraId="004909C7" w14:textId="77777777" w:rsidTr="00207D4B">
        <w:trPr>
          <w:trHeight w:val="142"/>
        </w:trPr>
        <w:tc>
          <w:tcPr>
            <w:tcW w:w="1219" w:type="pct"/>
            <w:gridSpan w:val="3"/>
            <w:shd w:val="clear" w:color="auto" w:fill="auto"/>
          </w:tcPr>
          <w:p w14:paraId="321769F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Podmioty zajmujące się projektowaniem, budową, przebudową i remontami  linii kablowych, dróg publicznych</w:t>
            </w:r>
          </w:p>
        </w:tc>
        <w:tc>
          <w:tcPr>
            <w:tcW w:w="1047" w:type="pct"/>
            <w:gridSpan w:val="8"/>
            <w:shd w:val="clear" w:color="auto" w:fill="auto"/>
          </w:tcPr>
          <w:p w14:paraId="4747E15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Wielkość trudna do oszacowania</w:t>
            </w:r>
          </w:p>
        </w:tc>
        <w:tc>
          <w:tcPr>
            <w:tcW w:w="1368" w:type="pct"/>
            <w:gridSpan w:val="12"/>
            <w:shd w:val="clear" w:color="auto" w:fill="auto"/>
          </w:tcPr>
          <w:p w14:paraId="2B9CDFE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362" w:type="pct"/>
            <w:gridSpan w:val="6"/>
            <w:shd w:val="clear" w:color="auto" w:fill="auto"/>
          </w:tcPr>
          <w:p w14:paraId="3C46B98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Stosowanie zasad projektowania, budowy i przebudowy telekomunikacyjnych obiektów budowlanych</w:t>
            </w:r>
          </w:p>
        </w:tc>
      </w:tr>
      <w:tr w:rsidR="00207D4B" w:rsidRPr="00207D4B" w14:paraId="3E30A06B" w14:textId="77777777" w:rsidTr="00207D4B">
        <w:trPr>
          <w:trHeight w:val="142"/>
        </w:trPr>
        <w:tc>
          <w:tcPr>
            <w:tcW w:w="1219" w:type="pct"/>
            <w:gridSpan w:val="3"/>
            <w:shd w:val="clear" w:color="auto" w:fill="auto"/>
          </w:tcPr>
          <w:p w14:paraId="0D08C993" w14:textId="77777777" w:rsidR="00207D4B" w:rsidRPr="00207D4B" w:rsidRDefault="00207D4B" w:rsidP="00207D4B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Podmioty produkujące/ sprowadzające poszczególne wyroby stosowane przy budowie telekomunikacyjnych obiektów budowlanych</w:t>
            </w:r>
          </w:p>
        </w:tc>
        <w:tc>
          <w:tcPr>
            <w:tcW w:w="1047" w:type="pct"/>
            <w:gridSpan w:val="8"/>
            <w:shd w:val="clear" w:color="auto" w:fill="auto"/>
          </w:tcPr>
          <w:p w14:paraId="2529BB5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Wielkość trudna do oszacowania</w:t>
            </w:r>
          </w:p>
        </w:tc>
        <w:tc>
          <w:tcPr>
            <w:tcW w:w="1368" w:type="pct"/>
            <w:gridSpan w:val="12"/>
            <w:shd w:val="clear" w:color="auto" w:fill="auto"/>
          </w:tcPr>
          <w:p w14:paraId="4D03A2A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362" w:type="pct"/>
            <w:gridSpan w:val="6"/>
            <w:shd w:val="clear" w:color="auto" w:fill="auto"/>
          </w:tcPr>
          <w:p w14:paraId="1F84A16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jw.</w:t>
            </w:r>
          </w:p>
        </w:tc>
      </w:tr>
      <w:tr w:rsidR="00207D4B" w:rsidRPr="00207D4B" w14:paraId="733DFC5A" w14:textId="77777777" w:rsidTr="00207D4B">
        <w:trPr>
          <w:trHeight w:val="142"/>
        </w:trPr>
        <w:tc>
          <w:tcPr>
            <w:tcW w:w="1219" w:type="pct"/>
            <w:gridSpan w:val="3"/>
            <w:shd w:val="clear" w:color="auto" w:fill="auto"/>
          </w:tcPr>
          <w:p w14:paraId="6A8704F5" w14:textId="77777777" w:rsidR="00207D4B" w:rsidRPr="00207D4B" w:rsidRDefault="00207D4B" w:rsidP="00207D4B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pct"/>
            <w:gridSpan w:val="8"/>
            <w:shd w:val="clear" w:color="auto" w:fill="auto"/>
          </w:tcPr>
          <w:p w14:paraId="58D60DE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368" w:type="pct"/>
            <w:gridSpan w:val="12"/>
            <w:shd w:val="clear" w:color="auto" w:fill="auto"/>
          </w:tcPr>
          <w:p w14:paraId="26E0747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362" w:type="pct"/>
            <w:gridSpan w:val="6"/>
            <w:shd w:val="clear" w:color="auto" w:fill="auto"/>
          </w:tcPr>
          <w:p w14:paraId="0BE1DF3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07D4B" w:rsidRPr="00207D4B" w14:paraId="2232B0A8" w14:textId="77777777" w:rsidTr="00207D4B">
        <w:trPr>
          <w:trHeight w:val="302"/>
        </w:trPr>
        <w:tc>
          <w:tcPr>
            <w:tcW w:w="4995" w:type="pct"/>
            <w:gridSpan w:val="29"/>
            <w:shd w:val="clear" w:color="auto" w:fill="99CCFF"/>
            <w:vAlign w:val="center"/>
          </w:tcPr>
          <w:p w14:paraId="2C06F6B1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207D4B" w:rsidRPr="00207D4B" w14:paraId="3777BABC" w14:textId="77777777" w:rsidTr="00207D4B">
        <w:trPr>
          <w:trHeight w:val="342"/>
        </w:trPr>
        <w:tc>
          <w:tcPr>
            <w:tcW w:w="4995" w:type="pct"/>
            <w:gridSpan w:val="29"/>
            <w:shd w:val="clear" w:color="auto" w:fill="FFFFFF"/>
          </w:tcPr>
          <w:p w14:paraId="0DAFD408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D65F6D2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Projekt został poddany konsultacjom publicznym oraz opiniowaniu.</w:t>
            </w:r>
          </w:p>
          <w:p w14:paraId="3BBAADCE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W ramach konsultacji i opiniowania projekt został przesłany do:</w:t>
            </w:r>
          </w:p>
          <w:p w14:paraId="03AA97AC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ENEA Operator Sp. z o.o.,</w:t>
            </w:r>
          </w:p>
          <w:p w14:paraId="4289612C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Energa Operator S.A.,</w:t>
            </w:r>
          </w:p>
          <w:p w14:paraId="2B61BDF6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EXATEL S.A.,</w:t>
            </w:r>
          </w:p>
          <w:p w14:paraId="5FC14C33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Instytutu Badawczego Dróg i Mostów,</w:t>
            </w:r>
          </w:p>
          <w:p w14:paraId="15952575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lastRenderedPageBreak/>
              <w:t>Instytutu Elektrotechniki,</w:t>
            </w:r>
          </w:p>
          <w:p w14:paraId="15CAC6AF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 xml:space="preserve">Izby Gospodarki Elektronicznej, </w:t>
            </w:r>
          </w:p>
          <w:p w14:paraId="1F34DE80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Sieci Badawczej Łukasiewicz - Instytutu Tele- i Radiotechnicznego,</w:t>
            </w:r>
          </w:p>
          <w:p w14:paraId="4A488D72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 xml:space="preserve">Krajowej Izby Gospodarczej, </w:t>
            </w:r>
          </w:p>
          <w:p w14:paraId="5C672A0D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 xml:space="preserve">Krajowej Izby Gospodarczej Elektroniki i Telekomunikacji, </w:t>
            </w:r>
          </w:p>
          <w:p w14:paraId="7CC5142E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 xml:space="preserve">Krajowej Izby Komunikacji </w:t>
            </w:r>
            <w:proofErr w:type="spellStart"/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Ethernetowej</w:t>
            </w:r>
            <w:proofErr w:type="spellEnd"/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 xml:space="preserve">;  </w:t>
            </w:r>
          </w:p>
          <w:p w14:paraId="2FA41249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 xml:space="preserve">Krajowej Izby Gospodarki Cyfrowej, </w:t>
            </w:r>
          </w:p>
          <w:p w14:paraId="445E51D0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PGE Dystrybucja S. A.,</w:t>
            </w:r>
          </w:p>
          <w:p w14:paraId="7175637D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Polskiej Izby Handlu,</w:t>
            </w:r>
          </w:p>
          <w:p w14:paraId="3F76A4D3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 xml:space="preserve">Polskiej Izby Informatyki i Telekomunikacji, </w:t>
            </w:r>
          </w:p>
          <w:p w14:paraId="459E1A94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 xml:space="preserve">Polskiej Izby Radiodyfuzji Cyfrowej, </w:t>
            </w:r>
          </w:p>
          <w:p w14:paraId="5D6E7721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Polskiej Izby Inżynierów Budownictwa,</w:t>
            </w:r>
          </w:p>
          <w:p w14:paraId="71DD253F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Polskiej Izby Komunikacji Elektronicznej,</w:t>
            </w:r>
          </w:p>
          <w:p w14:paraId="4BEAD02E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Polskich Sieci Elektroenergetyczne S.A.,</w:t>
            </w:r>
          </w:p>
          <w:p w14:paraId="0A415CF1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RWE Stoen Operator Sp. z o.o.,</w:t>
            </w:r>
          </w:p>
          <w:p w14:paraId="08973011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Stowarzyszenia Inżynierów Telekomunikacji,</w:t>
            </w:r>
          </w:p>
          <w:p w14:paraId="2B1BBD97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Stowarzyszenia Teletechników Polskich XXI,</w:t>
            </w:r>
          </w:p>
          <w:p w14:paraId="62451349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TAURON Dystrybucja S. A.,</w:t>
            </w:r>
          </w:p>
          <w:p w14:paraId="0F01B1A9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 xml:space="preserve">Związek Pracodawców Mediów Elektronicznych i Telekomunikacji </w:t>
            </w:r>
            <w:proofErr w:type="spellStart"/>
            <w:r w:rsidRPr="00207D4B">
              <w:rPr>
                <w:rFonts w:ascii="Times New Roman" w:hAnsi="Times New Roman"/>
                <w:color w:val="000000"/>
                <w:spacing w:val="-2"/>
              </w:rPr>
              <w:t>Mediakom</w:t>
            </w:r>
            <w:proofErr w:type="spellEnd"/>
            <w:r w:rsidRPr="00207D4B">
              <w:rPr>
                <w:rFonts w:ascii="Times New Roman" w:hAnsi="Times New Roman"/>
                <w:color w:val="000000"/>
                <w:spacing w:val="-2"/>
              </w:rPr>
              <w:t>,</w:t>
            </w:r>
          </w:p>
          <w:p w14:paraId="4F096793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Związku Telewizji Kablowych w Polsce, Izba Gospodarcza.</w:t>
            </w:r>
          </w:p>
          <w:p w14:paraId="36D761AC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7FCAD334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/>
                <w:color w:val="000000"/>
                <w:spacing w:val="-2"/>
              </w:rPr>
              <w:t>Ponadto projekt został przekazany do zaopiniowania przez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:</w:t>
            </w:r>
          </w:p>
          <w:p w14:paraId="23157C49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Radę Dialogu Społecznego;</w:t>
            </w:r>
          </w:p>
          <w:p w14:paraId="0A4DC2E1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Business Centre Club;</w:t>
            </w:r>
          </w:p>
          <w:p w14:paraId="6439FAB7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Federację Przedsiębiorców Polskich.</w:t>
            </w:r>
          </w:p>
          <w:p w14:paraId="1F543B8A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Forum Związków Zawodowych;</w:t>
            </w:r>
          </w:p>
          <w:p w14:paraId="7D7CD6AD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Konfederację Lewiatan;</w:t>
            </w:r>
          </w:p>
          <w:p w14:paraId="394497DE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NSZZ Solidarność;</w:t>
            </w:r>
          </w:p>
          <w:p w14:paraId="17830494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Ogólnopolskie Porozumienie Związków Zawodowych;</w:t>
            </w:r>
          </w:p>
          <w:p w14:paraId="18536EF2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Pracodawców RP;</w:t>
            </w:r>
          </w:p>
          <w:p w14:paraId="53D3F0D6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Związek Przedsiębiorców i Pracodawców;</w:t>
            </w:r>
          </w:p>
          <w:p w14:paraId="04CB210E" w14:textId="77777777" w:rsidR="00207D4B" w:rsidRPr="00207D4B" w:rsidRDefault="00207D4B" w:rsidP="00207D4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Związek Rzemiosła Polskiego;</w:t>
            </w:r>
          </w:p>
          <w:p w14:paraId="7FBFCB5B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/>
                <w:color w:val="000000"/>
                <w:spacing w:val="-2"/>
              </w:rPr>
              <w:t>oraz:</w:t>
            </w:r>
          </w:p>
          <w:p w14:paraId="7BE967E1" w14:textId="77777777" w:rsidR="00207D4B" w:rsidRPr="00207D4B" w:rsidRDefault="00207D4B" w:rsidP="00207D4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Prezesa Urzędu Komunikacji Elektronicznej,</w:t>
            </w:r>
          </w:p>
          <w:p w14:paraId="44430C76" w14:textId="77777777" w:rsidR="00207D4B" w:rsidRPr="00207D4B" w:rsidRDefault="00207D4B" w:rsidP="00207D4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Generalnego Dyrektora Dróg Krajowych i Autostrad,</w:t>
            </w:r>
          </w:p>
          <w:p w14:paraId="5B41F018" w14:textId="77777777" w:rsidR="00207D4B" w:rsidRPr="00207D4B" w:rsidRDefault="00207D4B" w:rsidP="00207D4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Głównego Geodetę Kraju,</w:t>
            </w:r>
          </w:p>
          <w:p w14:paraId="0BA4B1C6" w14:textId="77777777" w:rsidR="00207D4B" w:rsidRPr="00207D4B" w:rsidRDefault="00207D4B" w:rsidP="00207D4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Głównego Inspektora Nadzoru Budowlanego,</w:t>
            </w:r>
          </w:p>
          <w:p w14:paraId="48449F5E" w14:textId="77777777" w:rsidR="00207D4B" w:rsidRPr="00207D4B" w:rsidRDefault="00207D4B" w:rsidP="00207D4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Krajową Radę Radiofonii i Telewizji,</w:t>
            </w:r>
          </w:p>
          <w:p w14:paraId="0BA2B9F6" w14:textId="77777777" w:rsidR="00207D4B" w:rsidRPr="00207D4B" w:rsidRDefault="00207D4B" w:rsidP="00207D4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Prezesa Urzędu Ochrony Konkurencji i Konsumentów,</w:t>
            </w:r>
          </w:p>
          <w:p w14:paraId="7CC4B98D" w14:textId="77777777" w:rsidR="00207D4B" w:rsidRPr="00207D4B" w:rsidRDefault="00207D4B" w:rsidP="00207D4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Prezesa Urzędu Transportu Kolejowego,</w:t>
            </w:r>
          </w:p>
          <w:p w14:paraId="220F565A" w14:textId="77777777" w:rsidR="00207D4B" w:rsidRPr="00207D4B" w:rsidRDefault="00207D4B" w:rsidP="00207D4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Polski Komitet Normalizacyjny,</w:t>
            </w:r>
          </w:p>
          <w:p w14:paraId="4170858D" w14:textId="77777777" w:rsidR="00207D4B" w:rsidRPr="00207D4B" w:rsidRDefault="00207D4B" w:rsidP="00207D4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Prokuratorię Generalną RP,</w:t>
            </w:r>
          </w:p>
          <w:p w14:paraId="14C0374F" w14:textId="77777777" w:rsidR="00207D4B" w:rsidRPr="00207D4B" w:rsidRDefault="00207D4B" w:rsidP="00207D4B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Komisję Wspólną Rządu i Samorządu Terytorialnego</w:t>
            </w:r>
          </w:p>
          <w:p w14:paraId="2D16974F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6B781B9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W ramach konsultacji i opiniowania zostało zgłoszonych szereg uwag o charakterze merytorycznym oraz legislacyjno-prawnym. Część z uwag została uwzględniona w projekcie.</w:t>
            </w:r>
          </w:p>
          <w:p w14:paraId="58F86FBF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Zgodnie z art. 5 ustawy z dnia 7 lipca 2005 r. o działalności lobbingowej w procesie stanowienia prawa projektowane rozporządzenie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>zosta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ło</w:t>
            </w: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 xml:space="preserve"> udostępnion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Pr="00207D4B">
              <w:rPr>
                <w:rFonts w:ascii="Times New Roman" w:hAnsi="Times New Roman"/>
                <w:bCs/>
                <w:color w:val="000000"/>
                <w:spacing w:val="-2"/>
              </w:rPr>
              <w:t xml:space="preserve"> na stronie podmiotowej Biuletynu Informacji Publicznej MC oraz w Biuletynie Informacji Publicznej na stronie podmiotowej Rządowego Centrum Legislacji, w serwisie Rządowy Proces Legislacyjny.</w:t>
            </w:r>
          </w:p>
          <w:p w14:paraId="4DE3CE8C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07D4B" w:rsidRPr="00207D4B" w14:paraId="45393F05" w14:textId="77777777" w:rsidTr="00207D4B">
        <w:trPr>
          <w:trHeight w:val="363"/>
        </w:trPr>
        <w:tc>
          <w:tcPr>
            <w:tcW w:w="4995" w:type="pct"/>
            <w:gridSpan w:val="29"/>
            <w:shd w:val="clear" w:color="auto" w:fill="99CCFF"/>
            <w:vAlign w:val="center"/>
          </w:tcPr>
          <w:p w14:paraId="07438B07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07D4B" w:rsidRPr="00207D4B" w14:paraId="16A65EB3" w14:textId="77777777" w:rsidTr="00207D4B">
        <w:trPr>
          <w:trHeight w:val="142"/>
        </w:trPr>
        <w:tc>
          <w:tcPr>
            <w:tcW w:w="1431" w:type="pct"/>
            <w:gridSpan w:val="4"/>
            <w:vMerge w:val="restart"/>
            <w:shd w:val="clear" w:color="auto" w:fill="FFFFFF"/>
          </w:tcPr>
          <w:p w14:paraId="4033747D" w14:textId="77777777" w:rsidR="00207D4B" w:rsidRPr="00207D4B" w:rsidRDefault="00207D4B" w:rsidP="00207D4B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lastRenderedPageBreak/>
              <w:t>(ceny stałe z …… r.)</w:t>
            </w:r>
          </w:p>
        </w:tc>
        <w:tc>
          <w:tcPr>
            <w:tcW w:w="3564" w:type="pct"/>
            <w:gridSpan w:val="25"/>
            <w:shd w:val="clear" w:color="auto" w:fill="FFFFFF"/>
          </w:tcPr>
          <w:p w14:paraId="1108B8CE" w14:textId="77777777" w:rsidR="00207D4B" w:rsidRPr="00207D4B" w:rsidRDefault="00207D4B" w:rsidP="00207D4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207D4B" w:rsidRPr="00207D4B" w14:paraId="4AEBCCFE" w14:textId="77777777" w:rsidTr="00207D4B">
        <w:trPr>
          <w:trHeight w:val="142"/>
        </w:trPr>
        <w:tc>
          <w:tcPr>
            <w:tcW w:w="1431" w:type="pct"/>
            <w:gridSpan w:val="4"/>
            <w:vMerge/>
            <w:shd w:val="clear" w:color="auto" w:fill="FFFFFF"/>
          </w:tcPr>
          <w:p w14:paraId="078BC4C9" w14:textId="77777777" w:rsidR="00207D4B" w:rsidRPr="00207D4B" w:rsidRDefault="00207D4B" w:rsidP="00207D4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260" w:type="pct"/>
            <w:gridSpan w:val="2"/>
            <w:shd w:val="clear" w:color="auto" w:fill="FFFFFF"/>
          </w:tcPr>
          <w:p w14:paraId="1808F8A3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B373FBC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194E3D2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47F49E92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E74121F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60" w:type="pct"/>
            <w:shd w:val="clear" w:color="auto" w:fill="FFFFFF"/>
          </w:tcPr>
          <w:p w14:paraId="15E7EE5B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7DAFCA48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5BF03952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9D3E0B9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060DC31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260" w:type="pct"/>
            <w:shd w:val="clear" w:color="auto" w:fill="FFFFFF"/>
          </w:tcPr>
          <w:p w14:paraId="5EEC2C79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702" w:type="pct"/>
            <w:gridSpan w:val="2"/>
            <w:shd w:val="clear" w:color="auto" w:fill="FFFFFF"/>
          </w:tcPr>
          <w:p w14:paraId="257314A5" w14:textId="77777777" w:rsidR="00207D4B" w:rsidRPr="00207D4B" w:rsidRDefault="00207D4B" w:rsidP="00207D4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 (0-10)</w:t>
            </w:r>
          </w:p>
        </w:tc>
      </w:tr>
      <w:tr w:rsidR="00207D4B" w:rsidRPr="00207D4B" w14:paraId="78FB9A85" w14:textId="77777777" w:rsidTr="00207D4B">
        <w:trPr>
          <w:trHeight w:val="321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5323F7F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5EC10A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6C47954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1137CBD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2493F6B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5B6C646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6854BDC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1601468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49FB443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775D5E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E9B5DB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7967708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1053C6B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07D4B" w:rsidRPr="00207D4B" w14:paraId="5CA721DE" w14:textId="77777777" w:rsidTr="00207D4B">
        <w:trPr>
          <w:trHeight w:val="321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6763CF0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B0B5E4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E2C658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83F5AE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018E798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51D8F95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0BE1B15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6C5DCAF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653F8C6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51FAAAE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187C3FE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71AD74A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26606FA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07D4B" w:rsidRPr="00207D4B" w14:paraId="13FEC130" w14:textId="77777777" w:rsidTr="00207D4B">
        <w:trPr>
          <w:trHeight w:val="344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12CB2C3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176B5F3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D31A8A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51F4A4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5C70A60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689E7BD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2302A9E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383CA38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0959B2F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513316B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FFBC07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6813D92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5C7F201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07D4B" w:rsidRPr="00207D4B" w14:paraId="32F09772" w14:textId="77777777" w:rsidTr="00207D4B">
        <w:trPr>
          <w:trHeight w:val="344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2F46161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EC97CE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2C9143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7185BB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7C8352F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5513F78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7A0C99E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5078861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3ABDC8B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1DC93D6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C45E2C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301A9D6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0815447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07D4B" w:rsidRPr="00207D4B" w14:paraId="02EAE727" w14:textId="77777777" w:rsidTr="00207D4B">
        <w:trPr>
          <w:trHeight w:val="330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52EEC0D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C67C19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37A38B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2DD7D5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261D944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57CE00F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1508052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6FB9B76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42BEB4C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92A0A9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CE5039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08C7B5A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7090ED4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07D4B" w:rsidRPr="00207D4B" w14:paraId="16C477DA" w14:textId="77777777" w:rsidTr="00207D4B">
        <w:trPr>
          <w:trHeight w:val="330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08B2857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3B7900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41C82C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4D1994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77F13CC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CB5D39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6684441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7B36062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62968BB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47AB00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31C0513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39F78B4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68A82C9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07D4B" w:rsidRPr="00207D4B" w14:paraId="39B1CD85" w14:textId="77777777" w:rsidTr="00207D4B">
        <w:trPr>
          <w:trHeight w:val="351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0A36A07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6CB7C16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6082D4F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16311E6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756886B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60451B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2EC0182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1A6C346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4422A31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FD77D1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8E8115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49ECF81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22F55B0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07D4B" w:rsidRPr="00207D4B" w14:paraId="47349197" w14:textId="77777777" w:rsidTr="00207D4B">
        <w:trPr>
          <w:trHeight w:val="351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7526471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588182F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B8AEAB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1B5B614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1BAF786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35AA9CD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6D5008B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326B7D8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60BB28C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717ABB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3222598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6AD15AA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7C904F0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07D4B" w:rsidRPr="00207D4B" w14:paraId="140C2C7B" w14:textId="77777777" w:rsidTr="00207D4B">
        <w:trPr>
          <w:trHeight w:val="360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46C223C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0E4301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6D149F5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B30C78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296395D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6C77D5A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4C4C809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2DEE3D1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27AA1DC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44447C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A81C4B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2F64F8F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4FAF52E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07D4B" w:rsidRPr="00207D4B" w14:paraId="0B49F66A" w14:textId="77777777" w:rsidTr="00207D4B">
        <w:trPr>
          <w:trHeight w:val="360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321325E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3A0EF3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0071AC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5B9C1F4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0F69144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4D3AC83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631F040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37EB310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54C5A0C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3CB4EE9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431247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6C4FCEE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4CC060A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07D4B" w:rsidRPr="00207D4B" w14:paraId="7C2F2A5A" w14:textId="77777777" w:rsidTr="00207D4B">
        <w:trPr>
          <w:trHeight w:val="357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2F7EF60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34B078B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11454C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340554F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4B9A9A7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524D3A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70D849E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3498823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59C7E9D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6561EA7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86CB48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7D560B4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68FAE4F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07D4B" w:rsidRPr="00207D4B" w14:paraId="371E3B38" w14:textId="77777777" w:rsidTr="00207D4B">
        <w:trPr>
          <w:trHeight w:val="357"/>
        </w:trPr>
        <w:tc>
          <w:tcPr>
            <w:tcW w:w="1431" w:type="pct"/>
            <w:gridSpan w:val="4"/>
            <w:shd w:val="clear" w:color="auto" w:fill="FFFFFF"/>
            <w:vAlign w:val="center"/>
          </w:tcPr>
          <w:p w14:paraId="3878AF3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08E78A6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35B58A0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107DFF8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4CBF7EC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696EA73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5512323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361E23A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60" w:type="pct"/>
            <w:gridSpan w:val="3"/>
            <w:shd w:val="clear" w:color="auto" w:fill="FFFFFF"/>
          </w:tcPr>
          <w:p w14:paraId="3D4AA12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7315F73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gridSpan w:val="2"/>
            <w:shd w:val="clear" w:color="auto" w:fill="FFFFFF"/>
          </w:tcPr>
          <w:p w14:paraId="2CB9D7D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60" w:type="pct"/>
            <w:shd w:val="clear" w:color="auto" w:fill="FFFFFF"/>
          </w:tcPr>
          <w:p w14:paraId="709A2B7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7" w:type="pct"/>
            <w:gridSpan w:val="2"/>
            <w:shd w:val="clear" w:color="auto" w:fill="FFFFFF"/>
          </w:tcPr>
          <w:p w14:paraId="6581942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207D4B" w:rsidRPr="00207D4B" w14:paraId="51F6C4F9" w14:textId="77777777" w:rsidTr="00207D4B">
        <w:trPr>
          <w:trHeight w:val="348"/>
        </w:trPr>
        <w:tc>
          <w:tcPr>
            <w:tcW w:w="1024" w:type="pct"/>
            <w:gridSpan w:val="2"/>
            <w:shd w:val="clear" w:color="auto" w:fill="FFFFFF"/>
            <w:vAlign w:val="center"/>
          </w:tcPr>
          <w:p w14:paraId="1DD2A80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3971" w:type="pct"/>
            <w:gridSpan w:val="27"/>
            <w:shd w:val="clear" w:color="auto" w:fill="FFFFFF"/>
            <w:vAlign w:val="center"/>
          </w:tcPr>
          <w:p w14:paraId="35845EAC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230AF52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Wejście w życie projektowanego rozporządzenia nie spowoduje skutków dla sektora finansów publicznych, w tym dochodów i wydatków budżetu państwa oraz samorządu terytorialnego.</w:t>
            </w:r>
          </w:p>
          <w:p w14:paraId="10C2B788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19078E9C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07D4B" w:rsidRPr="00207D4B" w14:paraId="744CE1CC" w14:textId="77777777" w:rsidTr="00207D4B">
        <w:trPr>
          <w:trHeight w:val="1926"/>
        </w:trPr>
        <w:tc>
          <w:tcPr>
            <w:tcW w:w="1024" w:type="pct"/>
            <w:gridSpan w:val="2"/>
            <w:shd w:val="clear" w:color="auto" w:fill="FFFFFF"/>
          </w:tcPr>
          <w:p w14:paraId="02EF572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3971" w:type="pct"/>
            <w:gridSpan w:val="27"/>
            <w:shd w:val="clear" w:color="auto" w:fill="FFFFFF"/>
          </w:tcPr>
          <w:p w14:paraId="32F04791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6F666EF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75D7C6D2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Nie dotyczy</w:t>
            </w:r>
          </w:p>
          <w:p w14:paraId="71F36AFC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225C39C3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720BD30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E06C1FD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07D4B" w:rsidRPr="00207D4B" w14:paraId="5F388E17" w14:textId="77777777" w:rsidTr="00207D4B">
        <w:trPr>
          <w:trHeight w:val="345"/>
        </w:trPr>
        <w:tc>
          <w:tcPr>
            <w:tcW w:w="4995" w:type="pct"/>
            <w:gridSpan w:val="29"/>
            <w:shd w:val="clear" w:color="auto" w:fill="99CCFF"/>
          </w:tcPr>
          <w:p w14:paraId="447F359D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207D4B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207D4B" w:rsidRPr="00207D4B" w14:paraId="5650D29D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FFFFFF"/>
          </w:tcPr>
          <w:p w14:paraId="17B00231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207D4B" w:rsidRPr="00207D4B" w14:paraId="279369EC" w14:textId="77777777" w:rsidTr="00207D4B">
        <w:trPr>
          <w:trHeight w:val="142"/>
        </w:trPr>
        <w:tc>
          <w:tcPr>
            <w:tcW w:w="1776" w:type="pct"/>
            <w:gridSpan w:val="7"/>
            <w:shd w:val="clear" w:color="auto" w:fill="FFFFFF"/>
          </w:tcPr>
          <w:p w14:paraId="75ACAF7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428" w:type="pct"/>
            <w:gridSpan w:val="2"/>
            <w:shd w:val="clear" w:color="auto" w:fill="FFFFFF"/>
          </w:tcPr>
          <w:p w14:paraId="7CD37D28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28" w:type="pct"/>
            <w:gridSpan w:val="5"/>
            <w:shd w:val="clear" w:color="auto" w:fill="FFFFFF"/>
          </w:tcPr>
          <w:p w14:paraId="58755227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8" w:type="pct"/>
            <w:gridSpan w:val="4"/>
            <w:shd w:val="clear" w:color="auto" w:fill="FFFFFF"/>
          </w:tcPr>
          <w:p w14:paraId="27DD8E4B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8" w:type="pct"/>
            <w:gridSpan w:val="3"/>
            <w:shd w:val="clear" w:color="auto" w:fill="FFFFFF"/>
          </w:tcPr>
          <w:p w14:paraId="79A88AD7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8" w:type="pct"/>
            <w:gridSpan w:val="4"/>
            <w:shd w:val="clear" w:color="auto" w:fill="FFFFFF"/>
          </w:tcPr>
          <w:p w14:paraId="51E351C4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428" w:type="pct"/>
            <w:gridSpan w:val="3"/>
            <w:shd w:val="clear" w:color="auto" w:fill="FFFFFF"/>
          </w:tcPr>
          <w:p w14:paraId="18C4A931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649" w:type="pct"/>
            <w:shd w:val="clear" w:color="auto" w:fill="FFFFFF"/>
          </w:tcPr>
          <w:p w14:paraId="4B9B803C" w14:textId="77777777" w:rsidR="00207D4B" w:rsidRPr="00207D4B" w:rsidRDefault="00207D4B" w:rsidP="00207D4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207D4B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207D4B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207D4B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07D4B" w:rsidRPr="00207D4B" w14:paraId="1F4D637A" w14:textId="77777777" w:rsidTr="00207D4B">
        <w:trPr>
          <w:trHeight w:val="142"/>
        </w:trPr>
        <w:tc>
          <w:tcPr>
            <w:tcW w:w="729" w:type="pct"/>
            <w:vMerge w:val="restart"/>
            <w:shd w:val="clear" w:color="auto" w:fill="FFFFFF"/>
          </w:tcPr>
          <w:p w14:paraId="5D533A54" w14:textId="77777777" w:rsidR="00207D4B" w:rsidRPr="00207D4B" w:rsidRDefault="00207D4B" w:rsidP="00207D4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5CF1A02D" w14:textId="77777777" w:rsidR="00207D4B" w:rsidRPr="00207D4B" w:rsidRDefault="00207D4B" w:rsidP="00207D4B">
            <w:pPr>
              <w:spacing w:after="0"/>
              <w:rPr>
                <w:rFonts w:ascii="Times New Roman" w:hAnsi="Times New Roman"/>
                <w:spacing w:val="-2"/>
              </w:rPr>
            </w:pPr>
            <w:r w:rsidRPr="00207D4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3C9ABB4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spacing w:val="-2"/>
              </w:rPr>
              <w:t>ceny stałe z …… r.)</w:t>
            </w:r>
          </w:p>
        </w:tc>
        <w:tc>
          <w:tcPr>
            <w:tcW w:w="1047" w:type="pct"/>
            <w:gridSpan w:val="6"/>
            <w:shd w:val="clear" w:color="auto" w:fill="FFFFFF"/>
          </w:tcPr>
          <w:p w14:paraId="170EB5C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428" w:type="pct"/>
            <w:gridSpan w:val="2"/>
            <w:shd w:val="clear" w:color="auto" w:fill="FFFFFF"/>
          </w:tcPr>
          <w:p w14:paraId="2A61901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5"/>
            <w:shd w:val="clear" w:color="auto" w:fill="FFFFFF"/>
          </w:tcPr>
          <w:p w14:paraId="7BE12CD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4"/>
            <w:shd w:val="clear" w:color="auto" w:fill="FFFFFF"/>
          </w:tcPr>
          <w:p w14:paraId="08827C0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14:paraId="10DC709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8" w:type="pct"/>
            <w:gridSpan w:val="4"/>
            <w:shd w:val="clear" w:color="auto" w:fill="FFFFFF"/>
          </w:tcPr>
          <w:p w14:paraId="73D8CB4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14:paraId="5EFACB3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49" w:type="pct"/>
            <w:shd w:val="clear" w:color="auto" w:fill="FFFFFF"/>
          </w:tcPr>
          <w:p w14:paraId="5651E86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07D4B" w:rsidRPr="00207D4B" w14:paraId="58E3F5D0" w14:textId="77777777" w:rsidTr="00207D4B">
        <w:trPr>
          <w:trHeight w:val="142"/>
        </w:trPr>
        <w:tc>
          <w:tcPr>
            <w:tcW w:w="729" w:type="pct"/>
            <w:vMerge/>
            <w:shd w:val="clear" w:color="auto" w:fill="FFFFFF"/>
          </w:tcPr>
          <w:p w14:paraId="76EE11A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pct"/>
            <w:gridSpan w:val="6"/>
            <w:shd w:val="clear" w:color="auto" w:fill="FFFFFF"/>
          </w:tcPr>
          <w:p w14:paraId="2628988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428" w:type="pct"/>
            <w:gridSpan w:val="2"/>
            <w:shd w:val="clear" w:color="auto" w:fill="FFFFFF"/>
          </w:tcPr>
          <w:p w14:paraId="7E6F362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5"/>
            <w:shd w:val="clear" w:color="auto" w:fill="FFFFFF"/>
          </w:tcPr>
          <w:p w14:paraId="0B7D2CD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4"/>
            <w:shd w:val="clear" w:color="auto" w:fill="FFFFFF"/>
          </w:tcPr>
          <w:p w14:paraId="5C2F0B3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14:paraId="13CD997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8" w:type="pct"/>
            <w:gridSpan w:val="4"/>
            <w:shd w:val="clear" w:color="auto" w:fill="FFFFFF"/>
          </w:tcPr>
          <w:p w14:paraId="5185405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14:paraId="00017EA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49" w:type="pct"/>
            <w:shd w:val="clear" w:color="auto" w:fill="FFFFFF"/>
          </w:tcPr>
          <w:p w14:paraId="54659A7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07D4B" w:rsidRPr="00207D4B" w14:paraId="7E456F43" w14:textId="77777777" w:rsidTr="00207D4B">
        <w:trPr>
          <w:trHeight w:val="142"/>
        </w:trPr>
        <w:tc>
          <w:tcPr>
            <w:tcW w:w="729" w:type="pct"/>
            <w:vMerge/>
            <w:shd w:val="clear" w:color="auto" w:fill="FFFFFF"/>
          </w:tcPr>
          <w:p w14:paraId="3C5A1CC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pct"/>
            <w:gridSpan w:val="6"/>
            <w:shd w:val="clear" w:color="auto" w:fill="FFFFFF"/>
          </w:tcPr>
          <w:p w14:paraId="680FE86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428" w:type="pct"/>
            <w:gridSpan w:val="2"/>
            <w:shd w:val="clear" w:color="auto" w:fill="FFFFFF"/>
          </w:tcPr>
          <w:p w14:paraId="45544C0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5"/>
            <w:shd w:val="clear" w:color="auto" w:fill="FFFFFF"/>
          </w:tcPr>
          <w:p w14:paraId="4DF6803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4"/>
            <w:shd w:val="clear" w:color="auto" w:fill="FFFFFF"/>
          </w:tcPr>
          <w:p w14:paraId="04A2851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14:paraId="69D9AB6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8" w:type="pct"/>
            <w:gridSpan w:val="4"/>
            <w:shd w:val="clear" w:color="auto" w:fill="FFFFFF"/>
          </w:tcPr>
          <w:p w14:paraId="5E90C67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14:paraId="731B74D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49" w:type="pct"/>
            <w:shd w:val="clear" w:color="auto" w:fill="FFFFFF"/>
          </w:tcPr>
          <w:p w14:paraId="7F5F18C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07D4B" w:rsidRPr="00207D4B" w14:paraId="0EC778CE" w14:textId="77777777" w:rsidTr="00207D4B">
        <w:trPr>
          <w:trHeight w:val="142"/>
        </w:trPr>
        <w:tc>
          <w:tcPr>
            <w:tcW w:w="729" w:type="pct"/>
            <w:vMerge/>
            <w:shd w:val="clear" w:color="auto" w:fill="FFFFFF"/>
          </w:tcPr>
          <w:p w14:paraId="48CA64B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pct"/>
            <w:gridSpan w:val="6"/>
            <w:shd w:val="clear" w:color="auto" w:fill="FFFFFF"/>
          </w:tcPr>
          <w:p w14:paraId="178762D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07D4B">
              <w:rPr>
                <w:rFonts w:ascii="Times New Roman" w:hAnsi="Times New Roman"/>
                <w:color w:val="000000"/>
              </w:rPr>
            </w:r>
            <w:r w:rsidRPr="00207D4B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noProof/>
                <w:color w:val="000000"/>
              </w:rPr>
              <w:t>(dodaj/usuń)</w:t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428" w:type="pct"/>
            <w:gridSpan w:val="2"/>
            <w:shd w:val="clear" w:color="auto" w:fill="FFFFFF"/>
          </w:tcPr>
          <w:p w14:paraId="3FE7336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5"/>
            <w:shd w:val="clear" w:color="auto" w:fill="FFFFFF"/>
          </w:tcPr>
          <w:p w14:paraId="23AB24A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4"/>
            <w:shd w:val="clear" w:color="auto" w:fill="FFFFFF"/>
          </w:tcPr>
          <w:p w14:paraId="77AAADC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14:paraId="69DA911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8" w:type="pct"/>
            <w:gridSpan w:val="4"/>
            <w:shd w:val="clear" w:color="auto" w:fill="FFFFFF"/>
          </w:tcPr>
          <w:p w14:paraId="00FC6CA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8" w:type="pct"/>
            <w:gridSpan w:val="3"/>
            <w:shd w:val="clear" w:color="auto" w:fill="FFFFFF"/>
          </w:tcPr>
          <w:p w14:paraId="6EE0377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49" w:type="pct"/>
            <w:shd w:val="clear" w:color="auto" w:fill="FFFFFF"/>
          </w:tcPr>
          <w:p w14:paraId="2ABC244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207D4B" w:rsidRPr="00207D4B" w14:paraId="0F1A3EF7" w14:textId="77777777" w:rsidTr="00207D4B">
        <w:trPr>
          <w:trHeight w:val="142"/>
        </w:trPr>
        <w:tc>
          <w:tcPr>
            <w:tcW w:w="729" w:type="pct"/>
            <w:vMerge w:val="restart"/>
            <w:shd w:val="clear" w:color="auto" w:fill="FFFFFF"/>
          </w:tcPr>
          <w:p w14:paraId="15722A3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lastRenderedPageBreak/>
              <w:t>W ujęciu niepieniężnym</w:t>
            </w:r>
          </w:p>
        </w:tc>
        <w:tc>
          <w:tcPr>
            <w:tcW w:w="1047" w:type="pct"/>
            <w:gridSpan w:val="6"/>
            <w:shd w:val="clear" w:color="auto" w:fill="FFFFFF"/>
          </w:tcPr>
          <w:p w14:paraId="57CB30D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3219" w:type="pct"/>
            <w:gridSpan w:val="22"/>
            <w:shd w:val="clear" w:color="auto" w:fill="FFFFFF"/>
          </w:tcPr>
          <w:p w14:paraId="291E6BC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Wprowadzane przepisy mogą okazać się przydatne przy tworzeniu planów biznesowych przez przedsiębiorców telekomunikacyjnych zainteresowanych budową lub przebudową telekomunikacyjnych linii kablowych oraz określeniu ryzyka związanego z prowadzoną lub planowaną działalnością.</w:t>
            </w:r>
          </w:p>
        </w:tc>
      </w:tr>
      <w:tr w:rsidR="00207D4B" w:rsidRPr="00207D4B" w14:paraId="044F88EB" w14:textId="77777777" w:rsidTr="00207D4B">
        <w:trPr>
          <w:trHeight w:val="142"/>
        </w:trPr>
        <w:tc>
          <w:tcPr>
            <w:tcW w:w="729" w:type="pct"/>
            <w:vMerge/>
            <w:shd w:val="clear" w:color="auto" w:fill="FFFFFF"/>
          </w:tcPr>
          <w:p w14:paraId="7CEE32A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pct"/>
            <w:gridSpan w:val="6"/>
            <w:shd w:val="clear" w:color="auto" w:fill="FFFFFF"/>
          </w:tcPr>
          <w:p w14:paraId="59199E2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3219" w:type="pct"/>
            <w:gridSpan w:val="22"/>
            <w:shd w:val="clear" w:color="auto" w:fill="FFFFFF"/>
          </w:tcPr>
          <w:p w14:paraId="46D569F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jw.</w:t>
            </w:r>
          </w:p>
        </w:tc>
      </w:tr>
      <w:tr w:rsidR="00207D4B" w:rsidRPr="00207D4B" w14:paraId="26A8523F" w14:textId="77777777" w:rsidTr="00207D4B">
        <w:trPr>
          <w:trHeight w:val="596"/>
        </w:trPr>
        <w:tc>
          <w:tcPr>
            <w:tcW w:w="729" w:type="pct"/>
            <w:vMerge/>
            <w:shd w:val="clear" w:color="auto" w:fill="FFFFFF"/>
          </w:tcPr>
          <w:p w14:paraId="7A4464D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pct"/>
            <w:gridSpan w:val="6"/>
            <w:shd w:val="clear" w:color="auto" w:fill="FFFFFF"/>
          </w:tcPr>
          <w:p w14:paraId="2CDD0178" w14:textId="77777777" w:rsidR="00207D4B" w:rsidRPr="00207D4B" w:rsidRDefault="00207D4B" w:rsidP="00207D4B">
            <w:pPr>
              <w:tabs>
                <w:tab w:val="right" w:pos="193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</w:rPr>
              <w:t>rodzina, obywatele oraz gospodarstwa domowe</w:t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219" w:type="pct"/>
            <w:gridSpan w:val="22"/>
            <w:shd w:val="clear" w:color="auto" w:fill="FFFFFF"/>
          </w:tcPr>
          <w:p w14:paraId="358E142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Dalszy rozwój rynku telekomunikacyjnego, co wpłynie na poprawę stanu cyfryzacji państwa i gospodarki.</w:t>
            </w:r>
          </w:p>
        </w:tc>
      </w:tr>
      <w:tr w:rsidR="00207D4B" w:rsidRPr="00207D4B" w14:paraId="141A9391" w14:textId="77777777" w:rsidTr="00207D4B">
        <w:trPr>
          <w:trHeight w:val="240"/>
        </w:trPr>
        <w:tc>
          <w:tcPr>
            <w:tcW w:w="729" w:type="pct"/>
            <w:vMerge/>
            <w:shd w:val="clear" w:color="auto" w:fill="FFFFFF"/>
          </w:tcPr>
          <w:p w14:paraId="2267FD3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pct"/>
            <w:gridSpan w:val="6"/>
            <w:shd w:val="clear" w:color="auto" w:fill="FFFFFF"/>
          </w:tcPr>
          <w:p w14:paraId="0A695DDB" w14:textId="77777777" w:rsidR="00207D4B" w:rsidRPr="00207D4B" w:rsidRDefault="00207D4B" w:rsidP="00207D4B">
            <w:pPr>
              <w:tabs>
                <w:tab w:val="right" w:pos="1936"/>
              </w:tabs>
              <w:spacing w:after="0"/>
              <w:rPr>
                <w:rFonts w:ascii="Times New Roman" w:hAnsi="Times New Roman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07D4B">
              <w:rPr>
                <w:rFonts w:ascii="Times New Roman" w:hAnsi="Times New Roman"/>
                <w:color w:val="000000"/>
              </w:rPr>
            </w:r>
            <w:r w:rsidRPr="00207D4B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noProof/>
                <w:color w:val="000000"/>
              </w:rPr>
              <w:t>(dodaj/usuń)</w:t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219" w:type="pct"/>
            <w:gridSpan w:val="22"/>
            <w:shd w:val="clear" w:color="auto" w:fill="FFFFFF"/>
          </w:tcPr>
          <w:p w14:paraId="07424340" w14:textId="77777777" w:rsidR="00207D4B" w:rsidRPr="00207D4B" w:rsidRDefault="00207D4B" w:rsidP="00207D4B">
            <w:pPr>
              <w:tabs>
                <w:tab w:val="left" w:pos="3000"/>
              </w:tabs>
              <w:spacing w:after="0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07D4B" w:rsidRPr="00207D4B" w14:paraId="60A52CCF" w14:textId="77777777" w:rsidTr="00207D4B">
        <w:trPr>
          <w:trHeight w:val="142"/>
        </w:trPr>
        <w:tc>
          <w:tcPr>
            <w:tcW w:w="729" w:type="pct"/>
            <w:vMerge w:val="restart"/>
            <w:shd w:val="clear" w:color="auto" w:fill="FFFFFF"/>
          </w:tcPr>
          <w:p w14:paraId="5A9BE6AF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1047" w:type="pct"/>
            <w:gridSpan w:val="6"/>
            <w:shd w:val="clear" w:color="auto" w:fill="FFFFFF"/>
          </w:tcPr>
          <w:p w14:paraId="29EDAC9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07D4B">
              <w:rPr>
                <w:rFonts w:ascii="Times New Roman" w:hAnsi="Times New Roman"/>
                <w:color w:val="000000"/>
              </w:rPr>
            </w:r>
            <w:r w:rsidRPr="00207D4B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noProof/>
                <w:color w:val="000000"/>
              </w:rPr>
              <w:t>(dodaj/usuń)</w:t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219" w:type="pct"/>
            <w:gridSpan w:val="22"/>
            <w:vMerge w:val="restart"/>
            <w:shd w:val="clear" w:color="auto" w:fill="FFFFFF"/>
          </w:tcPr>
          <w:p w14:paraId="1E027DE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Dotychczasowe przepisy regulowały sytuacje związane z budową  telekomunikacyjnych linii kablowych. Projektowany akt dotyczy również przebudowy tych linii. Rozwiązanie takie ma na celu wyłączenie ewentualnych niejasności związanych z zasadami przebudowy telekomunikacyjnych linii kablowych.</w:t>
            </w:r>
          </w:p>
        </w:tc>
      </w:tr>
      <w:tr w:rsidR="00207D4B" w:rsidRPr="00207D4B" w14:paraId="4E53C29C" w14:textId="77777777" w:rsidTr="00207D4B">
        <w:trPr>
          <w:trHeight w:val="142"/>
        </w:trPr>
        <w:tc>
          <w:tcPr>
            <w:tcW w:w="729" w:type="pct"/>
            <w:vMerge/>
            <w:shd w:val="clear" w:color="auto" w:fill="FFFFFF"/>
          </w:tcPr>
          <w:p w14:paraId="3BB4E0E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7" w:type="pct"/>
            <w:gridSpan w:val="6"/>
            <w:shd w:val="clear" w:color="auto" w:fill="FFFFFF"/>
          </w:tcPr>
          <w:p w14:paraId="2524163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07D4B">
              <w:rPr>
                <w:rFonts w:ascii="Times New Roman" w:hAnsi="Times New Roman"/>
                <w:color w:val="000000"/>
              </w:rPr>
            </w:r>
            <w:r w:rsidRPr="00207D4B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noProof/>
                <w:color w:val="000000"/>
              </w:rPr>
              <w:t>(dodaj/usuń)</w:t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219" w:type="pct"/>
            <w:gridSpan w:val="22"/>
            <w:vMerge/>
            <w:shd w:val="clear" w:color="auto" w:fill="FFFFFF"/>
          </w:tcPr>
          <w:p w14:paraId="74752D3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07D4B" w:rsidRPr="00207D4B" w14:paraId="4EED0716" w14:textId="77777777" w:rsidTr="00207D4B">
        <w:trPr>
          <w:trHeight w:val="1643"/>
        </w:trPr>
        <w:tc>
          <w:tcPr>
            <w:tcW w:w="1024" w:type="pct"/>
            <w:gridSpan w:val="2"/>
            <w:shd w:val="clear" w:color="auto" w:fill="FFFFFF"/>
          </w:tcPr>
          <w:p w14:paraId="7E5DC6C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3971" w:type="pct"/>
            <w:gridSpan w:val="27"/>
            <w:shd w:val="clear" w:color="auto" w:fill="FFFFFF"/>
            <w:vAlign w:val="center"/>
          </w:tcPr>
          <w:p w14:paraId="6EA037B4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1385EC34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Nie dotyczy.</w:t>
            </w:r>
          </w:p>
          <w:p w14:paraId="13C34B74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6325C55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150D15C1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2083DAB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01329793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0CED9CB3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12A13EA5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07D4B" w:rsidRPr="00207D4B" w14:paraId="049E3F3A" w14:textId="77777777" w:rsidTr="00207D4B">
        <w:trPr>
          <w:trHeight w:val="342"/>
        </w:trPr>
        <w:tc>
          <w:tcPr>
            <w:tcW w:w="4995" w:type="pct"/>
            <w:gridSpan w:val="29"/>
            <w:shd w:val="clear" w:color="auto" w:fill="99CCFF"/>
            <w:vAlign w:val="center"/>
          </w:tcPr>
          <w:p w14:paraId="7635AF98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207D4B" w:rsidRPr="00207D4B" w14:paraId="13A7215D" w14:textId="77777777" w:rsidTr="00207D4B">
        <w:trPr>
          <w:trHeight w:val="151"/>
        </w:trPr>
        <w:tc>
          <w:tcPr>
            <w:tcW w:w="4995" w:type="pct"/>
            <w:gridSpan w:val="29"/>
            <w:shd w:val="clear" w:color="auto" w:fill="FFFFFF"/>
          </w:tcPr>
          <w:p w14:paraId="45EC41DA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207D4B" w:rsidRPr="00207D4B" w14:paraId="2B9AB92E" w14:textId="77777777" w:rsidTr="00207D4B">
        <w:trPr>
          <w:trHeight w:val="946"/>
        </w:trPr>
        <w:tc>
          <w:tcPr>
            <w:tcW w:w="2334" w:type="pct"/>
            <w:gridSpan w:val="12"/>
            <w:shd w:val="clear" w:color="auto" w:fill="FFFFFF"/>
          </w:tcPr>
          <w:p w14:paraId="0DB7A61C" w14:textId="77777777" w:rsidR="00207D4B" w:rsidRPr="00207D4B" w:rsidRDefault="00207D4B" w:rsidP="00207D4B">
            <w:pPr>
              <w:spacing w:after="0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207D4B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2661" w:type="pct"/>
            <w:gridSpan w:val="17"/>
            <w:shd w:val="clear" w:color="auto" w:fill="FFFFFF"/>
          </w:tcPr>
          <w:p w14:paraId="596C31E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6C41BF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4C7124B9" w14:textId="77777777" w:rsidR="00207D4B" w:rsidRPr="00207D4B" w:rsidRDefault="00207D4B" w:rsidP="00207D4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207D4B" w:rsidRPr="00207D4B" w14:paraId="5D4C563E" w14:textId="77777777" w:rsidTr="00207D4B">
        <w:trPr>
          <w:trHeight w:val="1245"/>
        </w:trPr>
        <w:tc>
          <w:tcPr>
            <w:tcW w:w="2334" w:type="pct"/>
            <w:gridSpan w:val="12"/>
            <w:shd w:val="clear" w:color="auto" w:fill="FFFFFF"/>
          </w:tcPr>
          <w:p w14:paraId="69BEE9B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5C19AAD6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5FBBAFE7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3E581ACB" w14:textId="77777777" w:rsidR="00207D4B" w:rsidRPr="00207D4B" w:rsidRDefault="00207D4B" w:rsidP="00207D4B">
            <w:pPr>
              <w:spacing w:after="0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07D4B">
              <w:rPr>
                <w:rFonts w:ascii="Times New Roman" w:hAnsi="Times New Roman"/>
                <w:color w:val="000000"/>
              </w:rPr>
            </w:r>
            <w:r w:rsidRPr="00207D4B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2661" w:type="pct"/>
            <w:gridSpan w:val="17"/>
            <w:shd w:val="clear" w:color="auto" w:fill="FFFFFF"/>
          </w:tcPr>
          <w:p w14:paraId="5508AA7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4880BDC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0DFE0CC9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663D2E0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07D4B">
              <w:rPr>
                <w:rFonts w:ascii="Times New Roman" w:hAnsi="Times New Roman"/>
                <w:color w:val="000000"/>
              </w:rPr>
            </w:r>
            <w:r w:rsidRPr="00207D4B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41C509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07D4B" w:rsidRPr="00207D4B" w14:paraId="52B9C782" w14:textId="77777777" w:rsidTr="00207D4B">
        <w:trPr>
          <w:trHeight w:val="870"/>
        </w:trPr>
        <w:tc>
          <w:tcPr>
            <w:tcW w:w="2334" w:type="pct"/>
            <w:gridSpan w:val="12"/>
            <w:shd w:val="clear" w:color="auto" w:fill="FFFFFF"/>
          </w:tcPr>
          <w:p w14:paraId="54957ADD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2661" w:type="pct"/>
            <w:gridSpan w:val="17"/>
            <w:shd w:val="clear" w:color="auto" w:fill="FFFFFF"/>
          </w:tcPr>
          <w:p w14:paraId="0597512C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1911B325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71241B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72702148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07D4B" w:rsidRPr="00207D4B" w14:paraId="534E0372" w14:textId="77777777" w:rsidTr="00207D4B">
        <w:trPr>
          <w:trHeight w:val="630"/>
        </w:trPr>
        <w:tc>
          <w:tcPr>
            <w:tcW w:w="4995" w:type="pct"/>
            <w:gridSpan w:val="29"/>
            <w:shd w:val="clear" w:color="auto" w:fill="FFFFFF"/>
          </w:tcPr>
          <w:p w14:paraId="3C27A5E9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Komentarz: nie dotyczy</w:t>
            </w:r>
          </w:p>
          <w:p w14:paraId="5814B3C2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2D410AB2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34413C0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5B6725B" w14:textId="77777777" w:rsidR="00207D4B" w:rsidRPr="00207D4B" w:rsidRDefault="00207D4B" w:rsidP="00207D4B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07D4B" w:rsidRPr="00207D4B" w14:paraId="23DC3DCE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99CCFF"/>
          </w:tcPr>
          <w:p w14:paraId="72E705F3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207D4B" w:rsidRPr="00207D4B" w14:paraId="7FDF91DB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auto"/>
          </w:tcPr>
          <w:p w14:paraId="533BCB7F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7FAA1CD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lastRenderedPageBreak/>
              <w:t>Projekt rozporządzenia nie będzie miał wpływu na rynek pracy.</w:t>
            </w:r>
          </w:p>
          <w:p w14:paraId="251E0712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0C020FF7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62B22B7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207D4B" w:rsidRPr="00207D4B" w14:paraId="69DE226E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99CCFF"/>
          </w:tcPr>
          <w:p w14:paraId="3EEB746C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lastRenderedPageBreak/>
              <w:t>Wpływ na pozostałe obszary</w:t>
            </w:r>
          </w:p>
        </w:tc>
      </w:tr>
      <w:tr w:rsidR="00207D4B" w:rsidRPr="00207D4B" w14:paraId="0E5E9179" w14:textId="77777777" w:rsidTr="00207D4B">
        <w:trPr>
          <w:trHeight w:val="1031"/>
        </w:trPr>
        <w:tc>
          <w:tcPr>
            <w:tcW w:w="1620" w:type="pct"/>
            <w:gridSpan w:val="5"/>
            <w:shd w:val="clear" w:color="auto" w:fill="FFFFFF"/>
          </w:tcPr>
          <w:p w14:paraId="09DBD5F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1AB3B5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310F782E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398249D0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1684" w:type="pct"/>
            <w:gridSpan w:val="15"/>
            <w:shd w:val="clear" w:color="auto" w:fill="FFFFFF"/>
          </w:tcPr>
          <w:p w14:paraId="565686E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081492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0AE0D1E3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6DE0AE1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07D4B">
              <w:rPr>
                <w:rFonts w:ascii="Times New Roman" w:hAnsi="Times New Roman"/>
                <w:color w:val="000000"/>
              </w:rPr>
            </w:r>
            <w:r w:rsidRPr="00207D4B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/>
                <w:noProof/>
                <w:color w:val="000000"/>
              </w:rPr>
              <w:t> </w:t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1691" w:type="pct"/>
            <w:gridSpan w:val="9"/>
            <w:shd w:val="clear" w:color="auto" w:fill="FFFFFF"/>
          </w:tcPr>
          <w:p w14:paraId="5F833371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475971C2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4D6DF50B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7D4B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42753">
              <w:rPr>
                <w:rFonts w:ascii="Times New Roman" w:hAnsi="Times New Roman"/>
                <w:color w:val="000000"/>
              </w:rPr>
            </w:r>
            <w:r w:rsidR="00A42753">
              <w:rPr>
                <w:rFonts w:ascii="Times New Roman" w:hAnsi="Times New Roman"/>
                <w:color w:val="000000"/>
              </w:rPr>
              <w:fldChar w:fldCharType="separate"/>
            </w:r>
            <w:r w:rsidRPr="00207D4B">
              <w:rPr>
                <w:rFonts w:ascii="Times New Roman" w:hAnsi="Times New Roman"/>
                <w:color w:val="000000"/>
              </w:rPr>
              <w:fldChar w:fldCharType="end"/>
            </w:r>
            <w:r w:rsidRPr="00207D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07D4B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207D4B" w:rsidRPr="00207D4B" w14:paraId="4198685A" w14:textId="77777777" w:rsidTr="00207D4B">
        <w:trPr>
          <w:trHeight w:val="712"/>
        </w:trPr>
        <w:tc>
          <w:tcPr>
            <w:tcW w:w="1024" w:type="pct"/>
            <w:gridSpan w:val="2"/>
            <w:shd w:val="clear" w:color="auto" w:fill="FFFFFF"/>
            <w:vAlign w:val="center"/>
          </w:tcPr>
          <w:p w14:paraId="5CFF86B4" w14:textId="77777777" w:rsidR="00207D4B" w:rsidRPr="00207D4B" w:rsidRDefault="00207D4B" w:rsidP="00207D4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07D4B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3971" w:type="pct"/>
            <w:gridSpan w:val="27"/>
            <w:shd w:val="clear" w:color="auto" w:fill="FFFFFF"/>
            <w:vAlign w:val="center"/>
          </w:tcPr>
          <w:p w14:paraId="51DF86A0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73C7CCC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Projekt określa zasady projektowania i budowy telekomunikacyjnych linii kablowych (</w:t>
            </w:r>
            <w:proofErr w:type="spellStart"/>
            <w:r w:rsidRPr="00207D4B">
              <w:rPr>
                <w:rFonts w:ascii="Times New Roman" w:hAnsi="Times New Roman"/>
                <w:color w:val="000000"/>
                <w:spacing w:val="-2"/>
              </w:rPr>
              <w:t>mikrokanalizacji</w:t>
            </w:r>
            <w:proofErr w:type="spellEnd"/>
            <w:r w:rsidRPr="00207D4B">
              <w:rPr>
                <w:rFonts w:ascii="Times New Roman" w:hAnsi="Times New Roman"/>
                <w:color w:val="000000"/>
                <w:spacing w:val="-2"/>
              </w:rPr>
              <w:t xml:space="preserve"> światłowodowej, telekomunikacyjnych linii kablowych podziemnych i nadziemnych). Ma on na celu stworzenie przejrzystego otoczenia prawnego, odpowiadającego stosowanym obecnie technologiom i normom w zakresie budowy i przebudowy telekomunikacyjnych linii kablowych. Projektowane regulacje mają ułatwić prowadzenie działalności gospodarczej przez podmioty obecnie funkcjonujące na rynku, a także przedsiębiorców, którzy planują podjąć taką działalność.</w:t>
            </w:r>
          </w:p>
          <w:p w14:paraId="368C5B54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07D4B" w:rsidRPr="00207D4B" w14:paraId="7A0ABDE3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99CCFF"/>
          </w:tcPr>
          <w:p w14:paraId="0EE81F70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207D4B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207D4B" w:rsidRPr="00207D4B" w14:paraId="7546C808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FFFFFF"/>
          </w:tcPr>
          <w:p w14:paraId="0923A222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370F9EC9" w14:textId="44F2379B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207D4B">
              <w:rPr>
                <w:rFonts w:ascii="Times New Roman" w:hAnsi="Times New Roman"/>
                <w:spacing w:val="-2"/>
              </w:rPr>
              <w:t xml:space="preserve">Weście w życie projektowanego aktu powinno nastąpić </w:t>
            </w:r>
            <w:r w:rsidR="005E47B2">
              <w:t>w terminie 3 miesięcy od dnia ogłoszenia.</w:t>
            </w:r>
          </w:p>
          <w:p w14:paraId="6D4B53D7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7DDC629A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0ABFA5C2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207D4B" w:rsidRPr="00207D4B" w14:paraId="1A2EA5AD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99CCFF"/>
          </w:tcPr>
          <w:p w14:paraId="3774E2D4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07D4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07D4B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207D4B" w:rsidRPr="00207D4B" w14:paraId="299BDE18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FFFFFF"/>
          </w:tcPr>
          <w:p w14:paraId="0A969C57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EF87BD0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Z uwagi na zakres regulacji nie zachodzi potrzeba dokonania ewaluacji efektów zaproponowanych rozwiązań.</w:t>
            </w:r>
          </w:p>
          <w:p w14:paraId="2DB2BBF9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CE1F807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3F503B4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207D4B" w:rsidRPr="00207D4B" w14:paraId="3DA301E9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99CCFF"/>
          </w:tcPr>
          <w:p w14:paraId="5BA4000E" w14:textId="77777777" w:rsidR="00207D4B" w:rsidRPr="00207D4B" w:rsidRDefault="00207D4B" w:rsidP="00207D4B">
            <w:pPr>
              <w:numPr>
                <w:ilvl w:val="0"/>
                <w:numId w:val="20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207D4B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207D4B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207D4B" w:rsidRPr="00207D4B" w14:paraId="4F747048" w14:textId="77777777" w:rsidTr="00207D4B">
        <w:trPr>
          <w:trHeight w:val="142"/>
        </w:trPr>
        <w:tc>
          <w:tcPr>
            <w:tcW w:w="4995" w:type="pct"/>
            <w:gridSpan w:val="29"/>
            <w:shd w:val="clear" w:color="auto" w:fill="FFFFFF"/>
          </w:tcPr>
          <w:p w14:paraId="318D25E8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</w:rPr>
            </w:pPr>
          </w:p>
          <w:p w14:paraId="0EF3FC18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11ACAC8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07D4B">
              <w:rPr>
                <w:rFonts w:ascii="Times New Roman" w:hAnsi="Times New Roman"/>
                <w:color w:val="000000"/>
                <w:spacing w:val="-2"/>
              </w:rPr>
              <w:t>Brak załączników.</w:t>
            </w:r>
          </w:p>
          <w:p w14:paraId="3BE23EFC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1972BB3" w14:textId="77777777" w:rsidR="00207D4B" w:rsidRPr="00207D4B" w:rsidRDefault="00207D4B" w:rsidP="00207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7AF2F116" w14:textId="77777777" w:rsidR="00207D4B" w:rsidRPr="00207D4B" w:rsidRDefault="00207D4B" w:rsidP="00207D4B">
      <w:pPr>
        <w:rPr>
          <w:sz w:val="24"/>
          <w:szCs w:val="24"/>
        </w:rPr>
      </w:pPr>
    </w:p>
    <w:sectPr w:rsidR="00207D4B" w:rsidRPr="0020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8FA28" w14:textId="77777777" w:rsidR="00A42753" w:rsidRDefault="00A42753">
      <w:r>
        <w:separator/>
      </w:r>
    </w:p>
  </w:endnote>
  <w:endnote w:type="continuationSeparator" w:id="0">
    <w:p w14:paraId="7FC88397" w14:textId="77777777" w:rsidR="00A42753" w:rsidRDefault="00A42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BoldP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F468A" w14:textId="77777777" w:rsidR="002E462B" w:rsidRDefault="002E462B">
    <w:pPr>
      <w:pStyle w:val="Stopka"/>
    </w:pPr>
  </w:p>
  <w:p w14:paraId="7CB1E9D4" w14:textId="77777777" w:rsidR="002E462B" w:rsidRDefault="002E46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8A2CD" w14:textId="77777777" w:rsidR="00A42753" w:rsidRDefault="00A42753">
      <w:r>
        <w:separator/>
      </w:r>
    </w:p>
  </w:footnote>
  <w:footnote w:type="continuationSeparator" w:id="0">
    <w:p w14:paraId="0B817587" w14:textId="77777777" w:rsidR="00A42753" w:rsidRDefault="00A42753">
      <w:r>
        <w:continuationSeparator/>
      </w:r>
    </w:p>
  </w:footnote>
  <w:footnote w:id="1">
    <w:p w14:paraId="4449C48A" w14:textId="22AA09D6" w:rsidR="002E462B" w:rsidRPr="00D5616B" w:rsidRDefault="002E462B" w:rsidP="000A5F6F">
      <w:pPr>
        <w:pStyle w:val="ODNONIKtreodnonika"/>
      </w:pPr>
      <w:r w:rsidRPr="00D5616B">
        <w:rPr>
          <w:rStyle w:val="Odwoanieprzypisudolnego"/>
        </w:rPr>
        <w:footnoteRef/>
      </w:r>
      <w:r w:rsidRPr="00D5616B">
        <w:rPr>
          <w:vertAlign w:val="superscript"/>
        </w:rPr>
        <w:t>)</w:t>
      </w:r>
      <w:r>
        <w:tab/>
        <w:t xml:space="preserve">Minister </w:t>
      </w:r>
      <w:r w:rsidRPr="0035492B">
        <w:t>Cyfryzacji</w:t>
      </w:r>
      <w:r>
        <w:t xml:space="preserve"> kieruje działem administracji rządowej – informatyzacja, na podstawie § 1 ust. 2 rozporządzenia Prezesa Rady Ministrów z dnia 6 października 2020 r. w sprawie szczegółowego zakresu działania Ministra Cyfryzacji (Dz. U. poz. 1716).</w:t>
      </w:r>
    </w:p>
  </w:footnote>
  <w:footnote w:id="2">
    <w:p w14:paraId="5D05C44A" w14:textId="77777777" w:rsidR="002E462B" w:rsidRDefault="002E462B" w:rsidP="000A5F6F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 xml:space="preserve">) </w:t>
      </w:r>
      <w:r>
        <w:rPr>
          <w:rStyle w:val="IGindeksgrny"/>
        </w:rPr>
        <w:tab/>
      </w:r>
      <w:r>
        <w:rPr>
          <w:rFonts w:eastAsia="Calibri"/>
        </w:rPr>
        <w:t>Niniejsze rozporządzenie zostało notyfikowane</w:t>
      </w:r>
      <w:r w:rsidRPr="00F933DF">
        <w:rPr>
          <w:rFonts w:eastAsia="Calibri"/>
        </w:rPr>
        <w:t xml:space="preserve"> Komisji Europejskie</w:t>
      </w:r>
      <w:r>
        <w:rPr>
          <w:rFonts w:eastAsia="Calibri"/>
        </w:rPr>
        <w:t>j w dniu…. pod numerem …zgodnie</w:t>
      </w:r>
      <w:r w:rsidRPr="00F933DF">
        <w:rPr>
          <w:rFonts w:eastAsia="Calibri"/>
        </w:rPr>
        <w:t xml:space="preserve"> z § 4  rozporządzenia Rady Ministrów z dnia 23 grudnia 2002 r. w sprawie sposobu funkcjonowania krajowego systemu notyfikacji norm i aktów prawnych (Dz. U. poz. 2039 oraz z 2004 r. poz. 597), które wdraża dyrektywę (UE) 2015/1535 Parlamentu Europejskiego i  Rady z dnia 9 września 2015 r. ustanawiającą procedurę udzielania informacji w dziedzinie przepisów technicznych oraz zasad dotyczących usług społeczeństwa informacyjnego (Dz. Urz. UE L 241 z 17.09.2015, str. 1).</w:t>
      </w:r>
    </w:p>
  </w:footnote>
  <w:footnote w:id="3">
    <w:p w14:paraId="076AE23F" w14:textId="2689B78A" w:rsidR="002E462B" w:rsidRPr="001E57F3" w:rsidRDefault="002E462B" w:rsidP="0042197A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</w:r>
      <w:r w:rsidRPr="00443FB5">
        <w:t>Niniejsze rozporządzenie było poprzedzone rozporządzeniem Ministra Infrastruktury z dnia 26 października 2005 r. w sprawie warunków technicznych, jakim powinny odpowiadać telekomunikacyjne obiekty budowlane i ich usytuowan</w:t>
      </w:r>
      <w:r>
        <w:t xml:space="preserve">ie. (Dz. U. </w:t>
      </w:r>
      <w:r w:rsidRPr="00443FB5">
        <w:t xml:space="preserve">poz. </w:t>
      </w:r>
      <w:r>
        <w:t>1864 oraz z 2010 r. poz. 773</w:t>
      </w:r>
      <w:r w:rsidRPr="00443FB5">
        <w:t xml:space="preserve">), które traci moc z dniem wejścia w życie niniejszego rozporządzenia </w:t>
      </w:r>
      <w:r>
        <w:t>na podstawie art. 66</w:t>
      </w:r>
      <w:r w:rsidRPr="00443FB5">
        <w:t xml:space="preserve"> </w:t>
      </w:r>
      <w:r w:rsidRPr="007843EF">
        <w:t xml:space="preserve">ustawy </w:t>
      </w:r>
      <w:r w:rsidRPr="00E43558">
        <w:rPr>
          <w:bCs/>
          <w:szCs w:val="24"/>
        </w:rPr>
        <w:t xml:space="preserve">z dnia 19 lipca 2019 r. </w:t>
      </w:r>
      <w:r w:rsidRPr="00475BD0">
        <w:rPr>
          <w:bCs/>
          <w:szCs w:val="24"/>
        </w:rPr>
        <w:t>o zapewnianiu dostępności osobom ze szczególnymi potrzebami</w:t>
      </w:r>
      <w:r w:rsidRPr="001E57F3">
        <w:rPr>
          <w:bCs/>
          <w:szCs w:val="24"/>
        </w:rPr>
        <w:t xml:space="preserve"> (Dz. U.</w:t>
      </w:r>
      <w:r>
        <w:rPr>
          <w:bCs/>
          <w:szCs w:val="24"/>
        </w:rPr>
        <w:t xml:space="preserve"> z 2020 r. </w:t>
      </w:r>
      <w:r w:rsidRPr="001E57F3">
        <w:rPr>
          <w:bCs/>
          <w:szCs w:val="24"/>
        </w:rPr>
        <w:t>poz. 1</w:t>
      </w:r>
      <w:r>
        <w:rPr>
          <w:bCs/>
          <w:szCs w:val="24"/>
        </w:rPr>
        <w:t>0</w:t>
      </w:r>
      <w:r w:rsidRPr="001E57F3">
        <w:rPr>
          <w:bCs/>
          <w:szCs w:val="24"/>
        </w:rPr>
        <w:t>6</w:t>
      </w:r>
      <w:r>
        <w:rPr>
          <w:bCs/>
          <w:szCs w:val="24"/>
        </w:rPr>
        <w:t>2</w:t>
      </w:r>
      <w:r w:rsidRPr="001E57F3">
        <w:rPr>
          <w:bCs/>
          <w:szCs w:val="24"/>
        </w:rPr>
        <w:t>)</w:t>
      </w:r>
      <w:r w:rsidRPr="001E57F3">
        <w:rPr>
          <w:rFonts w:ascii="Calibri" w:hAnsi="Calibri" w:cs="Calibri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9B1E" w14:textId="77777777" w:rsidR="002E462B" w:rsidRPr="00B371CC" w:rsidRDefault="002E462B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503C0">
      <w:rPr>
        <w:noProof/>
      </w:rPr>
      <w:t>21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095405"/>
      <w:docPartObj>
        <w:docPartGallery w:val="Page Numbers (Top of Page)"/>
        <w:docPartUnique/>
      </w:docPartObj>
    </w:sdtPr>
    <w:sdtEndPr/>
    <w:sdtContent>
      <w:p w14:paraId="467BB49D" w14:textId="77777777" w:rsidR="002E462B" w:rsidRDefault="002E462B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FEC">
          <w:rPr>
            <w:noProof/>
          </w:rPr>
          <w:t>36</w:t>
        </w:r>
        <w:r>
          <w:fldChar w:fldCharType="end"/>
        </w:r>
      </w:p>
    </w:sdtContent>
  </w:sdt>
  <w:p w14:paraId="12CCB31F" w14:textId="77777777" w:rsidR="002E462B" w:rsidRDefault="002E46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A40"/>
    <w:multiLevelType w:val="hybridMultilevel"/>
    <w:tmpl w:val="41548E52"/>
    <w:lvl w:ilvl="0" w:tplc="CF02FE9C">
      <w:start w:val="1"/>
      <w:numFmt w:val="lowerLetter"/>
      <w:lvlText w:val="%1)"/>
      <w:lvlJc w:val="left"/>
      <w:pPr>
        <w:ind w:left="-352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68" w:hanging="360"/>
      </w:pPr>
    </w:lvl>
    <w:lvl w:ilvl="2" w:tplc="0415001B" w:tentative="1">
      <w:start w:val="1"/>
      <w:numFmt w:val="lowerRoman"/>
      <w:lvlText w:val="%3."/>
      <w:lvlJc w:val="right"/>
      <w:pPr>
        <w:ind w:left="1088" w:hanging="180"/>
      </w:pPr>
    </w:lvl>
    <w:lvl w:ilvl="3" w:tplc="0415000F" w:tentative="1">
      <w:start w:val="1"/>
      <w:numFmt w:val="decimal"/>
      <w:lvlText w:val="%4."/>
      <w:lvlJc w:val="left"/>
      <w:pPr>
        <w:ind w:left="1808" w:hanging="360"/>
      </w:pPr>
    </w:lvl>
    <w:lvl w:ilvl="4" w:tplc="04150019" w:tentative="1">
      <w:start w:val="1"/>
      <w:numFmt w:val="lowerLetter"/>
      <w:lvlText w:val="%5."/>
      <w:lvlJc w:val="left"/>
      <w:pPr>
        <w:ind w:left="2528" w:hanging="360"/>
      </w:pPr>
    </w:lvl>
    <w:lvl w:ilvl="5" w:tplc="0415001B" w:tentative="1">
      <w:start w:val="1"/>
      <w:numFmt w:val="lowerRoman"/>
      <w:lvlText w:val="%6."/>
      <w:lvlJc w:val="right"/>
      <w:pPr>
        <w:ind w:left="3248" w:hanging="180"/>
      </w:pPr>
    </w:lvl>
    <w:lvl w:ilvl="6" w:tplc="0415000F" w:tentative="1">
      <w:start w:val="1"/>
      <w:numFmt w:val="decimal"/>
      <w:lvlText w:val="%7."/>
      <w:lvlJc w:val="left"/>
      <w:pPr>
        <w:ind w:left="3968" w:hanging="360"/>
      </w:pPr>
    </w:lvl>
    <w:lvl w:ilvl="7" w:tplc="04150019" w:tentative="1">
      <w:start w:val="1"/>
      <w:numFmt w:val="lowerLetter"/>
      <w:lvlText w:val="%8."/>
      <w:lvlJc w:val="left"/>
      <w:pPr>
        <w:ind w:left="4688" w:hanging="360"/>
      </w:pPr>
    </w:lvl>
    <w:lvl w:ilvl="8" w:tplc="0415001B" w:tentative="1">
      <w:start w:val="1"/>
      <w:numFmt w:val="lowerRoman"/>
      <w:lvlText w:val="%9."/>
      <w:lvlJc w:val="right"/>
      <w:pPr>
        <w:ind w:left="5408" w:hanging="180"/>
      </w:pPr>
    </w:lvl>
  </w:abstractNum>
  <w:abstractNum w:abstractNumId="1" w15:restartNumberingAfterBreak="0">
    <w:nsid w:val="094B4438"/>
    <w:multiLevelType w:val="hybridMultilevel"/>
    <w:tmpl w:val="369424C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4C041B"/>
    <w:multiLevelType w:val="hybridMultilevel"/>
    <w:tmpl w:val="F2900BE8"/>
    <w:lvl w:ilvl="0" w:tplc="5FA00A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A218B1"/>
    <w:multiLevelType w:val="hybridMultilevel"/>
    <w:tmpl w:val="3B1ABB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7469C5"/>
    <w:multiLevelType w:val="hybridMultilevel"/>
    <w:tmpl w:val="DC985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A6D33"/>
    <w:multiLevelType w:val="hybridMultilevel"/>
    <w:tmpl w:val="A176B05A"/>
    <w:lvl w:ilvl="0" w:tplc="760C0C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8F6950"/>
    <w:multiLevelType w:val="hybridMultilevel"/>
    <w:tmpl w:val="939EB292"/>
    <w:lvl w:ilvl="0" w:tplc="DE9CC900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83392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22CA7"/>
    <w:multiLevelType w:val="hybridMultilevel"/>
    <w:tmpl w:val="5C6036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B4421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84D59"/>
    <w:multiLevelType w:val="hybridMultilevel"/>
    <w:tmpl w:val="45985E6E"/>
    <w:lvl w:ilvl="0" w:tplc="49EA04C2">
      <w:start w:val="1"/>
      <w:numFmt w:val="bullet"/>
      <w:lvlText w:val="-"/>
      <w:lvlJc w:val="left"/>
      <w:pPr>
        <w:ind w:left="258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1" w15:restartNumberingAfterBreak="0">
    <w:nsid w:val="2C9C119F"/>
    <w:multiLevelType w:val="hybridMultilevel"/>
    <w:tmpl w:val="37AAC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B10AE"/>
    <w:multiLevelType w:val="hybridMultilevel"/>
    <w:tmpl w:val="FB849D1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24640"/>
    <w:multiLevelType w:val="hybridMultilevel"/>
    <w:tmpl w:val="691CF186"/>
    <w:lvl w:ilvl="0" w:tplc="4D703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B068FA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07D07"/>
    <w:multiLevelType w:val="hybridMultilevel"/>
    <w:tmpl w:val="9E3C0D3E"/>
    <w:lvl w:ilvl="0" w:tplc="C18CBDB6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2D5D1C"/>
    <w:multiLevelType w:val="hybridMultilevel"/>
    <w:tmpl w:val="3C3C2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8A07E3"/>
    <w:multiLevelType w:val="hybridMultilevel"/>
    <w:tmpl w:val="290ABE56"/>
    <w:lvl w:ilvl="0" w:tplc="7B306F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207A0"/>
    <w:multiLevelType w:val="hybridMultilevel"/>
    <w:tmpl w:val="F202FE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FA1D3C"/>
    <w:multiLevelType w:val="hybridMultilevel"/>
    <w:tmpl w:val="28CC7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E4BB2"/>
    <w:multiLevelType w:val="hybridMultilevel"/>
    <w:tmpl w:val="CEFA0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01AB9"/>
    <w:multiLevelType w:val="hybridMultilevel"/>
    <w:tmpl w:val="50C28502"/>
    <w:lvl w:ilvl="0" w:tplc="5FE439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21"/>
  </w:num>
  <w:num w:numId="4">
    <w:abstractNumId w:val="10"/>
  </w:num>
  <w:num w:numId="5">
    <w:abstractNumId w:val="13"/>
  </w:num>
  <w:num w:numId="6">
    <w:abstractNumId w:val="2"/>
  </w:num>
  <w:num w:numId="7">
    <w:abstractNumId w:val="11"/>
  </w:num>
  <w:num w:numId="8">
    <w:abstractNumId w:val="4"/>
  </w:num>
  <w:num w:numId="9">
    <w:abstractNumId w:val="20"/>
  </w:num>
  <w:num w:numId="10">
    <w:abstractNumId w:val="5"/>
  </w:num>
  <w:num w:numId="11">
    <w:abstractNumId w:val="0"/>
  </w:num>
  <w:num w:numId="12">
    <w:abstractNumId w:val="1"/>
  </w:num>
  <w:num w:numId="13">
    <w:abstractNumId w:val="12"/>
  </w:num>
  <w:num w:numId="14">
    <w:abstractNumId w:val="6"/>
  </w:num>
  <w:num w:numId="15">
    <w:abstractNumId w:val="18"/>
  </w:num>
  <w:num w:numId="16">
    <w:abstractNumId w:val="8"/>
  </w:num>
  <w:num w:numId="17">
    <w:abstractNumId w:val="16"/>
  </w:num>
  <w:num w:numId="18">
    <w:abstractNumId w:val="3"/>
  </w:num>
  <w:num w:numId="19">
    <w:abstractNumId w:val="19"/>
  </w:num>
  <w:num w:numId="20">
    <w:abstractNumId w:val="14"/>
  </w:num>
  <w:num w:numId="21">
    <w:abstractNumId w:val="9"/>
  </w:num>
  <w:num w:numId="22">
    <w:abstractNumId w:val="15"/>
  </w:num>
  <w:num w:numId="23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7A"/>
    <w:rsid w:val="000012DA"/>
    <w:rsid w:val="0000246E"/>
    <w:rsid w:val="00003862"/>
    <w:rsid w:val="0000506B"/>
    <w:rsid w:val="0001088F"/>
    <w:rsid w:val="000116C8"/>
    <w:rsid w:val="00011EB1"/>
    <w:rsid w:val="00012A35"/>
    <w:rsid w:val="00016099"/>
    <w:rsid w:val="00017DC2"/>
    <w:rsid w:val="00021522"/>
    <w:rsid w:val="00023471"/>
    <w:rsid w:val="0002368C"/>
    <w:rsid w:val="00023F13"/>
    <w:rsid w:val="000244A9"/>
    <w:rsid w:val="00027F24"/>
    <w:rsid w:val="00030634"/>
    <w:rsid w:val="000319C1"/>
    <w:rsid w:val="00031A8B"/>
    <w:rsid w:val="00031BCA"/>
    <w:rsid w:val="00031DF7"/>
    <w:rsid w:val="000330FA"/>
    <w:rsid w:val="00033155"/>
    <w:rsid w:val="0003362F"/>
    <w:rsid w:val="00036B63"/>
    <w:rsid w:val="00037E1A"/>
    <w:rsid w:val="00043495"/>
    <w:rsid w:val="000437D2"/>
    <w:rsid w:val="00045C47"/>
    <w:rsid w:val="00046A75"/>
    <w:rsid w:val="00047312"/>
    <w:rsid w:val="000508BD"/>
    <w:rsid w:val="000517AB"/>
    <w:rsid w:val="0005339C"/>
    <w:rsid w:val="0005571B"/>
    <w:rsid w:val="00057AB3"/>
    <w:rsid w:val="00057F71"/>
    <w:rsid w:val="00060076"/>
    <w:rsid w:val="00060432"/>
    <w:rsid w:val="00060D87"/>
    <w:rsid w:val="000615A5"/>
    <w:rsid w:val="00063F8E"/>
    <w:rsid w:val="00064E4C"/>
    <w:rsid w:val="00066700"/>
    <w:rsid w:val="00066901"/>
    <w:rsid w:val="0007106E"/>
    <w:rsid w:val="000710C4"/>
    <w:rsid w:val="00071BEE"/>
    <w:rsid w:val="000736CD"/>
    <w:rsid w:val="0007533B"/>
    <w:rsid w:val="0007545D"/>
    <w:rsid w:val="000760BF"/>
    <w:rsid w:val="0007613E"/>
    <w:rsid w:val="00076BFC"/>
    <w:rsid w:val="0007730B"/>
    <w:rsid w:val="00080868"/>
    <w:rsid w:val="000814A7"/>
    <w:rsid w:val="0008557B"/>
    <w:rsid w:val="00085CE7"/>
    <w:rsid w:val="0008760A"/>
    <w:rsid w:val="000906EE"/>
    <w:rsid w:val="00091BA2"/>
    <w:rsid w:val="000944EF"/>
    <w:rsid w:val="00095A31"/>
    <w:rsid w:val="0009732D"/>
    <w:rsid w:val="000973F0"/>
    <w:rsid w:val="00097970"/>
    <w:rsid w:val="000A1296"/>
    <w:rsid w:val="000A1C27"/>
    <w:rsid w:val="000A1DAD"/>
    <w:rsid w:val="000A1F4F"/>
    <w:rsid w:val="000A2649"/>
    <w:rsid w:val="000A323B"/>
    <w:rsid w:val="000A5F6F"/>
    <w:rsid w:val="000B2969"/>
    <w:rsid w:val="000B298D"/>
    <w:rsid w:val="000B5B2D"/>
    <w:rsid w:val="000B5DCE"/>
    <w:rsid w:val="000B6B9F"/>
    <w:rsid w:val="000C05BA"/>
    <w:rsid w:val="000C0BF9"/>
    <w:rsid w:val="000C0E8F"/>
    <w:rsid w:val="000C4BC4"/>
    <w:rsid w:val="000D0110"/>
    <w:rsid w:val="000D060B"/>
    <w:rsid w:val="000D2468"/>
    <w:rsid w:val="000D28FB"/>
    <w:rsid w:val="000D318A"/>
    <w:rsid w:val="000D6173"/>
    <w:rsid w:val="000D6F83"/>
    <w:rsid w:val="000E25CC"/>
    <w:rsid w:val="000E3694"/>
    <w:rsid w:val="000E490F"/>
    <w:rsid w:val="000E59FE"/>
    <w:rsid w:val="000E6241"/>
    <w:rsid w:val="000F016D"/>
    <w:rsid w:val="000F225C"/>
    <w:rsid w:val="000F2AD9"/>
    <w:rsid w:val="000F2BE3"/>
    <w:rsid w:val="000F3D0D"/>
    <w:rsid w:val="000F43CB"/>
    <w:rsid w:val="000F6ED4"/>
    <w:rsid w:val="000F704B"/>
    <w:rsid w:val="000F7A49"/>
    <w:rsid w:val="000F7A6E"/>
    <w:rsid w:val="00102024"/>
    <w:rsid w:val="00103769"/>
    <w:rsid w:val="001042BA"/>
    <w:rsid w:val="001048F9"/>
    <w:rsid w:val="00105E2D"/>
    <w:rsid w:val="00106D03"/>
    <w:rsid w:val="00110465"/>
    <w:rsid w:val="00110628"/>
    <w:rsid w:val="001113E2"/>
    <w:rsid w:val="0011245A"/>
    <w:rsid w:val="00113407"/>
    <w:rsid w:val="0011493E"/>
    <w:rsid w:val="00115B72"/>
    <w:rsid w:val="001209EC"/>
    <w:rsid w:val="00120A9E"/>
    <w:rsid w:val="00120C68"/>
    <w:rsid w:val="0012183D"/>
    <w:rsid w:val="00123E66"/>
    <w:rsid w:val="0012410E"/>
    <w:rsid w:val="00125770"/>
    <w:rsid w:val="00125A9C"/>
    <w:rsid w:val="001270A2"/>
    <w:rsid w:val="00131237"/>
    <w:rsid w:val="001329AC"/>
    <w:rsid w:val="00134CA0"/>
    <w:rsid w:val="00135E45"/>
    <w:rsid w:val="0014026F"/>
    <w:rsid w:val="001403FC"/>
    <w:rsid w:val="001406BA"/>
    <w:rsid w:val="00141F35"/>
    <w:rsid w:val="00142510"/>
    <w:rsid w:val="001474AB"/>
    <w:rsid w:val="00147A47"/>
    <w:rsid w:val="00147AA1"/>
    <w:rsid w:val="00147ABD"/>
    <w:rsid w:val="00150F6C"/>
    <w:rsid w:val="001520CF"/>
    <w:rsid w:val="0015667C"/>
    <w:rsid w:val="00157110"/>
    <w:rsid w:val="0015742A"/>
    <w:rsid w:val="00157B42"/>
    <w:rsid w:val="00157DA1"/>
    <w:rsid w:val="00162684"/>
    <w:rsid w:val="00163147"/>
    <w:rsid w:val="001641B9"/>
    <w:rsid w:val="00164C57"/>
    <w:rsid w:val="00164C9D"/>
    <w:rsid w:val="00165EB3"/>
    <w:rsid w:val="00172F7A"/>
    <w:rsid w:val="00173150"/>
    <w:rsid w:val="00173390"/>
    <w:rsid w:val="001736F0"/>
    <w:rsid w:val="00173BB3"/>
    <w:rsid w:val="00173D5D"/>
    <w:rsid w:val="001740D0"/>
    <w:rsid w:val="0017414F"/>
    <w:rsid w:val="00174F2C"/>
    <w:rsid w:val="00176494"/>
    <w:rsid w:val="00180F2A"/>
    <w:rsid w:val="00184B91"/>
    <w:rsid w:val="00184D4A"/>
    <w:rsid w:val="0018641B"/>
    <w:rsid w:val="00186EC1"/>
    <w:rsid w:val="00186EF1"/>
    <w:rsid w:val="00187BEF"/>
    <w:rsid w:val="00191E1F"/>
    <w:rsid w:val="001933D1"/>
    <w:rsid w:val="0019473B"/>
    <w:rsid w:val="001952B1"/>
    <w:rsid w:val="00196E39"/>
    <w:rsid w:val="00197649"/>
    <w:rsid w:val="001A01FB"/>
    <w:rsid w:val="001A0FA4"/>
    <w:rsid w:val="001A10E9"/>
    <w:rsid w:val="001A1390"/>
    <w:rsid w:val="001A183D"/>
    <w:rsid w:val="001A19F0"/>
    <w:rsid w:val="001A2B65"/>
    <w:rsid w:val="001A36A2"/>
    <w:rsid w:val="001A3CD3"/>
    <w:rsid w:val="001A5BEF"/>
    <w:rsid w:val="001A6616"/>
    <w:rsid w:val="001A709F"/>
    <w:rsid w:val="001A7F15"/>
    <w:rsid w:val="001B342E"/>
    <w:rsid w:val="001B3E4E"/>
    <w:rsid w:val="001B58D4"/>
    <w:rsid w:val="001C1832"/>
    <w:rsid w:val="001C188C"/>
    <w:rsid w:val="001C42E0"/>
    <w:rsid w:val="001C7557"/>
    <w:rsid w:val="001D1783"/>
    <w:rsid w:val="001D32FE"/>
    <w:rsid w:val="001D3617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06855"/>
    <w:rsid w:val="00207D4B"/>
    <w:rsid w:val="002114EF"/>
    <w:rsid w:val="00214129"/>
    <w:rsid w:val="002166AD"/>
    <w:rsid w:val="00217871"/>
    <w:rsid w:val="00221ED8"/>
    <w:rsid w:val="002231EA"/>
    <w:rsid w:val="00223FDF"/>
    <w:rsid w:val="00225D83"/>
    <w:rsid w:val="00226359"/>
    <w:rsid w:val="002279C0"/>
    <w:rsid w:val="00227EDF"/>
    <w:rsid w:val="00232361"/>
    <w:rsid w:val="0023727E"/>
    <w:rsid w:val="00242081"/>
    <w:rsid w:val="00243777"/>
    <w:rsid w:val="002441CD"/>
    <w:rsid w:val="00244483"/>
    <w:rsid w:val="0024590A"/>
    <w:rsid w:val="00247A84"/>
    <w:rsid w:val="002501A3"/>
    <w:rsid w:val="0025166C"/>
    <w:rsid w:val="002555D4"/>
    <w:rsid w:val="00256E0C"/>
    <w:rsid w:val="0026019A"/>
    <w:rsid w:val="00261A16"/>
    <w:rsid w:val="00263522"/>
    <w:rsid w:val="00264B2C"/>
    <w:rsid w:val="00264EC6"/>
    <w:rsid w:val="00267E43"/>
    <w:rsid w:val="00271013"/>
    <w:rsid w:val="00271989"/>
    <w:rsid w:val="00273AC6"/>
    <w:rsid w:val="00273ECC"/>
    <w:rsid w:val="00273FE4"/>
    <w:rsid w:val="00274E46"/>
    <w:rsid w:val="002758D7"/>
    <w:rsid w:val="002765B4"/>
    <w:rsid w:val="00276A94"/>
    <w:rsid w:val="0029405D"/>
    <w:rsid w:val="00294FA6"/>
    <w:rsid w:val="00295A6F"/>
    <w:rsid w:val="002A09B4"/>
    <w:rsid w:val="002A20C4"/>
    <w:rsid w:val="002A570F"/>
    <w:rsid w:val="002A604A"/>
    <w:rsid w:val="002A7292"/>
    <w:rsid w:val="002A7358"/>
    <w:rsid w:val="002A7902"/>
    <w:rsid w:val="002B0F6B"/>
    <w:rsid w:val="002B23B8"/>
    <w:rsid w:val="002B4429"/>
    <w:rsid w:val="002B56A0"/>
    <w:rsid w:val="002B59B3"/>
    <w:rsid w:val="002B68A6"/>
    <w:rsid w:val="002B79CF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462B"/>
    <w:rsid w:val="002E579B"/>
    <w:rsid w:val="002E5F79"/>
    <w:rsid w:val="002E64FA"/>
    <w:rsid w:val="002F0A00"/>
    <w:rsid w:val="002F0C27"/>
    <w:rsid w:val="002F0CFA"/>
    <w:rsid w:val="002F176A"/>
    <w:rsid w:val="002F5379"/>
    <w:rsid w:val="002F669F"/>
    <w:rsid w:val="00301C97"/>
    <w:rsid w:val="0030528A"/>
    <w:rsid w:val="0031004C"/>
    <w:rsid w:val="003105F6"/>
    <w:rsid w:val="00311297"/>
    <w:rsid w:val="003113BE"/>
    <w:rsid w:val="003122CA"/>
    <w:rsid w:val="003148FD"/>
    <w:rsid w:val="00320820"/>
    <w:rsid w:val="00321080"/>
    <w:rsid w:val="00322D45"/>
    <w:rsid w:val="0032569A"/>
    <w:rsid w:val="00325A1F"/>
    <w:rsid w:val="003268F9"/>
    <w:rsid w:val="00330BAF"/>
    <w:rsid w:val="00333AD2"/>
    <w:rsid w:val="00334E3A"/>
    <w:rsid w:val="00335105"/>
    <w:rsid w:val="003361DD"/>
    <w:rsid w:val="00341A6A"/>
    <w:rsid w:val="00345B9C"/>
    <w:rsid w:val="003514DF"/>
    <w:rsid w:val="00352DAE"/>
    <w:rsid w:val="00354EB9"/>
    <w:rsid w:val="003602AE"/>
    <w:rsid w:val="00360929"/>
    <w:rsid w:val="00360B20"/>
    <w:rsid w:val="003618F6"/>
    <w:rsid w:val="00364251"/>
    <w:rsid w:val="003647D5"/>
    <w:rsid w:val="003654A7"/>
    <w:rsid w:val="003674B0"/>
    <w:rsid w:val="00375397"/>
    <w:rsid w:val="0037727C"/>
    <w:rsid w:val="00377E70"/>
    <w:rsid w:val="00380904"/>
    <w:rsid w:val="003823EE"/>
    <w:rsid w:val="00382960"/>
    <w:rsid w:val="003846F7"/>
    <w:rsid w:val="00384EB9"/>
    <w:rsid w:val="003851ED"/>
    <w:rsid w:val="00385B39"/>
    <w:rsid w:val="00386785"/>
    <w:rsid w:val="00390E89"/>
    <w:rsid w:val="00391121"/>
    <w:rsid w:val="00391B1A"/>
    <w:rsid w:val="003930DC"/>
    <w:rsid w:val="00394423"/>
    <w:rsid w:val="00396942"/>
    <w:rsid w:val="00396B49"/>
    <w:rsid w:val="00396E3E"/>
    <w:rsid w:val="003A057A"/>
    <w:rsid w:val="003A2C21"/>
    <w:rsid w:val="003A306E"/>
    <w:rsid w:val="003A41B1"/>
    <w:rsid w:val="003A60DC"/>
    <w:rsid w:val="003A6A46"/>
    <w:rsid w:val="003A7A63"/>
    <w:rsid w:val="003B000C"/>
    <w:rsid w:val="003B0F1D"/>
    <w:rsid w:val="003B4A57"/>
    <w:rsid w:val="003C0AD9"/>
    <w:rsid w:val="003C0ED0"/>
    <w:rsid w:val="003C178F"/>
    <w:rsid w:val="003C1D49"/>
    <w:rsid w:val="003C35C4"/>
    <w:rsid w:val="003C5645"/>
    <w:rsid w:val="003D12C2"/>
    <w:rsid w:val="003D31B9"/>
    <w:rsid w:val="003D3867"/>
    <w:rsid w:val="003D4C89"/>
    <w:rsid w:val="003D4F40"/>
    <w:rsid w:val="003D55FD"/>
    <w:rsid w:val="003E0D1A"/>
    <w:rsid w:val="003E1389"/>
    <w:rsid w:val="003E2DA3"/>
    <w:rsid w:val="003E42AF"/>
    <w:rsid w:val="003F020D"/>
    <w:rsid w:val="003F03D9"/>
    <w:rsid w:val="003F2FBE"/>
    <w:rsid w:val="003F318D"/>
    <w:rsid w:val="003F4F2D"/>
    <w:rsid w:val="003F5BAE"/>
    <w:rsid w:val="003F6ED7"/>
    <w:rsid w:val="00401C84"/>
    <w:rsid w:val="00403210"/>
    <w:rsid w:val="004035BB"/>
    <w:rsid w:val="004035EB"/>
    <w:rsid w:val="00405853"/>
    <w:rsid w:val="00407332"/>
    <w:rsid w:val="00407828"/>
    <w:rsid w:val="00413D8E"/>
    <w:rsid w:val="004140F2"/>
    <w:rsid w:val="00414E5D"/>
    <w:rsid w:val="00416901"/>
    <w:rsid w:val="004178F3"/>
    <w:rsid w:val="00417B22"/>
    <w:rsid w:val="00421085"/>
    <w:rsid w:val="00421435"/>
    <w:rsid w:val="004216C1"/>
    <w:rsid w:val="0042197A"/>
    <w:rsid w:val="0042465E"/>
    <w:rsid w:val="00424DF7"/>
    <w:rsid w:val="00424FE6"/>
    <w:rsid w:val="004276D0"/>
    <w:rsid w:val="00432B76"/>
    <w:rsid w:val="00433F7D"/>
    <w:rsid w:val="00434D01"/>
    <w:rsid w:val="00435D26"/>
    <w:rsid w:val="00440C99"/>
    <w:rsid w:val="0044175C"/>
    <w:rsid w:val="00443DB0"/>
    <w:rsid w:val="00445F4D"/>
    <w:rsid w:val="004476A3"/>
    <w:rsid w:val="004504C0"/>
    <w:rsid w:val="004550FB"/>
    <w:rsid w:val="00455601"/>
    <w:rsid w:val="00455AE2"/>
    <w:rsid w:val="0046111A"/>
    <w:rsid w:val="0046208C"/>
    <w:rsid w:val="00462946"/>
    <w:rsid w:val="00462F36"/>
    <w:rsid w:val="00463F43"/>
    <w:rsid w:val="00464B94"/>
    <w:rsid w:val="004653A8"/>
    <w:rsid w:val="00465A0B"/>
    <w:rsid w:val="0047077C"/>
    <w:rsid w:val="00470B05"/>
    <w:rsid w:val="00471D92"/>
    <w:rsid w:val="0047207C"/>
    <w:rsid w:val="00472CD6"/>
    <w:rsid w:val="00474E3C"/>
    <w:rsid w:val="00480A58"/>
    <w:rsid w:val="00482151"/>
    <w:rsid w:val="00485075"/>
    <w:rsid w:val="00485FAD"/>
    <w:rsid w:val="00486C10"/>
    <w:rsid w:val="00486C63"/>
    <w:rsid w:val="00487AED"/>
    <w:rsid w:val="00490DE1"/>
    <w:rsid w:val="00491EDF"/>
    <w:rsid w:val="00492A3F"/>
    <w:rsid w:val="00494F62"/>
    <w:rsid w:val="004A00B4"/>
    <w:rsid w:val="004A2001"/>
    <w:rsid w:val="004A234F"/>
    <w:rsid w:val="004A2FEC"/>
    <w:rsid w:val="004A3590"/>
    <w:rsid w:val="004A548A"/>
    <w:rsid w:val="004B00A7"/>
    <w:rsid w:val="004B25E2"/>
    <w:rsid w:val="004B34D7"/>
    <w:rsid w:val="004B5037"/>
    <w:rsid w:val="004B57AE"/>
    <w:rsid w:val="004B5B2F"/>
    <w:rsid w:val="004B626A"/>
    <w:rsid w:val="004B660E"/>
    <w:rsid w:val="004B6C9B"/>
    <w:rsid w:val="004C05BD"/>
    <w:rsid w:val="004C255A"/>
    <w:rsid w:val="004C3B06"/>
    <w:rsid w:val="004C3F97"/>
    <w:rsid w:val="004C7EE7"/>
    <w:rsid w:val="004D13B4"/>
    <w:rsid w:val="004D2DEE"/>
    <w:rsid w:val="004D2E1F"/>
    <w:rsid w:val="004D7FD9"/>
    <w:rsid w:val="004E1324"/>
    <w:rsid w:val="004E19A5"/>
    <w:rsid w:val="004E37E5"/>
    <w:rsid w:val="004E3FDB"/>
    <w:rsid w:val="004E43E9"/>
    <w:rsid w:val="004E58AD"/>
    <w:rsid w:val="004E6C77"/>
    <w:rsid w:val="004F1CF6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3AF5"/>
    <w:rsid w:val="005055FC"/>
    <w:rsid w:val="0050696D"/>
    <w:rsid w:val="0051094B"/>
    <w:rsid w:val="005110D7"/>
    <w:rsid w:val="00511D99"/>
    <w:rsid w:val="005128D3"/>
    <w:rsid w:val="005147E8"/>
    <w:rsid w:val="00514DAF"/>
    <w:rsid w:val="005158F2"/>
    <w:rsid w:val="00517E34"/>
    <w:rsid w:val="00522BB7"/>
    <w:rsid w:val="0052365C"/>
    <w:rsid w:val="0052696E"/>
    <w:rsid w:val="00526DFC"/>
    <w:rsid w:val="00526F43"/>
    <w:rsid w:val="00527651"/>
    <w:rsid w:val="00531406"/>
    <w:rsid w:val="00532A14"/>
    <w:rsid w:val="005363AB"/>
    <w:rsid w:val="00537EFE"/>
    <w:rsid w:val="00544EF4"/>
    <w:rsid w:val="00544F25"/>
    <w:rsid w:val="00545E53"/>
    <w:rsid w:val="005479D9"/>
    <w:rsid w:val="00552ADA"/>
    <w:rsid w:val="00554FD6"/>
    <w:rsid w:val="005572BD"/>
    <w:rsid w:val="00557A12"/>
    <w:rsid w:val="00560AC7"/>
    <w:rsid w:val="00561AFB"/>
    <w:rsid w:val="00561E13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76EFA"/>
    <w:rsid w:val="0057703E"/>
    <w:rsid w:val="005835E7"/>
    <w:rsid w:val="0058397F"/>
    <w:rsid w:val="00583BF8"/>
    <w:rsid w:val="00585F33"/>
    <w:rsid w:val="00591124"/>
    <w:rsid w:val="00595C22"/>
    <w:rsid w:val="00597024"/>
    <w:rsid w:val="005A0274"/>
    <w:rsid w:val="005A095C"/>
    <w:rsid w:val="005A44ED"/>
    <w:rsid w:val="005A669D"/>
    <w:rsid w:val="005A7002"/>
    <w:rsid w:val="005A75D8"/>
    <w:rsid w:val="005A7B1F"/>
    <w:rsid w:val="005B1429"/>
    <w:rsid w:val="005B5B65"/>
    <w:rsid w:val="005B713E"/>
    <w:rsid w:val="005C03B6"/>
    <w:rsid w:val="005C0C28"/>
    <w:rsid w:val="005C348E"/>
    <w:rsid w:val="005C6016"/>
    <w:rsid w:val="005C68E1"/>
    <w:rsid w:val="005D3763"/>
    <w:rsid w:val="005D3AB0"/>
    <w:rsid w:val="005D55E1"/>
    <w:rsid w:val="005E19F7"/>
    <w:rsid w:val="005E47B2"/>
    <w:rsid w:val="005E4F04"/>
    <w:rsid w:val="005E62C2"/>
    <w:rsid w:val="005E6C71"/>
    <w:rsid w:val="005F0963"/>
    <w:rsid w:val="005F2824"/>
    <w:rsid w:val="005F2EBA"/>
    <w:rsid w:val="005F35ED"/>
    <w:rsid w:val="005F75B0"/>
    <w:rsid w:val="005F7812"/>
    <w:rsid w:val="005F7A88"/>
    <w:rsid w:val="00601FEC"/>
    <w:rsid w:val="00603A1A"/>
    <w:rsid w:val="006046D5"/>
    <w:rsid w:val="00604BA4"/>
    <w:rsid w:val="00605DB4"/>
    <w:rsid w:val="00607A93"/>
    <w:rsid w:val="00610C08"/>
    <w:rsid w:val="00611F74"/>
    <w:rsid w:val="00612EF4"/>
    <w:rsid w:val="00615772"/>
    <w:rsid w:val="00621256"/>
    <w:rsid w:val="00621FCC"/>
    <w:rsid w:val="00622E4B"/>
    <w:rsid w:val="00626C02"/>
    <w:rsid w:val="0062787B"/>
    <w:rsid w:val="00627B8A"/>
    <w:rsid w:val="00630F8C"/>
    <w:rsid w:val="00631956"/>
    <w:rsid w:val="006333DA"/>
    <w:rsid w:val="006348E0"/>
    <w:rsid w:val="00634C09"/>
    <w:rsid w:val="00635134"/>
    <w:rsid w:val="006356E2"/>
    <w:rsid w:val="00636B9C"/>
    <w:rsid w:val="00642027"/>
    <w:rsid w:val="00642106"/>
    <w:rsid w:val="00642A65"/>
    <w:rsid w:val="006454B2"/>
    <w:rsid w:val="00645DCE"/>
    <w:rsid w:val="006465AC"/>
    <w:rsid w:val="006465BF"/>
    <w:rsid w:val="00647648"/>
    <w:rsid w:val="006477A2"/>
    <w:rsid w:val="00653B22"/>
    <w:rsid w:val="00656B78"/>
    <w:rsid w:val="00657BF4"/>
    <w:rsid w:val="006603FB"/>
    <w:rsid w:val="006608DF"/>
    <w:rsid w:val="006623AC"/>
    <w:rsid w:val="006678AF"/>
    <w:rsid w:val="006701EF"/>
    <w:rsid w:val="0067099E"/>
    <w:rsid w:val="00673BA5"/>
    <w:rsid w:val="00675452"/>
    <w:rsid w:val="006778C3"/>
    <w:rsid w:val="00680058"/>
    <w:rsid w:val="006805F9"/>
    <w:rsid w:val="006808EB"/>
    <w:rsid w:val="00681F9F"/>
    <w:rsid w:val="006840EA"/>
    <w:rsid w:val="006844E2"/>
    <w:rsid w:val="00685267"/>
    <w:rsid w:val="006872AE"/>
    <w:rsid w:val="00690082"/>
    <w:rsid w:val="00690252"/>
    <w:rsid w:val="00690509"/>
    <w:rsid w:val="006946BB"/>
    <w:rsid w:val="006969FA"/>
    <w:rsid w:val="006A2074"/>
    <w:rsid w:val="006A35D5"/>
    <w:rsid w:val="006A748A"/>
    <w:rsid w:val="006C419E"/>
    <w:rsid w:val="006C4A31"/>
    <w:rsid w:val="006C5AC2"/>
    <w:rsid w:val="006C6AFB"/>
    <w:rsid w:val="006C6CE0"/>
    <w:rsid w:val="006D2735"/>
    <w:rsid w:val="006D2E3C"/>
    <w:rsid w:val="006D45B2"/>
    <w:rsid w:val="006E0FCC"/>
    <w:rsid w:val="006E1E96"/>
    <w:rsid w:val="006E5E21"/>
    <w:rsid w:val="006F24E5"/>
    <w:rsid w:val="006F2648"/>
    <w:rsid w:val="006F2F10"/>
    <w:rsid w:val="006F482B"/>
    <w:rsid w:val="006F6311"/>
    <w:rsid w:val="00701952"/>
    <w:rsid w:val="00701BAE"/>
    <w:rsid w:val="00702556"/>
    <w:rsid w:val="0070277E"/>
    <w:rsid w:val="00704156"/>
    <w:rsid w:val="00705040"/>
    <w:rsid w:val="00705B71"/>
    <w:rsid w:val="007069FC"/>
    <w:rsid w:val="00706ED3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25C1"/>
    <w:rsid w:val="0072457F"/>
    <w:rsid w:val="00725406"/>
    <w:rsid w:val="0072621B"/>
    <w:rsid w:val="00730555"/>
    <w:rsid w:val="007312CC"/>
    <w:rsid w:val="00731BF3"/>
    <w:rsid w:val="00736A64"/>
    <w:rsid w:val="00737F6A"/>
    <w:rsid w:val="007410B6"/>
    <w:rsid w:val="00744C6F"/>
    <w:rsid w:val="007457F6"/>
    <w:rsid w:val="00745ABB"/>
    <w:rsid w:val="00746E38"/>
    <w:rsid w:val="00747A6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4AEF"/>
    <w:rsid w:val="00765E80"/>
    <w:rsid w:val="00770F6B"/>
    <w:rsid w:val="00771337"/>
    <w:rsid w:val="00771883"/>
    <w:rsid w:val="00776DC2"/>
    <w:rsid w:val="00780122"/>
    <w:rsid w:val="007816DF"/>
    <w:rsid w:val="0078214B"/>
    <w:rsid w:val="0078498A"/>
    <w:rsid w:val="007878FE"/>
    <w:rsid w:val="00791EB1"/>
    <w:rsid w:val="00792207"/>
    <w:rsid w:val="00792B64"/>
    <w:rsid w:val="00792E29"/>
    <w:rsid w:val="0079379A"/>
    <w:rsid w:val="00794953"/>
    <w:rsid w:val="007A1F2F"/>
    <w:rsid w:val="007A2A5C"/>
    <w:rsid w:val="007A2BFF"/>
    <w:rsid w:val="007A5150"/>
    <w:rsid w:val="007A5373"/>
    <w:rsid w:val="007A66FC"/>
    <w:rsid w:val="007A789F"/>
    <w:rsid w:val="007B34CE"/>
    <w:rsid w:val="007B5CA7"/>
    <w:rsid w:val="007B75BC"/>
    <w:rsid w:val="007C0BD6"/>
    <w:rsid w:val="007C1558"/>
    <w:rsid w:val="007C210C"/>
    <w:rsid w:val="007C3806"/>
    <w:rsid w:val="007C5BB7"/>
    <w:rsid w:val="007D0283"/>
    <w:rsid w:val="007D07D5"/>
    <w:rsid w:val="007D1C64"/>
    <w:rsid w:val="007D32DD"/>
    <w:rsid w:val="007D541A"/>
    <w:rsid w:val="007D6BAC"/>
    <w:rsid w:val="007D6DCE"/>
    <w:rsid w:val="007D72C4"/>
    <w:rsid w:val="007E2CFE"/>
    <w:rsid w:val="007E486E"/>
    <w:rsid w:val="007E59C9"/>
    <w:rsid w:val="007F0072"/>
    <w:rsid w:val="007F2EB6"/>
    <w:rsid w:val="007F3377"/>
    <w:rsid w:val="007F54C3"/>
    <w:rsid w:val="00800622"/>
    <w:rsid w:val="008013F3"/>
    <w:rsid w:val="00802949"/>
    <w:rsid w:val="00802ECE"/>
    <w:rsid w:val="00802F9B"/>
    <w:rsid w:val="0080301E"/>
    <w:rsid w:val="0080365F"/>
    <w:rsid w:val="00811D4A"/>
    <w:rsid w:val="00812BE5"/>
    <w:rsid w:val="00817429"/>
    <w:rsid w:val="00821514"/>
    <w:rsid w:val="00821E35"/>
    <w:rsid w:val="00824591"/>
    <w:rsid w:val="00824AED"/>
    <w:rsid w:val="00827820"/>
    <w:rsid w:val="00831A29"/>
    <w:rsid w:val="00831B8B"/>
    <w:rsid w:val="00833ECD"/>
    <w:rsid w:val="0083405D"/>
    <w:rsid w:val="008352D4"/>
    <w:rsid w:val="00836DB9"/>
    <w:rsid w:val="00837C67"/>
    <w:rsid w:val="008415B0"/>
    <w:rsid w:val="00842028"/>
    <w:rsid w:val="008436B8"/>
    <w:rsid w:val="008453FD"/>
    <w:rsid w:val="008460B6"/>
    <w:rsid w:val="00850C9D"/>
    <w:rsid w:val="00852B59"/>
    <w:rsid w:val="00856272"/>
    <w:rsid w:val="008563FF"/>
    <w:rsid w:val="0086018B"/>
    <w:rsid w:val="0086105F"/>
    <w:rsid w:val="008611DD"/>
    <w:rsid w:val="008620DE"/>
    <w:rsid w:val="00862FB6"/>
    <w:rsid w:val="00864EAA"/>
    <w:rsid w:val="00866867"/>
    <w:rsid w:val="0086745B"/>
    <w:rsid w:val="00867FFC"/>
    <w:rsid w:val="00872257"/>
    <w:rsid w:val="008753E6"/>
    <w:rsid w:val="0087738C"/>
    <w:rsid w:val="00877D48"/>
    <w:rsid w:val="008802AF"/>
    <w:rsid w:val="00881926"/>
    <w:rsid w:val="0088318F"/>
    <w:rsid w:val="0088331D"/>
    <w:rsid w:val="00884EEA"/>
    <w:rsid w:val="008852B0"/>
    <w:rsid w:val="00885AE7"/>
    <w:rsid w:val="00886999"/>
    <w:rsid w:val="00886B60"/>
    <w:rsid w:val="008875AD"/>
    <w:rsid w:val="00887889"/>
    <w:rsid w:val="00891A0E"/>
    <w:rsid w:val="008920FF"/>
    <w:rsid w:val="008926E8"/>
    <w:rsid w:val="00894F19"/>
    <w:rsid w:val="00896A10"/>
    <w:rsid w:val="008971B5"/>
    <w:rsid w:val="008A14B0"/>
    <w:rsid w:val="008A21F6"/>
    <w:rsid w:val="008A2E2B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0EA2"/>
    <w:rsid w:val="008C1EA7"/>
    <w:rsid w:val="008C3524"/>
    <w:rsid w:val="008C4061"/>
    <w:rsid w:val="008C4229"/>
    <w:rsid w:val="008C5BE0"/>
    <w:rsid w:val="008C7233"/>
    <w:rsid w:val="008D2434"/>
    <w:rsid w:val="008E02F9"/>
    <w:rsid w:val="008E171D"/>
    <w:rsid w:val="008E1C95"/>
    <w:rsid w:val="008E2785"/>
    <w:rsid w:val="008E2EA6"/>
    <w:rsid w:val="008E3623"/>
    <w:rsid w:val="008E397C"/>
    <w:rsid w:val="008E78A3"/>
    <w:rsid w:val="008F0654"/>
    <w:rsid w:val="008F06CB"/>
    <w:rsid w:val="008F0BFA"/>
    <w:rsid w:val="008F23C6"/>
    <w:rsid w:val="008F2E83"/>
    <w:rsid w:val="008F612A"/>
    <w:rsid w:val="00902736"/>
    <w:rsid w:val="0090293D"/>
    <w:rsid w:val="009034DE"/>
    <w:rsid w:val="00905396"/>
    <w:rsid w:val="00905CE8"/>
    <w:rsid w:val="0090605D"/>
    <w:rsid w:val="00906419"/>
    <w:rsid w:val="00912889"/>
    <w:rsid w:val="00913A42"/>
    <w:rsid w:val="00914167"/>
    <w:rsid w:val="00914335"/>
    <w:rsid w:val="009143DB"/>
    <w:rsid w:val="00914B6C"/>
    <w:rsid w:val="00915065"/>
    <w:rsid w:val="00917CE5"/>
    <w:rsid w:val="009216F3"/>
    <w:rsid w:val="009217C0"/>
    <w:rsid w:val="0092204E"/>
    <w:rsid w:val="009231C0"/>
    <w:rsid w:val="00924386"/>
    <w:rsid w:val="00924756"/>
    <w:rsid w:val="00925241"/>
    <w:rsid w:val="00925CEC"/>
    <w:rsid w:val="00926815"/>
    <w:rsid w:val="00926A3F"/>
    <w:rsid w:val="00927013"/>
    <w:rsid w:val="0092794E"/>
    <w:rsid w:val="00930D30"/>
    <w:rsid w:val="00932847"/>
    <w:rsid w:val="009332A2"/>
    <w:rsid w:val="00935058"/>
    <w:rsid w:val="00937598"/>
    <w:rsid w:val="0093790B"/>
    <w:rsid w:val="00943751"/>
    <w:rsid w:val="00946DD0"/>
    <w:rsid w:val="009509E6"/>
    <w:rsid w:val="00952018"/>
    <w:rsid w:val="009527E1"/>
    <w:rsid w:val="00952800"/>
    <w:rsid w:val="0095300D"/>
    <w:rsid w:val="00956812"/>
    <w:rsid w:val="0095719A"/>
    <w:rsid w:val="009623E9"/>
    <w:rsid w:val="00962572"/>
    <w:rsid w:val="00963EEB"/>
    <w:rsid w:val="009648BC"/>
    <w:rsid w:val="00964C2F"/>
    <w:rsid w:val="00965D8F"/>
    <w:rsid w:val="00965F88"/>
    <w:rsid w:val="00977588"/>
    <w:rsid w:val="00983D95"/>
    <w:rsid w:val="00984E03"/>
    <w:rsid w:val="00985277"/>
    <w:rsid w:val="00987E85"/>
    <w:rsid w:val="00991101"/>
    <w:rsid w:val="00996B54"/>
    <w:rsid w:val="009A0D12"/>
    <w:rsid w:val="009A1987"/>
    <w:rsid w:val="009A1B6E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16DD"/>
    <w:rsid w:val="009C328C"/>
    <w:rsid w:val="009C4444"/>
    <w:rsid w:val="009C5319"/>
    <w:rsid w:val="009C79AD"/>
    <w:rsid w:val="009C7CA6"/>
    <w:rsid w:val="009D1C52"/>
    <w:rsid w:val="009D3316"/>
    <w:rsid w:val="009D36FA"/>
    <w:rsid w:val="009D55AA"/>
    <w:rsid w:val="009D6AA1"/>
    <w:rsid w:val="009D6E05"/>
    <w:rsid w:val="009E3E77"/>
    <w:rsid w:val="009E3FAB"/>
    <w:rsid w:val="009E5B3F"/>
    <w:rsid w:val="009E7D90"/>
    <w:rsid w:val="009F04C3"/>
    <w:rsid w:val="009F1AB0"/>
    <w:rsid w:val="009F1F88"/>
    <w:rsid w:val="009F501D"/>
    <w:rsid w:val="009F50E0"/>
    <w:rsid w:val="009F7CFF"/>
    <w:rsid w:val="00A0063C"/>
    <w:rsid w:val="00A039D5"/>
    <w:rsid w:val="00A046AD"/>
    <w:rsid w:val="00A079C1"/>
    <w:rsid w:val="00A12520"/>
    <w:rsid w:val="00A1266F"/>
    <w:rsid w:val="00A130FD"/>
    <w:rsid w:val="00A13D6D"/>
    <w:rsid w:val="00A14769"/>
    <w:rsid w:val="00A16151"/>
    <w:rsid w:val="00A16EC6"/>
    <w:rsid w:val="00A17C06"/>
    <w:rsid w:val="00A17F4D"/>
    <w:rsid w:val="00A2126E"/>
    <w:rsid w:val="00A21706"/>
    <w:rsid w:val="00A24FCC"/>
    <w:rsid w:val="00A26156"/>
    <w:rsid w:val="00A26A90"/>
    <w:rsid w:val="00A26B27"/>
    <w:rsid w:val="00A30E4F"/>
    <w:rsid w:val="00A32253"/>
    <w:rsid w:val="00A3310E"/>
    <w:rsid w:val="00A333A0"/>
    <w:rsid w:val="00A347E9"/>
    <w:rsid w:val="00A35DC4"/>
    <w:rsid w:val="00A37E70"/>
    <w:rsid w:val="00A40FB5"/>
    <w:rsid w:val="00A42753"/>
    <w:rsid w:val="00A42F6B"/>
    <w:rsid w:val="00A437E1"/>
    <w:rsid w:val="00A43D40"/>
    <w:rsid w:val="00A4574D"/>
    <w:rsid w:val="00A4685E"/>
    <w:rsid w:val="00A46BDA"/>
    <w:rsid w:val="00A50CD4"/>
    <w:rsid w:val="00A51191"/>
    <w:rsid w:val="00A56D62"/>
    <w:rsid w:val="00A56F07"/>
    <w:rsid w:val="00A5762C"/>
    <w:rsid w:val="00A600FC"/>
    <w:rsid w:val="00A60676"/>
    <w:rsid w:val="00A60BCA"/>
    <w:rsid w:val="00A63198"/>
    <w:rsid w:val="00A638DA"/>
    <w:rsid w:val="00A64BC9"/>
    <w:rsid w:val="00A65B41"/>
    <w:rsid w:val="00A65E00"/>
    <w:rsid w:val="00A66A78"/>
    <w:rsid w:val="00A72434"/>
    <w:rsid w:val="00A7436E"/>
    <w:rsid w:val="00A74E96"/>
    <w:rsid w:val="00A75A8E"/>
    <w:rsid w:val="00A81065"/>
    <w:rsid w:val="00A824DD"/>
    <w:rsid w:val="00A83676"/>
    <w:rsid w:val="00A83B7B"/>
    <w:rsid w:val="00A84274"/>
    <w:rsid w:val="00A850F3"/>
    <w:rsid w:val="00A864E3"/>
    <w:rsid w:val="00A90117"/>
    <w:rsid w:val="00A92C2E"/>
    <w:rsid w:val="00A9342B"/>
    <w:rsid w:val="00A94574"/>
    <w:rsid w:val="00A95936"/>
    <w:rsid w:val="00A96265"/>
    <w:rsid w:val="00A97084"/>
    <w:rsid w:val="00AA0516"/>
    <w:rsid w:val="00AA1C2C"/>
    <w:rsid w:val="00AA35F6"/>
    <w:rsid w:val="00AA667C"/>
    <w:rsid w:val="00AA6E91"/>
    <w:rsid w:val="00AA7439"/>
    <w:rsid w:val="00AA799A"/>
    <w:rsid w:val="00AB0449"/>
    <w:rsid w:val="00AB047E"/>
    <w:rsid w:val="00AB0B0A"/>
    <w:rsid w:val="00AB0BB7"/>
    <w:rsid w:val="00AB1C87"/>
    <w:rsid w:val="00AB22C6"/>
    <w:rsid w:val="00AB2AD0"/>
    <w:rsid w:val="00AB67FC"/>
    <w:rsid w:val="00AC00F2"/>
    <w:rsid w:val="00AC31B5"/>
    <w:rsid w:val="00AC4946"/>
    <w:rsid w:val="00AC4B39"/>
    <w:rsid w:val="00AC4EA1"/>
    <w:rsid w:val="00AC5381"/>
    <w:rsid w:val="00AC5920"/>
    <w:rsid w:val="00AD0C32"/>
    <w:rsid w:val="00AD0E65"/>
    <w:rsid w:val="00AD2BF2"/>
    <w:rsid w:val="00AD4E90"/>
    <w:rsid w:val="00AD5422"/>
    <w:rsid w:val="00AD7DA0"/>
    <w:rsid w:val="00AE064D"/>
    <w:rsid w:val="00AE137A"/>
    <w:rsid w:val="00AE401E"/>
    <w:rsid w:val="00AE4179"/>
    <w:rsid w:val="00AE4425"/>
    <w:rsid w:val="00AE4FBE"/>
    <w:rsid w:val="00AE650F"/>
    <w:rsid w:val="00AE6555"/>
    <w:rsid w:val="00AE7D16"/>
    <w:rsid w:val="00AF1F8A"/>
    <w:rsid w:val="00AF4CAA"/>
    <w:rsid w:val="00AF571A"/>
    <w:rsid w:val="00AF60A0"/>
    <w:rsid w:val="00AF67FC"/>
    <w:rsid w:val="00AF7DF5"/>
    <w:rsid w:val="00B006E5"/>
    <w:rsid w:val="00B024C2"/>
    <w:rsid w:val="00B02CAF"/>
    <w:rsid w:val="00B04017"/>
    <w:rsid w:val="00B07700"/>
    <w:rsid w:val="00B13921"/>
    <w:rsid w:val="00B1528C"/>
    <w:rsid w:val="00B16ACD"/>
    <w:rsid w:val="00B21487"/>
    <w:rsid w:val="00B232D1"/>
    <w:rsid w:val="00B24DB5"/>
    <w:rsid w:val="00B309DD"/>
    <w:rsid w:val="00B31F9E"/>
    <w:rsid w:val="00B3268F"/>
    <w:rsid w:val="00B32C2C"/>
    <w:rsid w:val="00B33A1A"/>
    <w:rsid w:val="00B33E6C"/>
    <w:rsid w:val="00B36E25"/>
    <w:rsid w:val="00B371CC"/>
    <w:rsid w:val="00B41CD9"/>
    <w:rsid w:val="00B427E6"/>
    <w:rsid w:val="00B428A6"/>
    <w:rsid w:val="00B43E1F"/>
    <w:rsid w:val="00B45FBC"/>
    <w:rsid w:val="00B47F9F"/>
    <w:rsid w:val="00B51A7D"/>
    <w:rsid w:val="00B535C2"/>
    <w:rsid w:val="00B55544"/>
    <w:rsid w:val="00B55902"/>
    <w:rsid w:val="00B642FC"/>
    <w:rsid w:val="00B64D26"/>
    <w:rsid w:val="00B64FBB"/>
    <w:rsid w:val="00B6604B"/>
    <w:rsid w:val="00B70E22"/>
    <w:rsid w:val="00B727AA"/>
    <w:rsid w:val="00B774CB"/>
    <w:rsid w:val="00B80402"/>
    <w:rsid w:val="00B80B9A"/>
    <w:rsid w:val="00B830B7"/>
    <w:rsid w:val="00B848EA"/>
    <w:rsid w:val="00B84B2B"/>
    <w:rsid w:val="00B866EE"/>
    <w:rsid w:val="00B90500"/>
    <w:rsid w:val="00B9176C"/>
    <w:rsid w:val="00B935A4"/>
    <w:rsid w:val="00B95177"/>
    <w:rsid w:val="00BA0BFA"/>
    <w:rsid w:val="00BA2F77"/>
    <w:rsid w:val="00BA561A"/>
    <w:rsid w:val="00BA7682"/>
    <w:rsid w:val="00BB0DC6"/>
    <w:rsid w:val="00BB15E4"/>
    <w:rsid w:val="00BB1E19"/>
    <w:rsid w:val="00BB21D1"/>
    <w:rsid w:val="00BB32F2"/>
    <w:rsid w:val="00BB4338"/>
    <w:rsid w:val="00BB5725"/>
    <w:rsid w:val="00BB6C0E"/>
    <w:rsid w:val="00BB7B38"/>
    <w:rsid w:val="00BC11E5"/>
    <w:rsid w:val="00BC1AA1"/>
    <w:rsid w:val="00BC48DB"/>
    <w:rsid w:val="00BC4BC6"/>
    <w:rsid w:val="00BC4CD2"/>
    <w:rsid w:val="00BC4D60"/>
    <w:rsid w:val="00BC52FD"/>
    <w:rsid w:val="00BC6E62"/>
    <w:rsid w:val="00BC7443"/>
    <w:rsid w:val="00BD0648"/>
    <w:rsid w:val="00BD1040"/>
    <w:rsid w:val="00BD34AA"/>
    <w:rsid w:val="00BD3A21"/>
    <w:rsid w:val="00BD55AC"/>
    <w:rsid w:val="00BE0C16"/>
    <w:rsid w:val="00BE0C44"/>
    <w:rsid w:val="00BE1B8B"/>
    <w:rsid w:val="00BE2A18"/>
    <w:rsid w:val="00BE2C01"/>
    <w:rsid w:val="00BE3529"/>
    <w:rsid w:val="00BE41EC"/>
    <w:rsid w:val="00BE56FB"/>
    <w:rsid w:val="00BF3DDE"/>
    <w:rsid w:val="00BF6589"/>
    <w:rsid w:val="00BF6F7F"/>
    <w:rsid w:val="00BF76C6"/>
    <w:rsid w:val="00C00647"/>
    <w:rsid w:val="00C02764"/>
    <w:rsid w:val="00C04CEF"/>
    <w:rsid w:val="00C0662F"/>
    <w:rsid w:val="00C11943"/>
    <w:rsid w:val="00C11BEC"/>
    <w:rsid w:val="00C12B75"/>
    <w:rsid w:val="00C12E96"/>
    <w:rsid w:val="00C13161"/>
    <w:rsid w:val="00C139AE"/>
    <w:rsid w:val="00C14595"/>
    <w:rsid w:val="00C14763"/>
    <w:rsid w:val="00C16141"/>
    <w:rsid w:val="00C21927"/>
    <w:rsid w:val="00C2363F"/>
    <w:rsid w:val="00C236C8"/>
    <w:rsid w:val="00C250AB"/>
    <w:rsid w:val="00C260B1"/>
    <w:rsid w:val="00C26E56"/>
    <w:rsid w:val="00C31406"/>
    <w:rsid w:val="00C34097"/>
    <w:rsid w:val="00C37194"/>
    <w:rsid w:val="00C40637"/>
    <w:rsid w:val="00C40F6C"/>
    <w:rsid w:val="00C414C7"/>
    <w:rsid w:val="00C43137"/>
    <w:rsid w:val="00C44426"/>
    <w:rsid w:val="00C445F3"/>
    <w:rsid w:val="00C451F4"/>
    <w:rsid w:val="00C45EB1"/>
    <w:rsid w:val="00C548C8"/>
    <w:rsid w:val="00C54A3A"/>
    <w:rsid w:val="00C55566"/>
    <w:rsid w:val="00C56448"/>
    <w:rsid w:val="00C60BDC"/>
    <w:rsid w:val="00C644C7"/>
    <w:rsid w:val="00C667BE"/>
    <w:rsid w:val="00C6766B"/>
    <w:rsid w:val="00C7012C"/>
    <w:rsid w:val="00C7104E"/>
    <w:rsid w:val="00C72223"/>
    <w:rsid w:val="00C74490"/>
    <w:rsid w:val="00C74A3C"/>
    <w:rsid w:val="00C76417"/>
    <w:rsid w:val="00C77044"/>
    <w:rsid w:val="00C7726F"/>
    <w:rsid w:val="00C815E2"/>
    <w:rsid w:val="00C823DA"/>
    <w:rsid w:val="00C8259F"/>
    <w:rsid w:val="00C82746"/>
    <w:rsid w:val="00C8312F"/>
    <w:rsid w:val="00C836FE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C23"/>
    <w:rsid w:val="00CC0D6A"/>
    <w:rsid w:val="00CC29C8"/>
    <w:rsid w:val="00CC3831"/>
    <w:rsid w:val="00CC3C95"/>
    <w:rsid w:val="00CC3D0A"/>
    <w:rsid w:val="00CC3D29"/>
    <w:rsid w:val="00CC3E3D"/>
    <w:rsid w:val="00CC519B"/>
    <w:rsid w:val="00CD0F95"/>
    <w:rsid w:val="00CD12C1"/>
    <w:rsid w:val="00CD214E"/>
    <w:rsid w:val="00CD46FA"/>
    <w:rsid w:val="00CD5973"/>
    <w:rsid w:val="00CE31A6"/>
    <w:rsid w:val="00CE3E6E"/>
    <w:rsid w:val="00CE3F24"/>
    <w:rsid w:val="00CE7012"/>
    <w:rsid w:val="00CF051D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4FD4"/>
    <w:rsid w:val="00D15197"/>
    <w:rsid w:val="00D16820"/>
    <w:rsid w:val="00D169C8"/>
    <w:rsid w:val="00D1793F"/>
    <w:rsid w:val="00D22AF5"/>
    <w:rsid w:val="00D235EA"/>
    <w:rsid w:val="00D24021"/>
    <w:rsid w:val="00D247A9"/>
    <w:rsid w:val="00D26C0C"/>
    <w:rsid w:val="00D30000"/>
    <w:rsid w:val="00D32721"/>
    <w:rsid w:val="00D328DC"/>
    <w:rsid w:val="00D32A52"/>
    <w:rsid w:val="00D33387"/>
    <w:rsid w:val="00D34301"/>
    <w:rsid w:val="00D402FB"/>
    <w:rsid w:val="00D44DDF"/>
    <w:rsid w:val="00D46ABA"/>
    <w:rsid w:val="00D46BDA"/>
    <w:rsid w:val="00D47D7A"/>
    <w:rsid w:val="00D503C0"/>
    <w:rsid w:val="00D50ABD"/>
    <w:rsid w:val="00D53EFA"/>
    <w:rsid w:val="00D53F30"/>
    <w:rsid w:val="00D55290"/>
    <w:rsid w:val="00D576F5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4C06"/>
    <w:rsid w:val="00D76EC9"/>
    <w:rsid w:val="00D80E7D"/>
    <w:rsid w:val="00D81397"/>
    <w:rsid w:val="00D8177A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9730E"/>
    <w:rsid w:val="00D97515"/>
    <w:rsid w:val="00DA130C"/>
    <w:rsid w:val="00DA3FDD"/>
    <w:rsid w:val="00DA7017"/>
    <w:rsid w:val="00DA7028"/>
    <w:rsid w:val="00DB1AD2"/>
    <w:rsid w:val="00DB2B58"/>
    <w:rsid w:val="00DB5206"/>
    <w:rsid w:val="00DB6276"/>
    <w:rsid w:val="00DB63F5"/>
    <w:rsid w:val="00DB6D4C"/>
    <w:rsid w:val="00DC1C6B"/>
    <w:rsid w:val="00DC2C2E"/>
    <w:rsid w:val="00DC4AF0"/>
    <w:rsid w:val="00DC7886"/>
    <w:rsid w:val="00DC7FBC"/>
    <w:rsid w:val="00DD0CF2"/>
    <w:rsid w:val="00DD4569"/>
    <w:rsid w:val="00DE1554"/>
    <w:rsid w:val="00DE2901"/>
    <w:rsid w:val="00DE5725"/>
    <w:rsid w:val="00DE590F"/>
    <w:rsid w:val="00DE626F"/>
    <w:rsid w:val="00DE7DC1"/>
    <w:rsid w:val="00DF0CAA"/>
    <w:rsid w:val="00DF1CF6"/>
    <w:rsid w:val="00DF2A2E"/>
    <w:rsid w:val="00DF3F7E"/>
    <w:rsid w:val="00DF46B1"/>
    <w:rsid w:val="00DF7648"/>
    <w:rsid w:val="00E00BD9"/>
    <w:rsid w:val="00E00E29"/>
    <w:rsid w:val="00E02BAB"/>
    <w:rsid w:val="00E04CEB"/>
    <w:rsid w:val="00E060BC"/>
    <w:rsid w:val="00E06A7D"/>
    <w:rsid w:val="00E11420"/>
    <w:rsid w:val="00E132FB"/>
    <w:rsid w:val="00E16B3C"/>
    <w:rsid w:val="00E170B7"/>
    <w:rsid w:val="00E177DD"/>
    <w:rsid w:val="00E17F8C"/>
    <w:rsid w:val="00E20900"/>
    <w:rsid w:val="00E20B6C"/>
    <w:rsid w:val="00E20C7F"/>
    <w:rsid w:val="00E20CBD"/>
    <w:rsid w:val="00E233BB"/>
    <w:rsid w:val="00E2396E"/>
    <w:rsid w:val="00E24728"/>
    <w:rsid w:val="00E276AC"/>
    <w:rsid w:val="00E34A35"/>
    <w:rsid w:val="00E35B84"/>
    <w:rsid w:val="00E37C2F"/>
    <w:rsid w:val="00E41C28"/>
    <w:rsid w:val="00E46308"/>
    <w:rsid w:val="00E5127E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172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776FE"/>
    <w:rsid w:val="00E83ADD"/>
    <w:rsid w:val="00E84F38"/>
    <w:rsid w:val="00E85623"/>
    <w:rsid w:val="00E87441"/>
    <w:rsid w:val="00E91FAE"/>
    <w:rsid w:val="00E93F07"/>
    <w:rsid w:val="00E95625"/>
    <w:rsid w:val="00E96201"/>
    <w:rsid w:val="00E96E3F"/>
    <w:rsid w:val="00EA270C"/>
    <w:rsid w:val="00EA4974"/>
    <w:rsid w:val="00EA532E"/>
    <w:rsid w:val="00EA7276"/>
    <w:rsid w:val="00EB06D9"/>
    <w:rsid w:val="00EB192B"/>
    <w:rsid w:val="00EB19ED"/>
    <w:rsid w:val="00EB1CAB"/>
    <w:rsid w:val="00EB3250"/>
    <w:rsid w:val="00EB657A"/>
    <w:rsid w:val="00EC0F5A"/>
    <w:rsid w:val="00EC3A6B"/>
    <w:rsid w:val="00EC4265"/>
    <w:rsid w:val="00EC4CEB"/>
    <w:rsid w:val="00EC659E"/>
    <w:rsid w:val="00EC6729"/>
    <w:rsid w:val="00ED2072"/>
    <w:rsid w:val="00ED2AE0"/>
    <w:rsid w:val="00ED2DA0"/>
    <w:rsid w:val="00ED5553"/>
    <w:rsid w:val="00ED5E36"/>
    <w:rsid w:val="00ED65E8"/>
    <w:rsid w:val="00ED6961"/>
    <w:rsid w:val="00EE0AC8"/>
    <w:rsid w:val="00EE41B4"/>
    <w:rsid w:val="00EF0B96"/>
    <w:rsid w:val="00EF12E5"/>
    <w:rsid w:val="00EF130D"/>
    <w:rsid w:val="00EF3486"/>
    <w:rsid w:val="00EF47AF"/>
    <w:rsid w:val="00EF53B6"/>
    <w:rsid w:val="00F00B73"/>
    <w:rsid w:val="00F033EC"/>
    <w:rsid w:val="00F04C20"/>
    <w:rsid w:val="00F05151"/>
    <w:rsid w:val="00F109BE"/>
    <w:rsid w:val="00F115CA"/>
    <w:rsid w:val="00F14817"/>
    <w:rsid w:val="00F14EBA"/>
    <w:rsid w:val="00F1510F"/>
    <w:rsid w:val="00F1533A"/>
    <w:rsid w:val="00F15734"/>
    <w:rsid w:val="00F15E5A"/>
    <w:rsid w:val="00F17F0A"/>
    <w:rsid w:val="00F21E30"/>
    <w:rsid w:val="00F22840"/>
    <w:rsid w:val="00F25296"/>
    <w:rsid w:val="00F2668F"/>
    <w:rsid w:val="00F2742F"/>
    <w:rsid w:val="00F2753B"/>
    <w:rsid w:val="00F32DC1"/>
    <w:rsid w:val="00F33F8B"/>
    <w:rsid w:val="00F340B2"/>
    <w:rsid w:val="00F34EB2"/>
    <w:rsid w:val="00F425C9"/>
    <w:rsid w:val="00F43390"/>
    <w:rsid w:val="00F443B2"/>
    <w:rsid w:val="00F458D8"/>
    <w:rsid w:val="00F46BFE"/>
    <w:rsid w:val="00F47416"/>
    <w:rsid w:val="00F47E53"/>
    <w:rsid w:val="00F50237"/>
    <w:rsid w:val="00F51346"/>
    <w:rsid w:val="00F53596"/>
    <w:rsid w:val="00F53BA0"/>
    <w:rsid w:val="00F55BA8"/>
    <w:rsid w:val="00F55DB1"/>
    <w:rsid w:val="00F56ACA"/>
    <w:rsid w:val="00F600FE"/>
    <w:rsid w:val="00F60983"/>
    <w:rsid w:val="00F62E4D"/>
    <w:rsid w:val="00F66B34"/>
    <w:rsid w:val="00F675B9"/>
    <w:rsid w:val="00F70F4C"/>
    <w:rsid w:val="00F711C9"/>
    <w:rsid w:val="00F73A91"/>
    <w:rsid w:val="00F743AC"/>
    <w:rsid w:val="00F74C59"/>
    <w:rsid w:val="00F753A4"/>
    <w:rsid w:val="00F75C3A"/>
    <w:rsid w:val="00F828D9"/>
    <w:rsid w:val="00F82E30"/>
    <w:rsid w:val="00F831CB"/>
    <w:rsid w:val="00F848A3"/>
    <w:rsid w:val="00F84ACF"/>
    <w:rsid w:val="00F85742"/>
    <w:rsid w:val="00F85BF8"/>
    <w:rsid w:val="00F871CE"/>
    <w:rsid w:val="00F87802"/>
    <w:rsid w:val="00F878EE"/>
    <w:rsid w:val="00F92C04"/>
    <w:rsid w:val="00F92C0A"/>
    <w:rsid w:val="00F933DF"/>
    <w:rsid w:val="00F9415B"/>
    <w:rsid w:val="00FA13C2"/>
    <w:rsid w:val="00FA7F91"/>
    <w:rsid w:val="00FB121C"/>
    <w:rsid w:val="00FB1CDD"/>
    <w:rsid w:val="00FB2C2F"/>
    <w:rsid w:val="00FB305C"/>
    <w:rsid w:val="00FC165B"/>
    <w:rsid w:val="00FC201A"/>
    <w:rsid w:val="00FC2E3D"/>
    <w:rsid w:val="00FC3BDE"/>
    <w:rsid w:val="00FC4007"/>
    <w:rsid w:val="00FC488F"/>
    <w:rsid w:val="00FC6B64"/>
    <w:rsid w:val="00FC70AC"/>
    <w:rsid w:val="00FC7B32"/>
    <w:rsid w:val="00FD1DBE"/>
    <w:rsid w:val="00FD25A7"/>
    <w:rsid w:val="00FD27B6"/>
    <w:rsid w:val="00FD2FFF"/>
    <w:rsid w:val="00FD3689"/>
    <w:rsid w:val="00FD42A3"/>
    <w:rsid w:val="00FD5C75"/>
    <w:rsid w:val="00FD679A"/>
    <w:rsid w:val="00FD7468"/>
    <w:rsid w:val="00FD7CE0"/>
    <w:rsid w:val="00FE0B3B"/>
    <w:rsid w:val="00FE1BE2"/>
    <w:rsid w:val="00FE730A"/>
    <w:rsid w:val="00FF02DF"/>
    <w:rsid w:val="00FF193B"/>
    <w:rsid w:val="00FF1B7E"/>
    <w:rsid w:val="00FF1DD7"/>
    <w:rsid w:val="00FF2D1E"/>
    <w:rsid w:val="00FF32BF"/>
    <w:rsid w:val="00FF4453"/>
    <w:rsid w:val="00FF6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4AD924"/>
  <w15:docId w15:val="{C967642B-C962-4064-9AAF-3531405F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97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link w:val="Nagwek2Znak"/>
    <w:uiPriority w:val="9"/>
    <w:qFormat/>
    <w:rsid w:val="00C701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"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uiPriority w:val="59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C7012C"/>
    <w:rPr>
      <w:rFonts w:ascii="Times New Roman" w:hAnsi="Times New Roman"/>
      <w:b/>
      <w:bCs/>
      <w:sz w:val="36"/>
      <w:szCs w:val="36"/>
    </w:rPr>
  </w:style>
  <w:style w:type="paragraph" w:customStyle="1" w:styleId="mainpub">
    <w:name w:val="mainpub"/>
    <w:basedOn w:val="Normalny"/>
    <w:rsid w:val="00C70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012C"/>
    <w:pPr>
      <w:ind w:left="720"/>
      <w:contextualSpacing/>
    </w:pPr>
  </w:style>
  <w:style w:type="paragraph" w:styleId="Poprawka">
    <w:name w:val="Revision"/>
    <w:hidden/>
    <w:uiPriority w:val="99"/>
    <w:semiHidden/>
    <w:rsid w:val="003A2C21"/>
    <w:pPr>
      <w:spacing w:line="240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4E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4E5D"/>
    <w:rPr>
      <w:rFonts w:ascii="Calibri" w:eastAsia="Calibri" w:hAnsi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4E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gnieszka.Ksiazkiewicz@mc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wojcik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79BB89-A04C-4181-ADBD-1ED3BF6BF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22</TotalTime>
  <Pages>51</Pages>
  <Words>13993</Words>
  <Characters>83961</Characters>
  <Application>Microsoft Office Word</Application>
  <DocSecurity>0</DocSecurity>
  <Lines>699</Lines>
  <Paragraphs>195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Lewandowski Mariusz</dc:creator>
  <cp:lastModifiedBy>Markowska Anna</cp:lastModifiedBy>
  <cp:revision>4</cp:revision>
  <cp:lastPrinted>2021-11-05T09:54:00Z</cp:lastPrinted>
  <dcterms:created xsi:type="dcterms:W3CDTF">2022-02-21T08:49:00Z</dcterms:created>
  <dcterms:modified xsi:type="dcterms:W3CDTF">2022-02-25T09:33:00Z</dcterms:modified>
  <cp:category>000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